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7A37E2" w:rsidRDefault="00C41846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Описание местоположения границ х. Белая Балка</w:t>
            </w: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346018, Ростовская обл, Чертковский р-н, Белая Балка (Донское с/п) х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103394 кв.м ± 326 кв.м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:rsidR="0008420D" w:rsidRDefault="0008420D"/>
    <w:p w:rsidR="0008420D" w:rsidRDefault="00177506">
      <w:r>
        <w:br w:type="page"/>
      </w:r>
    </w:p>
    <w:p w:rsidR="0008420D" w:rsidRDefault="0008420D">
      <w:pPr>
        <w:sectPr w:rsidR="0008420D" w:rsidSect="001518D1">
          <w:footerReference w:type="even" r:id="rId8"/>
          <w:footerReference w:type="default" r:id="rId9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177506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177506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177506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177506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177506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177506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177506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177506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177506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177506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 xml:space="preserve">на местности </w:t>
            </w:r>
            <w:r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177506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177506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177506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177506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177506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177506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177506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177506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177506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177506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177506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177506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х. Белая </w:t>
            </w:r>
            <w:r w:rsidRPr="002E6E74">
              <w:rPr>
                <w:sz w:val="18"/>
                <w:szCs w:val="20"/>
              </w:rPr>
              <w:t>Балка(1)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665500.27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2306178.70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665472.03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2306214.61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665428.94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2306179.38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665456.07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2306144.66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665500.27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2306178.70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х. Белая Балка(2)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665129.43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2305827.56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665112.75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2305839.51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665101.25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2305848.00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665095.95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2305853.27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665089.75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2305861.00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665084.10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2305867.83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665073.45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2305880.84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665066.70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2305892.66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665060.50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2305904.90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665056.35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2305915.54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665056.20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2305925.07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665057.00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2305937.14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665057.15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2305947.31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665057.00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2305957.95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665056.05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2305965.26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665052.40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2305975.27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665047.00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2305984.00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t>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665039.85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2305995.92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665034.75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2306005.77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665031.60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2306013.95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н25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665028.35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2306021.83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665025.45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2306025.51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665021.50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2306026.96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665014.00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2306024.85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665003.65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2306021.17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664991.55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2306018.42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t>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664984.30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2306018.02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664974.70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2306019.73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664969.85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2306023.41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664964.50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2306029.32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664959.75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2306037.60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664957.80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2306043.74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664956.45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2306059.98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664957.00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2306094.55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664963.70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2306112.50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t>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664976.50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2306126.83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664983.35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2306131.02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664991.00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2306134.65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665008.40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2306139.81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665027.90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2306146.31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665037.25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2306149.17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665047.15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2306152.13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665053.70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2306153.30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665086.00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2306175.56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t>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665144.78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2306220.20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665155.75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2306230.34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665159.50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2306236.60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665163.50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2306245.01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665166.05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2306251.37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665168.75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2306259.31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665184.45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2306240.88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665194.15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2306230.23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665204.95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2306220.07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t>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665220.20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2306202.75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665231.65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2306190.84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665235.15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2306187.98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665240.10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2306184.81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665245.65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2306180.35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665251.50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2306174.00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665274.05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2306167.19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665286.90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2306158.19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665298.80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2306157.87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t>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665318.10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2306163.33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665331.95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2306154.97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665343.85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2306139.22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665355.40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2306119.93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665368.35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2306094.45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665381.20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2306080.63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665387.00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2306066.00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665404.55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2306024.37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665395.70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2306017.13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t>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665385.25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2306007.65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665371.55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2305998.01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665363.65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2305994.98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665347.90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2305991.33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665341.70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2305989.85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665313.85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2305974.78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665298.65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2305963.82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665284.20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2305956.66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665268.75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2305943.87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t>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665258.75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2305934.79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665241.65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2305921.12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665220.70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2305902.50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665202.50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2305884.92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665184.05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2305865.06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665174.20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2305855.67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665163.00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2305845.62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665149.15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2305837.19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665142.00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2305830.91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t>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:rsidR="006E1041" w:rsidRPr="002E6E74" w:rsidRDefault="0017750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665129.43</w:t>
            </w:r>
          </w:p>
        </w:tc>
        <w:tc>
          <w:tcPr>
            <w:tcW w:w="1562" w:type="dxa"/>
          </w:tcPr>
          <w:p w:rsidR="006E1041" w:rsidRPr="002E6E74" w:rsidRDefault="0017750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2305827.56</w:t>
            </w:r>
          </w:p>
        </w:tc>
        <w:tc>
          <w:tcPr>
            <w:tcW w:w="2134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17750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17750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177506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177506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177506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177506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177506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177506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r w:rsidRPr="002E6E74">
              <w:rPr>
                <w:sz w:val="20"/>
              </w:rPr>
              <w:t>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177506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Pr="002E6E74">
              <w:rPr>
                <w:sz w:val="20"/>
              </w:rPr>
              <w:t xml:space="preserve"> на местности </w:t>
            </w:r>
            <w:r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177506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177506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177506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177506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177506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177506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177506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177506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177506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177506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177506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177506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17750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17750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17750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177506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17750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17750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8420D" w:rsidRDefault="0008420D"/>
    <w:p w:rsidR="0008420D" w:rsidRDefault="00177506">
      <w:r>
        <w:br w:type="page"/>
      </w:r>
    </w:p>
    <w:p w:rsidR="0008420D" w:rsidRDefault="0008420D">
      <w:pPr>
        <w:sectPr w:rsidR="0008420D" w:rsidSect="00712644"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2E69BF" w:rsidRPr="005B4876" w:rsidTr="009063A1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9BF" w:rsidRPr="006519C1" w:rsidRDefault="00177506" w:rsidP="007010D8">
            <w:pPr>
              <w:pageBreakBefore/>
              <w:jc w:val="center"/>
            </w:pPr>
            <w:r>
              <w:br w:type="page"/>
            </w:r>
            <w:r w:rsidRPr="006519C1">
              <w:t>Раздел 4</w:t>
            </w:r>
          </w:p>
        </w:tc>
      </w:tr>
      <w:tr w:rsidR="002E69BF" w:rsidRPr="005B4876" w:rsidTr="009063A1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4D8E" w:rsidRPr="00AF407B" w:rsidRDefault="00AF407B" w:rsidP="005626AE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742330" w:rsidRPr="005B4876" w:rsidTr="009063A1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742330" w:rsidRPr="00216913" w:rsidRDefault="00177506" w:rsidP="0054169C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501056" behindDoc="0" locked="0" layoutInCell="1" allowOverlap="1" wp14:anchorId="3D1179C0" wp14:editId="62789D6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1905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4169C" w:rsidRPr="005B4876" w:rsidTr="009063A1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0A2B3C" w:rsidRPr="00053150" w:rsidRDefault="00177506" w:rsidP="00094F15">
            <w:pPr>
              <w:jc w:val="center"/>
            </w:pPr>
            <w:r>
              <w:rPr>
                <w:noProof/>
              </w:rPr>
              <w:pict>
                <v:shape id="Rb70b74ec88264839" o:spid="_x0000_s1346" style="position:absolute;left:0;text-align:left;margin-left:12pt;margin-top:25pt;width:483pt;height:540.75pt;z-index:-251812352;mso-position-horizontal-relative:page;mso-position-vertical-relative:page" coordsize="" o:spt="100" adj="0,,0" path="">
                  <v:stroke joinstyle="round"/>
                  <v:imagedata r:id="rId11" o:title=""/>
                  <v:formulas/>
                  <v:path o:connecttype="segments"/>
                  <w10:wrap anchorx="page" anchory="page"/>
                </v:shape>
              </w:pict>
            </w:r>
          </w:p>
          <w:p w:rsidR="00AA0C17" w:rsidRDefault="00177506">
            <w:r>
              <w:rPr>
                <w:noProof/>
              </w:rPr>
              <w:pict>
                <v:line id="_x0000_s1345" style="position:absolute;flip:x y;z-index:251505152" from="377.3pt,3.45pt" to="411.25pt,30.15pt" strokecolor="red" strokeweight=".57pt"/>
              </w:pict>
            </w:r>
            <w:r>
              <w:rPr>
                <w:noProof/>
              </w:rPr>
              <w:pict>
                <v:line id="_x0000_s1344" style="position:absolute;flip:x y;z-index:251506176" from="411.25pt,30.15pt" to="377.95pt,70.85pt" strokecolor="red" strokeweight=".57pt"/>
              </w:pict>
            </w:r>
            <w:r>
              <w:rPr>
                <w:noProof/>
              </w:rPr>
              <w:pict>
                <v:line id="_x0000_s1343" style="position:absolute;flip:x y;z-index:251507200" from="377.95pt,70.85pt" to="345.15pt,45.2pt" strokecolor="red" strokeweight=".57pt"/>
              </w:pict>
            </w:r>
            <w:r>
              <w:rPr>
                <w:noProof/>
              </w:rPr>
              <w:pict>
                <v:line id="_x0000_s1342" style="position:absolute;flip:x y;z-index:251508224" from="345.15pt,45.2pt" to="377.3pt,3.45pt" strokecolor="red" strokeweight=".57pt"/>
              </w:pict>
            </w:r>
            <w:r>
              <w:rPr>
                <w:noProof/>
              </w:rPr>
              <w:pict>
                <v:line id="_x0000_s1341" style="position:absolute;flip:x y;z-index:251509248" from="45.5pt,353.85pt" to="56.8pt,369.6pt" strokecolor="red" strokeweight=".57pt"/>
              </w:pict>
            </w:r>
            <w:r>
              <w:rPr>
                <w:noProof/>
              </w:rPr>
              <w:pict>
                <v:line id="_x0000_s1340" style="position:absolute;flip:x y;z-index:251510272" from="56.8pt,369.6pt" to="64.85pt,380.5pt" strokecolor="red" strokeweight=".57pt"/>
              </w:pict>
            </w:r>
            <w:r>
              <w:rPr>
                <w:noProof/>
              </w:rPr>
              <w:pict>
                <v:line id="_x0000_s1339" style="position:absolute;flip:x y;z-index:251511296" from="64.85pt,380.5pt" to="69.8pt,385.5pt" strokecolor="red" strokeweight=".57pt"/>
              </w:pict>
            </w:r>
            <w:r>
              <w:rPr>
                <w:noProof/>
              </w:rPr>
              <w:pict>
                <v:line id="_x0000_s1338" style="position:absolute;flip:x y;z-index:251512320" from="69.8pt,385.5pt" to="77.1pt,391.35pt" strokecolor="red" strokeweight=".57pt"/>
              </w:pict>
            </w:r>
            <w:r>
              <w:rPr>
                <w:noProof/>
              </w:rPr>
              <w:pict>
                <v:line id="_x0000_s1337" style="position:absolute;flip:x y;z-index:251513344" from="77.1pt,391.35pt" to="83.55pt,396.7pt" strokecolor="red" strokeweight=".57pt"/>
              </w:pict>
            </w:r>
            <w:r>
              <w:rPr>
                <w:noProof/>
              </w:rPr>
              <w:pict>
                <v:line id="_x0000_s1336" style="position:absolute;flip:x y;z-index:251514368" from="83.55pt,396.7pt" to="95.85pt,406.75pt" strokecolor="red" strokeweight=".57pt"/>
              </w:pict>
            </w:r>
            <w:r>
              <w:rPr>
                <w:noProof/>
              </w:rPr>
              <w:pict>
                <v:line id="_x0000_s1335" style="position:absolute;flip:x y;z-index:251515392" from="95.85pt,406.75pt" to="107.05pt,413.1pt" strokecolor="red" strokeweight=".57pt"/>
              </w:pict>
            </w:r>
            <w:r>
              <w:rPr>
                <w:noProof/>
              </w:rPr>
              <w:pict>
                <v:line id="_x0000_s1334" style="position:absolute;flip:x y;z-index:251516416" from="107.05pt,413.1pt" to="118.6pt,419pt" strokecolor="red" strokeweight=".57pt"/>
              </w:pict>
            </w:r>
            <w:r>
              <w:rPr>
                <w:noProof/>
              </w:rPr>
              <w:pict>
                <v:line id="_x0000_s1333" style="position:absolute;flip:x y;z-index:251517440" from="118.6pt,419pt" to="128.65pt,422.9pt" strokecolor="red" strokeweight=".57pt"/>
              </w:pict>
            </w:r>
            <w:r>
              <w:rPr>
                <w:noProof/>
              </w:rPr>
              <w:pict>
                <v:line id="_x0000_s1332" style="position:absolute;flip:x y;z-index:251518464" from="128.65pt,422.9pt" to="137.65pt,423.05pt" strokecolor="red" strokeweight=".57pt"/>
              </w:pict>
            </w:r>
            <w:r>
              <w:rPr>
                <w:noProof/>
              </w:rPr>
              <w:pict>
                <v:line id="_x0000_s1331" style="position:absolute;flip:x y;z-index:251519488" from="137.65pt,423.05pt" to="149.05pt,422.3pt" strokecolor="red" strokeweight=".57pt"/>
              </w:pict>
            </w:r>
            <w:r>
              <w:rPr>
                <w:noProof/>
              </w:rPr>
              <w:pict>
                <v:line id="_x0000_s1330" style="position:absolute;flip:x y;z-index:251520512" from="149.05pt,422.3pt" to="158.65pt,422.15pt" strokecolor="red" strokeweight=".57pt"/>
              </w:pict>
            </w:r>
            <w:r>
              <w:rPr>
                <w:noProof/>
              </w:rPr>
              <w:pict>
                <v:line id="_x0000_s1329" style="position:absolute;flip:x y;z-index:251521536" from="158.65pt,422.15pt" to="168.75pt,422.3pt" strokecolor="red" strokeweight=".57pt"/>
              </w:pict>
            </w:r>
            <w:r>
              <w:rPr>
                <w:noProof/>
              </w:rPr>
              <w:pict>
                <v:line id="_x0000_s1328" style="position:absolute;flip:x y;z-index:251522560" from="168.75pt,422.3pt" to="175.65pt,423.2pt" strokecolor="red" strokeweight=".57pt"/>
              </w:pict>
            </w:r>
            <w:r>
              <w:rPr>
                <w:noProof/>
              </w:rPr>
              <w:pict>
                <v:line id="_x0000_s1327" style="position:absolute;flip:x y;z-index:251523584" from="175.65pt,423.2pt" to="185.1pt,426.65pt" strokecolor="red" strokeweight=".57pt"/>
              </w:pict>
            </w:r>
            <w:r>
              <w:rPr>
                <w:noProof/>
              </w:rPr>
              <w:pict>
                <v:line id="_x0000_s1326" style="position:absolute;flip:x y;z-index:251524608" from="185.1pt,426.65pt" to="193.35pt,431.75pt" strokecolor="red" strokeweight=".57pt"/>
              </w:pict>
            </w:r>
            <w:r>
              <w:rPr>
                <w:noProof/>
              </w:rPr>
              <w:pict>
                <v:line id="_x0000_s1325" style="position:absolute;flip:x y;z-index:251525632" from="193.35pt,431.75pt" to="204.6pt,438.5pt" strokecolor="red" strokeweight=".57pt"/>
              </w:pict>
            </w:r>
            <w:r>
              <w:rPr>
                <w:noProof/>
              </w:rPr>
              <w:pict>
                <v:line id="_x0000_s1324" style="position:absolute;flip:x y;z-index:251526656" from="204.6pt,438.5pt" to="213.9pt,443.3pt" strokecolor="red" strokeweight=".57pt"/>
              </w:pict>
            </w:r>
            <w:r>
              <w:rPr>
                <w:noProof/>
              </w:rPr>
              <w:pict>
                <v:line id="_x0000_s1323" style="position:absolute;flip:x y;z-index:251527680" from="213.9pt,443.3pt" to="221.65pt,446.3pt" strokecolor="red" strokeweight=".57pt"/>
              </w:pict>
            </w:r>
            <w:r>
              <w:rPr>
                <w:noProof/>
              </w:rPr>
              <w:pict>
                <v:line id="_x0000_s1322" style="position:absolute;flip:x y;z-index:251528704" from="221.65pt,446.3pt" to="229.1pt,449.35pt" strokecolor="red" strokeweight=".57pt"/>
              </w:pict>
            </w:r>
            <w:r>
              <w:rPr>
                <w:noProof/>
              </w:rPr>
              <w:pict>
                <v:line id="_x0000_s1321" style="position:absolute;flip:x y;z-index:251529728" from="229.1pt,449.35pt" to="232.55pt,452.1pt" strokecolor="red" strokeweight=".57pt"/>
              </w:pict>
            </w:r>
            <w:r>
              <w:rPr>
                <w:noProof/>
              </w:rPr>
              <w:pict>
                <v:line id="_x0000_s1320" style="position:absolute;flip:x y;z-index:251530752" from="232.55pt,452.1pt" to="233.95pt,455.85pt" strokecolor="red" strokeweight=".57pt"/>
              </w:pict>
            </w:r>
            <w:r>
              <w:rPr>
                <w:noProof/>
              </w:rPr>
              <w:pict>
                <v:line id="_x0000_s1319" style="position:absolute;flip:x y;z-index:251531776" from="233.95pt,455.85pt" to="231.95pt,462.9pt" strokecolor="red" strokeweight=".57pt"/>
              </w:pict>
            </w:r>
            <w:r>
              <w:rPr>
                <w:noProof/>
              </w:rPr>
              <w:pict>
                <v:line id="_x0000_s1318" style="position:absolute;flip:x y;z-index:251532800" from="231.95pt,462.9pt" to="228.45pt,472.7pt" strokecolor="red" strokeweight=".57pt"/>
              </w:pict>
            </w:r>
            <w:r>
              <w:rPr>
                <w:noProof/>
              </w:rPr>
              <w:pict>
                <v:line id="_x0000_s1317" style="position:absolute;flip:x y;z-index:251533824" from="228.45pt,472.7pt" to="225.85pt,484.15pt" strokecolor="red" strokeweight=".57pt"/>
              </w:pict>
            </w:r>
            <w:r>
              <w:rPr>
                <w:noProof/>
              </w:rPr>
              <w:pict>
                <v:line id="_x0000_s1316" style="position:absolute;flip:x y;z-index:251534848" from="225.85pt,484.15pt" to="225.5pt,491pt" strokecolor="red" strokeweight=".57pt"/>
              </w:pict>
            </w:r>
            <w:r>
              <w:rPr>
                <w:noProof/>
              </w:rPr>
              <w:pict>
                <v:line id="_x0000_s1315" style="position:absolute;flip:x y;z-index:251535872" from="225.5pt,491pt" to="227.1pt,500.05pt" strokecolor="red" strokeweight=".57pt"/>
              </w:pict>
            </w:r>
            <w:r>
              <w:rPr>
                <w:noProof/>
              </w:rPr>
              <w:pict>
                <v:line id="_x0000_s1314" style="position:absolute;flip:x y;z-index:251536896" from="227.1pt,500.05pt" to="230.6pt,504.65pt" strokecolor="red" strokeweight=".57pt"/>
              </w:pict>
            </w:r>
            <w:r>
              <w:rPr>
                <w:noProof/>
              </w:rPr>
              <w:pict>
                <v:line id="_x0000_s1313" style="position:absolute;flip:x y;z-index:251537920" from="230.6pt,504.65pt" to="236.15pt,509.7pt" strokecolor="red" strokeweight=".57pt"/>
              </w:pict>
            </w:r>
            <w:r>
              <w:rPr>
                <w:noProof/>
              </w:rPr>
              <w:pict>
                <v:line id="_x0000_s1312" style="position:absolute;flip:x y;z-index:251538944" from="236.15pt,509.7pt" to="244pt,514.2pt" strokecolor="red" strokeweight=".57pt"/>
              </w:pict>
            </w:r>
            <w:r>
              <w:rPr>
                <w:noProof/>
              </w:rPr>
              <w:pict>
                <v:line id="_x0000_s1311" style="position:absolute;flip:x y;z-index:251539968" from="244pt,514.2pt" to="249.8pt,516pt" strokecolor="red" strokeweight=".57pt"/>
              </w:pict>
            </w:r>
            <w:r>
              <w:rPr>
                <w:noProof/>
              </w:rPr>
              <w:pict>
                <v:line id="_x0000_s1310" style="position:absolute;flip:x y;z-index:251540992" from="249.8pt,516pt" to="265.15pt,517.3pt" strokecolor="red" strokeweight=".57pt"/>
              </w:pict>
            </w:r>
            <w:r>
              <w:rPr>
                <w:noProof/>
              </w:rPr>
              <w:pict>
                <v:line id="_x0000_s1309" style="position:absolute;flip:x y;z-index:251542016" from="265.15pt,517.3pt" to="297.8pt,516.8pt" strokecolor="red" strokeweight=".57pt"/>
              </w:pict>
            </w:r>
            <w:r>
              <w:rPr>
                <w:noProof/>
              </w:rPr>
              <w:pict>
                <v:line id="_x0000_s1308" style="position:absolute;flip:x y;z-index:251543040" from="297.8pt,516.8pt" to="314.75pt,510.45pt" strokecolor="red" strokeweight=".57pt"/>
              </w:pict>
            </w:r>
            <w:r>
              <w:rPr>
                <w:noProof/>
              </w:rPr>
              <w:pict>
                <v:line id="_x0000_s1307" style="position:absolute;flip:x y;z-index:251544064" from="314.75pt,510.45pt" to="328.3pt,498.35pt" strokecolor="red" strokeweight=".57pt"/>
              </w:pict>
            </w:r>
            <w:r>
              <w:rPr>
                <w:noProof/>
              </w:rPr>
              <w:pict>
                <v:line id="_x0000_s1306" style="position:absolute;flip:x y;z-index:251545088" from="328.3pt,498.35pt" to="332.25pt,491.9pt" strokecolor="red" strokeweight=".57pt"/>
              </w:pict>
            </w:r>
            <w:r>
              <w:rPr>
                <w:noProof/>
              </w:rPr>
              <w:pict>
                <v:line id="_x0000_s1305" style="position:absolute;flip:x y;z-index:251546112" from="332.25pt,491.9pt" to="335.7pt,484.65pt" strokecolor="red" strokeweight=".57pt"/>
              </w:pict>
            </w:r>
            <w:r>
              <w:rPr>
                <w:noProof/>
              </w:rPr>
              <w:pict>
                <v:line id="_x0000_s1304" style="position:absolute;flip:x y;z-index:251547136" from="335.7pt,484.65pt" to="340.55pt,468.2pt" strokecolor="red" strokeweight=".57pt"/>
              </w:pict>
            </w:r>
            <w:r>
              <w:rPr>
                <w:noProof/>
              </w:rPr>
              <w:pict>
                <v:line id="_x0000_s1303" style="position:absolute;flip:x y;z-index:251548160" from="340.55pt,468.2pt" to="346.7pt,449.8pt" strokecolor="red" strokeweight=".57pt"/>
              </w:pict>
            </w:r>
            <w:r>
              <w:rPr>
                <w:noProof/>
              </w:rPr>
              <w:pict>
                <v:line id="_x0000_s1302" style="position:absolute;flip:x y;z-index:251549184" from="346.7pt,449.8pt" to="349.4pt,440.95pt" strokecolor="red" strokeweight=".57pt"/>
              </w:pict>
            </w:r>
            <w:r>
              <w:rPr>
                <w:noProof/>
              </w:rPr>
              <w:pict>
                <v:line id="_x0000_s1301" style="position:absolute;flip:x y;z-index:251550208" from="349.4pt,440.95pt" to="352.2pt,431.6pt" strokecolor="red" strokeweight=".57pt"/>
              </w:pict>
            </w:r>
            <w:r>
              <w:rPr>
                <w:noProof/>
              </w:rPr>
              <w:pict>
                <v:line id="_x0000_s1300" style="position:absolute;flip:x y;z-index:251551232" from="352.2pt,431.6pt" to="353.3pt,425.4pt" strokecolor="red" strokeweight=".57pt"/>
              </w:pict>
            </w:r>
            <w:r>
              <w:rPr>
                <w:noProof/>
              </w:rPr>
              <w:pict>
                <v:line id="_x0000_s1299" style="position:absolute;flip:x y;z-index:251552256" from="353.3pt,425.4pt" to="374.35pt,394.9pt" strokecolor="red" strokeweight=".57pt"/>
              </w:pict>
            </w:r>
            <w:r>
              <w:rPr>
                <w:noProof/>
              </w:rPr>
              <w:pict>
                <v:line id="_x0000_s1298" style="position:absolute;flip:x y;z-index:251553280" from="374.35pt,394.9pt" to="416.5pt,339.35pt" strokecolor="red" strokeweight=".57pt"/>
              </w:pict>
            </w:r>
            <w:r>
              <w:rPr>
                <w:noProof/>
              </w:rPr>
              <w:pict>
                <v:line id="_x0000_s1297" style="position:absolute;flip:x y;z-index:251554304" from="416.5pt,339.35pt" to="426.1pt,329pt" strokecolor="red" strokeweight=".57pt"/>
              </w:pict>
            </w:r>
            <w:r>
              <w:rPr>
                <w:noProof/>
              </w:rPr>
              <w:pict>
                <v:line id="_x0000_s1296" style="position:absolute;flip:x y;z-index:251555328" from="426.1pt,329pt" to="6in,325.45pt" strokecolor="red" strokeweight=".57pt"/>
              </w:pict>
            </w:r>
            <w:r>
              <w:rPr>
                <w:noProof/>
              </w:rPr>
              <w:pict>
                <v:line id="_x0000_s1295" style="position:absolute;flip:x y;z-index:251556352" from="6in,325.45pt" to="439.95pt,321.65pt" strokecolor="red" strokeweight=".57pt"/>
              </w:pict>
            </w:r>
            <w:r>
              <w:rPr>
                <w:noProof/>
              </w:rPr>
              <w:pict>
                <v:line id="_x0000_s1294" style="position:absolute;flip:x y;z-index:251557376" from="439.95pt,321.65pt" to="445.95pt,319.25pt" strokecolor="red" strokeweight=".57pt"/>
              </w:pict>
            </w:r>
            <w:r>
              <w:rPr>
                <w:noProof/>
              </w:rPr>
              <w:pict>
                <v:line id="_x0000_s1293" style="position:absolute;flip:x y;z-index:251558400" from="445.95pt,319.25pt" to="453.5pt,316.7pt" strokecolor="red" strokeweight=".57pt"/>
              </w:pict>
            </w:r>
            <w:r>
              <w:rPr>
                <w:noProof/>
              </w:rPr>
              <w:pict>
                <v:line id="_x0000_s1292" style="position:absolute;flip:x y;z-index:251559424" from="453.5pt,316.7pt" to="436.05pt,301.85pt" strokecolor="red" strokeweight=".57pt"/>
              </w:pict>
            </w:r>
            <w:r>
              <w:rPr>
                <w:noProof/>
              </w:rPr>
              <w:pict>
                <v:line id="_x0000_s1291" style="position:absolute;flip:x y;z-index:251560448" from="436.05pt,301.85pt" to="426pt,292.7pt" strokecolor="red" strokeweight=".57pt"/>
              </w:pict>
            </w:r>
            <w:r>
              <w:rPr>
                <w:noProof/>
              </w:rPr>
              <w:pict>
                <v:line id="_x0000_s1290" style="position:absolute;flip:x y;z-index:251561472" from="426pt,292.7pt" to="416.4pt,282.5pt" strokecolor="red" strokeweight=".57pt"/>
              </w:pict>
            </w:r>
            <w:r>
              <w:rPr>
                <w:noProof/>
              </w:rPr>
              <w:pict>
                <v:line id="_x0000_s1289" style="position:absolute;flip:x y;z-index:251562496" from="416.4pt,282.5pt" to="400.05pt,268.1pt" strokecolor="red" strokeweight=".57pt"/>
              </w:pict>
            </w:r>
            <w:r>
              <w:rPr>
                <w:noProof/>
              </w:rPr>
              <w:pict>
                <v:line id="_x0000_s1288" style="position:absolute;flip:x y;z-index:251563520" from="400.05pt,268.1pt" to="388.8pt,257.25pt" strokecolor="red" strokeweight=".57pt"/>
              </w:pict>
            </w:r>
            <w:r>
              <w:rPr>
                <w:noProof/>
              </w:rPr>
              <w:pict>
                <v:line id="_x0000_s1287" style="position:absolute;flip:x y;z-index:251564544" from="388.8pt,257.25pt" to="386.1pt,253.95pt" strokecolor="red" strokeweight=".57pt"/>
              </w:pict>
            </w:r>
            <w:r>
              <w:rPr>
                <w:noProof/>
              </w:rPr>
              <w:pict>
                <v:line id="_x0000_s1286" style="position:absolute;flip:x y;z-index:251565568" from="386.1pt,253.95pt" to="383.1pt,249.3pt" strokecolor="red" strokeweight=".57pt"/>
              </w:pict>
            </w:r>
            <w:r>
              <w:rPr>
                <w:noProof/>
              </w:rPr>
              <w:pict>
                <v:line id="_x0000_s1285" style="position:absolute;flip:x y;z-index:251566592" from="383.1pt,249.3pt" to="378.85pt,244.05pt" strokecolor="red" strokeweight=".57pt"/>
              </w:pict>
            </w:r>
            <w:r>
              <w:rPr>
                <w:noProof/>
              </w:rPr>
              <w:pict>
                <v:line id="_x0000_s1284" style="position:absolute;flip:x y;z-index:251567616" from="378.85pt,244.05pt" to="372.85pt,238.5pt" strokecolor="red" strokeweight=".57pt"/>
              </w:pict>
            </w:r>
            <w:r>
              <w:rPr>
                <w:noProof/>
              </w:rPr>
              <w:pict>
                <v:line id="_x0000_s1283" style="position:absolute;flip:x y;z-index:251568640" from="372.85pt,238.5pt" to="366.45pt,217.2pt" strokecolor="red" strokeweight=".57pt"/>
              </w:pict>
            </w:r>
            <w:r>
              <w:rPr>
                <w:noProof/>
              </w:rPr>
              <w:pict>
                <v:line id="_x0000_s1282" style="position:absolute;flip:x y;z-index:251569664" from="366.45pt,217.2pt" to="357.95pt,205.05pt" strokecolor="red" strokeweight=".57pt"/>
              </w:pict>
            </w:r>
            <w:r>
              <w:rPr>
                <w:noProof/>
              </w:rPr>
              <w:pict>
                <v:line id="_x0000_s1281" style="position:absolute;flip:x y;z-index:251570688" from="357.95pt,205.05pt" to="357.65pt,193.8pt" strokecolor="red" strokeweight=".57pt"/>
              </w:pict>
            </w:r>
            <w:r>
              <w:rPr>
                <w:noProof/>
              </w:rPr>
              <w:pict>
                <v:line id="_x0000_s1280" style="position:absolute;flip:x y;z-index:251571712" from="357.65pt,193.8pt" to="362.8pt,175.6pt" strokecolor="red" strokeweight=".57pt"/>
              </w:pict>
            </w:r>
            <w:r>
              <w:rPr>
                <w:noProof/>
              </w:rPr>
              <w:pict>
                <v:line id="_x0000_s1279" style="position:absolute;flip:x y;z-index:251572736" from="362.8pt,175.6pt" to="354.9pt,162.5pt" strokecolor="red" strokeweight=".57pt"/>
              </w:pict>
            </w:r>
            <w:r>
              <w:rPr>
                <w:noProof/>
              </w:rPr>
              <w:pict>
                <v:line id="_x0000_s1278" style="position:absolute;flip:x y;z-index:251573760" from="354.9pt,162.5pt" to="340pt,151.25pt" strokecolor="red" strokeweight=".57pt"/>
              </w:pict>
            </w:r>
            <w:r>
              <w:rPr>
                <w:noProof/>
              </w:rPr>
              <w:pict>
                <v:line id="_x0000_s1277" style="position:absolute;flip:x y;z-index:251574784" from="340pt,151.25pt" to="321.8pt,140.35pt" strokecolor="red" strokeweight=".57pt"/>
              </w:pict>
            </w:r>
            <w:r>
              <w:rPr>
                <w:noProof/>
              </w:rPr>
              <w:pict>
                <v:line id="_x0000_s1276" style="position:absolute;flip:x y;z-index:251575808" from="321.8pt,140.35pt" to="297.7pt,128.1pt" strokecolor="red" strokeweight=".57pt"/>
              </w:pict>
            </w:r>
            <w:r>
              <w:rPr>
                <w:noProof/>
              </w:rPr>
              <w:pict>
                <v:line id="_x0000_s1275" style="position:absolute;flip:x y;z-index:251576832" from="297.7pt,128.1pt" to="284.65pt,115.95pt" strokecolor="red" strokeweight=".57pt"/>
              </w:pict>
            </w:r>
            <w:r>
              <w:rPr>
                <w:noProof/>
              </w:rPr>
              <w:pict>
                <v:line id="_x0000_s1274" style="position:absolute;flip:x y;z-index:251577856" from="284.65pt,115.95pt" to="270.8pt,110.5pt" strokecolor="red" strokeweight=".57pt"/>
              </w:pict>
            </w:r>
            <w:r>
              <w:rPr>
                <w:noProof/>
              </w:rPr>
              <w:pict>
                <v:line id="_x0000_s1273" style="position:absolute;flip:x y;z-index:251578880" from="270.8pt,110.5pt" to="231.5pt,93.9pt" strokecolor="red" strokeweight=".57pt"/>
              </w:pict>
            </w:r>
            <w:r>
              <w:rPr>
                <w:noProof/>
              </w:rPr>
              <w:pict>
                <v:line id="_x0000_s1272" style="position:absolute;flip:x y;z-index:251579904" from="231.5pt,93.9pt" to="224.65pt,102.25pt" strokecolor="red" strokeweight=".57pt"/>
              </w:pict>
            </w:r>
            <w:r>
              <w:rPr>
                <w:noProof/>
              </w:rPr>
              <w:pict>
                <v:line id="_x0000_s1271" style="position:absolute;flip:x y;z-index:251580928" from="224.65pt,102.25pt" to="215.7pt,112.15pt" strokecolor="red" strokeweight=".57pt"/>
              </w:pict>
            </w:r>
            <w:r>
              <w:rPr>
                <w:noProof/>
              </w:rPr>
              <w:pict>
                <v:line id="_x0000_s1270" style="position:absolute;flip:x y;z-index:251581952" from="215.7pt,112.15pt" to="206.6pt,125.1pt" strokecolor="red" strokeweight=".57pt"/>
              </w:pict>
            </w:r>
            <w:r>
              <w:rPr>
                <w:noProof/>
              </w:rPr>
              <w:pict>
                <v:line id="_x0000_s1269" style="position:absolute;flip:x y;z-index:251582976" from="206.6pt,125.1pt" to="203.7pt,132.55pt" strokecolor="red" strokeweight=".57pt"/>
              </w:pict>
            </w:r>
            <w:r>
              <w:rPr>
                <w:noProof/>
              </w:rPr>
              <w:pict>
                <v:line id="_x0000_s1268" style="position:absolute;flip:x y;z-index:251584000" from="203.7pt,132.55pt" to="200.25pt,147.4pt" strokecolor="red" strokeweight=".57pt"/>
              </w:pict>
            </w:r>
            <w:r>
              <w:rPr>
                <w:noProof/>
              </w:rPr>
              <w:pict>
                <v:line id="_x0000_s1267" style="position:absolute;flip:x y;z-index:251585024" from="200.25pt,147.4pt" to="198.85pt,153.3pt" strokecolor="red" strokeweight=".57pt"/>
              </w:pict>
            </w:r>
            <w:r>
              <w:rPr>
                <w:noProof/>
              </w:rPr>
              <w:pict>
                <v:line id="_x0000_s1266" style="position:absolute;flip:x y;z-index:251586048" from="198.85pt,153.3pt" to="184.65pt,179.6pt" strokecolor="red" strokeweight=".57pt"/>
              </w:pict>
            </w:r>
            <w:r>
              <w:rPr>
                <w:noProof/>
              </w:rPr>
              <w:pict>
                <v:line id="_x0000_s1265" style="position:absolute;flip:x y;z-index:251587072" from="184.65pt,179.6pt" to="174.25pt,193.95pt" strokecolor="red" strokeweight=".57pt"/>
              </w:pict>
            </w:r>
            <w:r>
              <w:rPr>
                <w:noProof/>
              </w:rPr>
              <w:pict>
                <v:line id="_x0000_s1264" style="position:absolute;flip:x y;z-index:251588096" from="174.25pt,193.95pt" to="167.5pt,207.6pt" strokecolor="red" strokeweight=".57pt"/>
              </w:pict>
            </w:r>
            <w:r>
              <w:rPr>
                <w:noProof/>
              </w:rPr>
              <w:pict>
                <v:line id="_x0000_s1263" style="position:absolute;flip:x y;z-index:251589120" from="167.5pt,207.6pt" to="155.4pt,222.2pt" strokecolor="red" strokeweight=".57pt"/>
              </w:pict>
            </w:r>
            <w:r>
              <w:rPr>
                <w:noProof/>
              </w:rPr>
              <w:pict>
                <v:line id="_x0000_s1262" style="position:absolute;flip:x y;z-index:251590144" from="155.4pt,222.2pt" to="146.85pt,231.65pt" strokecolor="red" strokeweight=".57pt"/>
              </w:pict>
            </w:r>
            <w:r>
              <w:rPr>
                <w:noProof/>
              </w:rPr>
              <w:pict>
                <v:line id="_x0000_s1261" style="position:absolute;flip:x y;z-index:251591168" from="146.85pt,231.65pt" to="133.95pt,247.8pt" strokecolor="red" strokeweight=".57pt"/>
              </w:pict>
            </w:r>
            <w:r>
              <w:rPr>
                <w:noProof/>
              </w:rPr>
              <w:pict>
                <v:line id="_x0000_s1260" style="position:absolute;flip:x y;z-index:251592192" from="133.95pt,247.8pt" to="116.35pt,267.6pt" strokecolor="red" strokeweight=".57pt"/>
              </w:pict>
            </w:r>
            <w:r>
              <w:rPr>
                <w:noProof/>
              </w:rPr>
              <w:pict>
                <v:line id="_x0000_s1259" style="position:absolute;flip:x y;z-index:251593216" from="116.35pt,267.6pt" to="99.7pt,284.8pt" strokecolor="red" strokeweight=".57pt"/>
              </w:pict>
            </w:r>
            <w:r>
              <w:rPr>
                <w:noProof/>
              </w:rPr>
              <w:pict>
                <v:line id="_x0000_s1258" style="position:absolute;flip:x y;z-index:251594240" from="99.7pt,284.8pt" to="80.95pt,302.25pt" strokecolor="red" strokeweight=".57pt"/>
              </w:pict>
            </w:r>
            <w:r>
              <w:rPr>
                <w:noProof/>
              </w:rPr>
              <w:pict>
                <v:line id="_x0000_s1257" style="position:absolute;flip:x y;z-index:251595264" from="80.95pt,302.25pt" to="72.1pt,311.55pt" strokecolor="red" strokeweight=".57pt"/>
              </w:pict>
            </w:r>
            <w:r>
              <w:rPr>
                <w:noProof/>
              </w:rPr>
              <w:pict>
                <v:line id="_x0000_s1256" style="position:absolute;flip:x y;z-index:251596288" from="72.1pt,311.55pt" to="62.6pt,322.15pt" strokecolor="red" strokeweight=".57pt"/>
              </w:pict>
            </w:r>
            <w:r>
              <w:rPr>
                <w:noProof/>
              </w:rPr>
              <w:pict>
                <v:line id="_x0000_s1255" style="position:absolute;flip:x y;z-index:251597312" from="62.6pt,322.15pt" to="54.6pt,335.2pt" strokecolor="red" strokeweight=".57pt"/>
              </w:pict>
            </w:r>
            <w:r>
              <w:rPr>
                <w:noProof/>
              </w:rPr>
              <w:pict>
                <v:line id="_x0000_s1254" style="position:absolute;flip:x y;z-index:251598336" from="54.6pt,335.2pt" to="48.7pt,341.95pt" strokecolor="red" strokeweight=".57pt"/>
              </w:pict>
            </w:r>
            <w:r>
              <w:rPr>
                <w:noProof/>
              </w:rPr>
              <w:pict>
                <v:line id="_x0000_s1253" style="position:absolute;flip:x y;z-index:251599360" from="48.7pt,341.95pt" to="45.5pt,353.85pt" strokecolor="red" strokeweight=".57pt"/>
              </w:pict>
            </w:r>
            <w:r>
              <w:rPr>
                <w:noProof/>
              </w:rPr>
              <w:pict>
                <v:oval id="_x0000_s1252" style="position:absolute;margin-left:375.9pt;margin-top:2.05pt;width:2.85pt;height:2.85pt;z-index:251600384" fillcolor="black"/>
              </w:pict>
            </w:r>
            <w:r>
              <w:rPr>
                <w:noProof/>
              </w:rPr>
              <w:pict>
                <v:oval id="_x0000_s1251" style="position:absolute;margin-left:409.8pt;margin-top:28.7pt;width:2.85pt;height:2.85pt;z-index:251601408" fillcolor="black"/>
              </w:pict>
            </w:r>
            <w:r>
              <w:rPr>
                <w:noProof/>
              </w:rPr>
              <w:pict>
                <v:oval id="_x0000_s1250" style="position:absolute;margin-left:376.55pt;margin-top:69.45pt;width:2.85pt;height:2.85pt;z-index:251602432" fillcolor="black"/>
              </w:pict>
            </w:r>
            <w:r>
              <w:rPr>
                <w:noProof/>
              </w:rPr>
              <w:pict>
                <v:oval id="_x0000_s1249" style="position:absolute;margin-left:343.75pt;margin-top:43.8pt;width:2.85pt;height:2.85pt;z-index:251603456" fillcolor="black"/>
              </w:pict>
            </w:r>
            <w:r>
              <w:rPr>
                <w:noProof/>
              </w:rPr>
              <w:pict>
                <v:oval id="_x0000_s1248" style="position:absolute;margin-left:375.9pt;margin-top:2.05pt;width:2.85pt;height:2.85pt;z-index:251604480" fillcolor="black"/>
              </w:pict>
            </w:r>
            <w:r>
              <w:rPr>
                <w:noProof/>
              </w:rPr>
              <w:pict>
                <v:oval id="_x0000_s1247" style="position:absolute;margin-left:44.1pt;margin-top:352.45pt;width:2.85pt;height:2.85pt;z-index:251605504" fillcolor="black"/>
              </w:pict>
            </w:r>
            <w:r>
              <w:rPr>
                <w:noProof/>
              </w:rPr>
              <w:pict>
                <v:oval id="_x0000_s1246" style="position:absolute;margin-left:55.4pt;margin-top:368.2pt;width:2.85pt;height:2.85pt;z-index:251606528" fillcolor="black"/>
              </w:pict>
            </w:r>
            <w:r>
              <w:rPr>
                <w:noProof/>
              </w:rPr>
              <w:pict>
                <v:oval id="_x0000_s1245" style="position:absolute;margin-left:63.4pt;margin-top:379.05pt;width:2.85pt;height:2.85pt;z-index:251607552" fillcolor="black"/>
              </w:pict>
            </w:r>
            <w:r>
              <w:rPr>
                <w:noProof/>
              </w:rPr>
              <w:pict>
                <v:oval id="_x0000_s1244" style="position:absolute;margin-left:68.4pt;margin-top:384.05pt;width:2.85pt;height:2.85pt;z-index:251608576" fillcolor="black"/>
              </w:pict>
            </w:r>
            <w:r>
              <w:rPr>
                <w:noProof/>
              </w:rPr>
              <w:pict>
                <v:oval id="_x0000_s1243" style="position:absolute;margin-left:75.7pt;margin-top:389.95pt;width:2.85pt;height:2.85pt;z-index:251609600" fillcolor="black"/>
              </w:pict>
            </w:r>
            <w:r>
              <w:rPr>
                <w:noProof/>
              </w:rPr>
              <w:pict>
                <v:oval id="_x0000_s1242" style="position:absolute;margin-left:82.15pt;margin-top:395.25pt;width:2.85pt;height:2.85pt;z-index:251610624" fillcolor="black"/>
              </w:pict>
            </w:r>
            <w:r>
              <w:rPr>
                <w:noProof/>
              </w:rPr>
              <w:pict>
                <v:oval id="_x0000_s1241" style="position:absolute;margin-left:94.45pt;margin-top:405.35pt;width:2.85pt;height:2.85pt;z-index:251611648" fillcolor="black"/>
              </w:pict>
            </w:r>
            <w:r>
              <w:rPr>
                <w:noProof/>
              </w:rPr>
              <w:pict>
                <v:oval id="_x0000_s1240" style="position:absolute;margin-left:105.6pt;margin-top:411.7pt;width:2.85pt;height:2.85pt;z-index:251612672" fillcolor="black"/>
              </w:pict>
            </w:r>
            <w:r>
              <w:rPr>
                <w:noProof/>
              </w:rPr>
              <w:pict>
                <v:oval id="_x0000_s1239" style="position:absolute;margin-left:117.2pt;margin-top:417.55pt;width:2.85pt;height:2.85pt;z-index:251613696" fillcolor="black"/>
              </w:pict>
            </w:r>
            <w:r>
              <w:rPr>
                <w:noProof/>
              </w:rPr>
              <w:pict>
                <v:oval id="_x0000_s1238" style="position:absolute;margin-left:127.25pt;margin-top:421.5pt;width:2.85pt;height:2.85pt;z-index:251614720" fillcolor="black"/>
              </w:pict>
            </w:r>
            <w:r>
              <w:rPr>
                <w:noProof/>
              </w:rPr>
              <w:pict>
                <v:oval id="_x0000_s1237" style="position:absolute;margin-left:136.25pt;margin-top:421.65pt;width:2.85pt;height:2.85pt;z-index:251615744" fillcolor="black"/>
              </w:pict>
            </w:r>
            <w:r>
              <w:rPr>
                <w:noProof/>
              </w:rPr>
              <w:pict>
                <v:oval id="_x0000_s1236" style="position:absolute;margin-left:147.65pt;margin-top:420.85pt;width:2.85pt;height:2.85pt;z-index:251616768" fillcolor="black"/>
              </w:pict>
            </w:r>
            <w:r>
              <w:rPr>
                <w:noProof/>
              </w:rPr>
              <w:pict>
                <v:oval id="_x0000_s1235" style="position:absolute;margin-left:157.25pt;margin-top:420.75pt;width:2.85pt;height:2.85pt;z-index:251617792" fillcolor="black"/>
              </w:pict>
            </w:r>
            <w:r>
              <w:rPr>
                <w:noProof/>
              </w:rPr>
              <w:pict>
                <v:oval id="_x0000_s1234" style="position:absolute;margin-left:167.3pt;margin-top:420.85pt;width:2.85pt;height:2.85pt;z-index:251618816" fillcolor="black"/>
              </w:pict>
            </w:r>
            <w:r>
              <w:rPr>
                <w:noProof/>
              </w:rPr>
              <w:pict>
                <v:oval id="_x0000_s1233" style="position:absolute;margin-left:174.2pt;margin-top:421.75pt;width:2.85pt;height:2.85pt;z-index:251619840" fillcolor="black"/>
              </w:pict>
            </w:r>
            <w:r>
              <w:rPr>
                <w:noProof/>
              </w:rPr>
              <w:pict>
                <v:oval id="_x0000_s1232" style="position:absolute;margin-left:183.65pt;margin-top:425.2pt;width:2.85pt;height:2.85pt;z-index:251620864" fillcolor="black"/>
              </w:pict>
            </w:r>
            <w:r>
              <w:rPr>
                <w:noProof/>
              </w:rPr>
              <w:pict>
                <v:oval id="_x0000_s1231" style="position:absolute;margin-left:191.9pt;margin-top:430.3pt;width:2.85pt;height:2.85pt;z-index:251621888" fillcolor="black"/>
              </w:pict>
            </w:r>
            <w:r>
              <w:rPr>
                <w:noProof/>
              </w:rPr>
              <w:pict>
                <v:oval id="_x0000_s1230" style="position:absolute;margin-left:203.2pt;margin-top:437.1pt;width:2.85pt;height:2.85pt;z-index:251622912" fillcolor="black"/>
              </w:pict>
            </w:r>
            <w:r>
              <w:rPr>
                <w:noProof/>
              </w:rPr>
              <w:pict>
                <v:oval id="_x0000_s1229" style="position:absolute;margin-left:212.5pt;margin-top:441.9pt;width:2.85pt;height:2.85pt;z-index:251623936" fillcolor="black"/>
              </w:pict>
            </w:r>
            <w:r>
              <w:rPr>
                <w:noProof/>
              </w:rPr>
              <w:pict>
                <v:oval id="_x0000_s1228" style="position:absolute;margin-left:220.2pt;margin-top:444.85pt;width:2.85pt;height:2.85pt;z-index:251624960" fillcolor="black"/>
              </w:pict>
            </w:r>
            <w:r>
              <w:rPr>
                <w:noProof/>
              </w:rPr>
              <w:pict>
                <v:oval id="_x0000_s1227" style="position:absolute;margin-left:227.65pt;margin-top:447.95pt;width:2.85pt;height:2.85pt;z-index:251625984" fillcolor="black"/>
              </w:pict>
            </w:r>
            <w:r>
              <w:rPr>
                <w:noProof/>
              </w:rPr>
              <w:pict>
                <v:oval id="_x0000_s1226" style="position:absolute;margin-left:231.15pt;margin-top:450.7pt;width:2.85pt;height:2.85pt;z-index:251627008" fillcolor="black"/>
              </w:pict>
            </w:r>
            <w:r>
              <w:rPr>
                <w:noProof/>
              </w:rPr>
              <w:pict>
                <v:oval id="_x0000_s1225" style="position:absolute;margin-left:232.5pt;margin-top:454.4pt;width:2.85pt;height:2.85pt;z-index:251628032" fillcolor="black"/>
              </w:pict>
            </w:r>
            <w:r>
              <w:rPr>
                <w:noProof/>
              </w:rPr>
              <w:pict>
                <v:oval id="_x0000_s1224" style="position:absolute;margin-left:230.5pt;margin-top:461.5pt;width:2.85pt;height:2.85pt;z-index:251629056" fillcolor="black"/>
              </w:pict>
            </w:r>
            <w:r>
              <w:rPr>
                <w:noProof/>
              </w:rPr>
              <w:pict>
                <v:oval id="_x0000_s1223" style="position:absolute;margin-left:227.05pt;margin-top:471.3pt;width:2.85pt;height:2.85pt;z-index:251630080" fillcolor="black"/>
              </w:pict>
            </w:r>
            <w:r>
              <w:rPr>
                <w:noProof/>
              </w:rPr>
              <w:pict>
                <v:oval id="_x0000_s1222" style="position:absolute;margin-left:224.45pt;margin-top:482.7pt;width:2.85pt;height:2.85pt;z-index:251631104" fillcolor="black"/>
              </w:pict>
            </w:r>
            <w:r>
              <w:rPr>
                <w:noProof/>
              </w:rPr>
              <w:pict>
                <v:oval id="_x0000_s1221" style="position:absolute;margin-left:224.05pt;margin-top:489.55pt;width:2.85pt;height:2.85pt;z-index:251632128" fillcolor="black"/>
              </w:pict>
            </w:r>
            <w:r>
              <w:rPr>
                <w:noProof/>
              </w:rPr>
              <w:pict>
                <v:oval id="_x0000_s1220" style="position:absolute;margin-left:225.7pt;margin-top:498.65pt;width:2.85pt;height:2.85pt;z-index:251633152" fillcolor="black"/>
              </w:pict>
            </w:r>
            <w:r>
              <w:rPr>
                <w:noProof/>
              </w:rPr>
              <w:pict>
                <v:oval id="_x0000_s1219" style="position:absolute;margin-left:229.15pt;margin-top:503.2pt;width:2.85pt;height:2.85pt;z-index:251634176" fillcolor="black"/>
              </w:pict>
            </w:r>
            <w:r>
              <w:rPr>
                <w:noProof/>
              </w:rPr>
              <w:pict>
                <v:oval id="_x0000_s1218" style="position:absolute;margin-left:234.75pt;margin-top:508.25pt;width:2.85pt;height:2.85pt;z-index:251635200" fillcolor="black"/>
              </w:pict>
            </w:r>
            <w:r>
              <w:rPr>
                <w:noProof/>
              </w:rPr>
              <w:pict>
                <v:oval id="_x0000_s1217" style="position:absolute;margin-left:242.55pt;margin-top:512.75pt;width:2.85pt;height:2.85pt;z-index:251636224" fillcolor="black"/>
              </w:pict>
            </w:r>
            <w:r>
              <w:rPr>
                <w:noProof/>
              </w:rPr>
              <w:pict>
                <v:oval id="_x0000_s1216" style="position:absolute;margin-left:248.35pt;margin-top:514.6pt;width:2.85pt;height:2.85pt;z-index:251637248" fillcolor="black"/>
              </w:pict>
            </w:r>
            <w:r>
              <w:rPr>
                <w:noProof/>
              </w:rPr>
              <w:pict>
                <v:oval id="_x0000_s1215" style="position:absolute;margin-left:263.7pt;margin-top:515.9pt;width:2.85pt;height:2.85pt;z-index:251638272" fillcolor="black"/>
              </w:pict>
            </w:r>
            <w:r>
              <w:rPr>
                <w:noProof/>
              </w:rPr>
              <w:pict>
                <v:oval id="_x0000_s1214" style="position:absolute;margin-left:296.4pt;margin-top:515.35pt;width:2.85pt;height:2.85pt;z-index:251639296" fillcolor="black"/>
              </w:pict>
            </w:r>
            <w:r>
              <w:rPr>
                <w:noProof/>
              </w:rPr>
              <w:pict>
                <v:oval id="_x0000_s1213" style="position:absolute;margin-left:313.35pt;margin-top:509.05pt;width:2.85pt;height:2.85pt;z-index:251640320" fillcolor="black"/>
              </w:pict>
            </w:r>
            <w:r>
              <w:rPr>
                <w:noProof/>
              </w:rPr>
              <w:pict>
                <v:oval id="_x0000_s1212" style="position:absolute;margin-left:326.9pt;margin-top:496.95pt;width:2.85pt;height:2.85pt;z-index:251641344" fillcolor="black"/>
              </w:pict>
            </w:r>
            <w:r>
              <w:rPr>
                <w:noProof/>
              </w:rPr>
              <w:pict>
                <v:oval id="_x0000_s1211" style="position:absolute;margin-left:330.85pt;margin-top:490.45pt;width:2.85pt;height:2.85pt;z-index:251642368" fillcolor="black"/>
              </w:pict>
            </w:r>
            <w:r>
              <w:rPr>
                <w:noProof/>
              </w:rPr>
              <w:pict>
                <v:oval id="_x0000_s1210" style="position:absolute;margin-left:334.25pt;margin-top:483.25pt;width:2.85pt;height:2.85pt;z-index:251643392" fillcolor="black"/>
              </w:pict>
            </w:r>
            <w:r>
              <w:rPr>
                <w:noProof/>
              </w:rPr>
              <w:pict>
                <v:oval id="_x0000_s1209" style="position:absolute;margin-left:339.15pt;margin-top:466.8pt;width:2.85pt;height:2.85pt;z-index:251644416" fillcolor="black"/>
              </w:pict>
            </w:r>
            <w:r>
              <w:rPr>
                <w:noProof/>
              </w:rPr>
              <w:pict>
                <v:oval id="_x0000_s1208" style="position:absolute;margin-left:345.3pt;margin-top:448.35pt;width:2.85pt;height:2.85pt;z-index:251645440" fillcolor="black"/>
              </w:pict>
            </w:r>
            <w:r>
              <w:rPr>
                <w:noProof/>
              </w:rPr>
              <w:pict>
                <v:oval id="_x0000_s1207" style="position:absolute;margin-left:348pt;margin-top:439.55pt;width:2.85pt;height:2.85pt;z-index:251646464" fillcolor="black"/>
              </w:pict>
            </w:r>
            <w:r>
              <w:rPr>
                <w:noProof/>
              </w:rPr>
              <w:pict>
                <v:oval id="_x0000_s1206" style="position:absolute;margin-left:350.8pt;margin-top:430.2pt;width:2.85pt;height:2.85pt;z-index:251647488" fillcolor="black"/>
              </w:pict>
            </w:r>
            <w:r>
              <w:rPr>
                <w:noProof/>
              </w:rPr>
              <w:pict>
                <v:oval id="_x0000_s1205" style="position:absolute;margin-left:351.9pt;margin-top:424pt;width:2.85pt;height:2.85pt;z-index:251648512" fillcolor="black"/>
              </w:pict>
            </w:r>
            <w:r>
              <w:rPr>
                <w:noProof/>
              </w:rPr>
              <w:pict>
                <v:oval id="_x0000_s1204" style="position:absolute;margin-left:372.95pt;margin-top:393.45pt;width:2.85pt;height:2.85pt;z-index:251649536" fillcolor="black"/>
              </w:pict>
            </w:r>
            <w:r>
              <w:rPr>
                <w:noProof/>
              </w:rPr>
              <w:pict>
                <v:oval id="_x0000_s1203" style="position:absolute;margin-left:415.1pt;margin-top:337.95pt;width:2.85pt;height:2.85pt;z-index:251650560" fillcolor="black"/>
              </w:pict>
            </w:r>
            <w:r>
              <w:rPr>
                <w:noProof/>
              </w:rPr>
              <w:pict>
                <v:oval id="_x0000_s1202" style="position:absolute;margin-left:424.7pt;margin-top:327.55pt;width:2.85pt;height:2.85pt;z-index:251651584" fillcolor="black"/>
              </w:pict>
            </w:r>
            <w:r>
              <w:rPr>
                <w:noProof/>
              </w:rPr>
              <w:pict>
                <v:oval id="_x0000_s1201" style="position:absolute;margin-left:430.6pt;margin-top:324pt;width:2.85pt;height:2.85pt;z-index:251652608" fillcolor="black"/>
              </w:pict>
            </w:r>
            <w:r>
              <w:rPr>
                <w:noProof/>
              </w:rPr>
              <w:pict>
                <v:oval id="_x0000_s1200" style="position:absolute;margin-left:438.55pt;margin-top:320.25pt;width:2.85pt;height:2.85pt;z-index:251653632" fillcolor="black"/>
              </w:pict>
            </w:r>
            <w:r>
              <w:rPr>
                <w:noProof/>
              </w:rPr>
              <w:pict>
                <v:oval id="_x0000_s1199" style="position:absolute;margin-left:444.55pt;margin-top:317.85pt;width:2.85pt;height:2.85pt;z-index:251654656" fillcolor="black"/>
              </w:pict>
            </w:r>
            <w:r>
              <w:rPr>
                <w:noProof/>
              </w:rPr>
              <w:pict>
                <v:oval id="_x0000_s1198" style="position:absolute;margin-left:452.05pt;margin-top:315.3pt;width:2.85pt;height:2.85pt;z-index:251655680" fillcolor="black"/>
              </w:pict>
            </w:r>
            <w:r>
              <w:rPr>
                <w:noProof/>
              </w:rPr>
              <w:pict>
                <v:oval id="_x0000_s1197" style="position:absolute;margin-left:434.65pt;margin-top:300.45pt;width:2.85pt;height:2.85pt;z-index:251656704" fillcolor="black"/>
              </w:pict>
            </w:r>
            <w:r>
              <w:rPr>
                <w:noProof/>
              </w:rPr>
              <w:pict>
                <v:oval id="_x0000_s1196" style="position:absolute;margin-left:424.6pt;margin-top:291.3pt;width:2.85pt;height:2.85pt;z-index:251657728" fillcolor="black"/>
              </w:pict>
            </w:r>
            <w:r>
              <w:rPr>
                <w:noProof/>
              </w:rPr>
              <w:pict>
                <v:oval id="_x0000_s1195" style="position:absolute;margin-left:415pt;margin-top:281.1pt;width:2.85pt;height:2.85pt;z-index:251658752" fillcolor="black"/>
              </w:pict>
            </w:r>
            <w:r>
              <w:rPr>
                <w:noProof/>
              </w:rPr>
              <w:pict>
                <v:oval id="_x0000_s1194" style="position:absolute;margin-left:398.6pt;margin-top:266.65pt;width:2.85pt;height:2.85pt;z-index:251659776" fillcolor="black"/>
              </w:pict>
            </w:r>
            <w:r>
              <w:rPr>
                <w:noProof/>
              </w:rPr>
              <w:pict>
                <v:oval id="_x0000_s1193" style="position:absolute;margin-left:387.35pt;margin-top:255.85pt;width:2.85pt;height:2.85pt;z-index:251660800" fillcolor="black"/>
              </w:pict>
            </w:r>
            <w:r>
              <w:rPr>
                <w:noProof/>
              </w:rPr>
              <w:pict>
                <v:oval id="_x0000_s1192" style="position:absolute;margin-left:384.65pt;margin-top:252.55pt;width:2.85pt;height:2.85pt;z-index:251661824" fillcolor="black"/>
              </w:pict>
            </w:r>
            <w:r>
              <w:rPr>
                <w:noProof/>
              </w:rPr>
              <w:pict>
                <v:oval id="_x0000_s1191" style="position:absolute;margin-left:381.65pt;margin-top:247.85pt;width:2.85pt;height:2.85pt;z-index:251662848" fillcolor="black"/>
              </w:pict>
            </w:r>
            <w:r>
              <w:rPr>
                <w:noProof/>
              </w:rPr>
              <w:pict>
                <v:oval id="_x0000_s1190" style="position:absolute;margin-left:377.45pt;margin-top:242.6pt;width:2.85pt;height:2.85pt;z-index:251663872" fillcolor="black"/>
              </w:pict>
            </w:r>
            <w:r>
              <w:rPr>
                <w:noProof/>
              </w:rPr>
              <w:pict>
                <v:oval id="_x0000_s1189" style="position:absolute;margin-left:371.45pt;margin-top:237.1pt;width:2.85pt;height:2.85pt;z-index:251664896" fillcolor="black"/>
              </w:pict>
            </w:r>
            <w:r>
              <w:rPr>
                <w:noProof/>
              </w:rPr>
              <w:pict>
                <v:oval id="_x0000_s1188" style="position:absolute;margin-left:365pt;margin-top:215.8pt;width:2.85pt;height:2.85pt;z-index:251665920" fillcolor="black"/>
              </w:pict>
            </w:r>
            <w:r>
              <w:rPr>
                <w:noProof/>
              </w:rPr>
              <w:pict>
                <v:oval id="_x0000_s1187" style="position:absolute;margin-left:356.5pt;margin-top:203.65pt;width:2.85pt;height:2.85pt;z-index:251666944" fillcolor="black"/>
              </w:pict>
            </w:r>
            <w:r>
              <w:rPr>
                <w:noProof/>
              </w:rPr>
              <w:pict>
                <v:oval id="_x0000_s1186" style="position:absolute;margin-left:356.2pt;margin-top:192.4pt;width:2.85pt;height:2.85pt;z-index:251667968" fillcolor="black"/>
              </w:pict>
            </w:r>
            <w:r>
              <w:rPr>
                <w:noProof/>
              </w:rPr>
              <w:pict>
                <v:oval id="_x0000_s1185" style="position:absolute;margin-left:361.35pt;margin-top:174.15pt;width:2.85pt;height:2.85pt;z-index:251668992" fillcolor="black"/>
              </w:pict>
            </w:r>
            <w:r>
              <w:rPr>
                <w:noProof/>
              </w:rPr>
              <w:pict>
                <v:oval id="_x0000_s1184" style="position:absolute;margin-left:353.45pt;margin-top:161.1pt;width:2.85pt;height:2.85pt;z-index:251670016" fillcolor="black"/>
              </w:pict>
            </w:r>
            <w:r>
              <w:rPr>
                <w:noProof/>
              </w:rPr>
              <w:pict>
                <v:oval id="_x0000_s1183" style="position:absolute;margin-left:338.6pt;margin-top:149.85pt;width:2.85pt;height:2.85pt;z-index:251671040" fillcolor="black"/>
              </w:pict>
            </w:r>
            <w:r>
              <w:rPr>
                <w:noProof/>
              </w:rPr>
              <w:pict>
                <v:oval id="_x0000_s1182" style="position:absolute;margin-left:320.35pt;margin-top:138.9pt;width:2.85pt;height:2.85pt;z-index:251672064" fillcolor="black"/>
              </w:pict>
            </w:r>
            <w:r>
              <w:rPr>
                <w:noProof/>
              </w:rPr>
              <w:pict>
                <v:oval id="_x0000_s1181" style="position:absolute;margin-left:296.3pt;margin-top:126.7pt;width:2.85pt;height:2.85pt;z-index:251673088" fillcolor="black"/>
              </w:pict>
            </w:r>
            <w:r>
              <w:rPr>
                <w:noProof/>
              </w:rPr>
              <w:pict>
                <v:oval id="_x0000_s1180" style="position:absolute;margin-left:283.25pt;margin-top:114.55pt;width:2.85pt;height:2.85pt;z-index:251674112" fillcolor="black"/>
              </w:pict>
            </w:r>
            <w:r>
              <w:rPr>
                <w:noProof/>
              </w:rPr>
              <w:pict>
                <v:oval id="_x0000_s1179" style="position:absolute;margin-left:269.4pt;margin-top:109.05pt;width:2.85pt;height:2.85pt;z-index:251675136" fillcolor="black"/>
              </w:pict>
            </w:r>
            <w:r>
              <w:rPr>
                <w:noProof/>
              </w:rPr>
              <w:pict>
                <v:oval id="_x0000_s1178" style="position:absolute;margin-left:230.05pt;margin-top:92.5pt;width:2.85pt;height:2.85pt;z-index:251676160" fillcolor="black"/>
              </w:pict>
            </w:r>
            <w:r>
              <w:rPr>
                <w:noProof/>
              </w:rPr>
              <w:pict>
                <v:oval id="_x0000_s1177" style="position:absolute;margin-left:223.25pt;margin-top:100.85pt;width:2.85pt;height:2.85pt;z-index:251677184" fillcolor="black"/>
              </w:pict>
            </w:r>
            <w:r>
              <w:rPr>
                <w:noProof/>
              </w:rPr>
              <w:pict>
                <v:oval id="_x0000_s1176" style="position:absolute;margin-left:214.25pt;margin-top:110.7pt;width:2.85pt;height:2.85pt;z-index:251678208" fillcolor="black"/>
              </w:pict>
            </w:r>
            <w:r>
              <w:rPr>
                <w:noProof/>
              </w:rPr>
              <w:pict>
                <v:oval id="_x0000_s1175" style="position:absolute;margin-left:205.15pt;margin-top:123.65pt;width:2.85pt;height:2.85pt;z-index:251679232" fillcolor="black"/>
              </w:pict>
            </w:r>
            <w:r>
              <w:rPr>
                <w:noProof/>
              </w:rPr>
              <w:pict>
                <v:oval id="_x0000_s1174" style="position:absolute;margin-left:202.3pt;margin-top:131.1pt;width:2.85pt;height:2.85pt;z-index:251680256" fillcolor="black"/>
              </w:pict>
            </w:r>
            <w:r>
              <w:rPr>
                <w:noProof/>
              </w:rPr>
              <w:pict>
                <v:oval id="_x0000_s1173" style="position:absolute;margin-left:198.85pt;margin-top:146pt;width:2.85pt;height:2.85pt;z-index:251681280" fillcolor="black"/>
              </w:pict>
            </w:r>
            <w:r>
              <w:rPr>
                <w:noProof/>
              </w:rPr>
              <w:pict>
                <v:oval id="_x0000_s1172" style="position:absolute;margin-left:197.45pt;margin-top:151.85pt;width:2.85pt;height:2.85pt;z-index:251682304" fillcolor="black"/>
              </w:pict>
            </w:r>
            <w:r>
              <w:rPr>
                <w:noProof/>
              </w:rPr>
              <w:pict>
                <v:oval id="_x0000_s1171" style="position:absolute;margin-left:183.2pt;margin-top:178.2pt;width:2.85pt;height:2.85pt;z-index:251683328" fillcolor="black"/>
              </w:pict>
            </w:r>
            <w:r>
              <w:rPr>
                <w:noProof/>
              </w:rPr>
              <w:pict>
                <v:oval id="_x0000_s1170" style="position:absolute;margin-left:172.85pt;margin-top:192.55pt;width:2.85pt;height:2.85pt;z-index:251684352" fillcolor="black"/>
              </w:pict>
            </w:r>
            <w:r>
              <w:rPr>
                <w:noProof/>
              </w:rPr>
              <w:pict>
                <v:oval id="_x0000_s1169" style="position:absolute;margin-left:166.1pt;margin-top:206.2pt;width:2.85pt;height:2.85pt;z-index:251685376" fillcolor="black"/>
              </w:pict>
            </w:r>
            <w:r>
              <w:rPr>
                <w:noProof/>
              </w:rPr>
              <w:pict>
                <v:oval id="_x0000_s1168" style="position:absolute;margin-left:154pt;margin-top:220.8pt;width:2.85pt;height:2.85pt;z-index:251686400" fillcolor="black"/>
              </w:pict>
            </w:r>
            <w:r>
              <w:rPr>
                <w:noProof/>
              </w:rPr>
              <w:pict>
                <v:oval id="_x0000_s1167" style="position:absolute;margin-left:145.45pt;margin-top:230.25pt;width:2.85pt;height:2.85pt;z-index:251687424" fillcolor="black"/>
              </w:pict>
            </w:r>
            <w:r>
              <w:rPr>
                <w:noProof/>
              </w:rPr>
              <w:pict>
                <v:oval id="_x0000_s1166" style="position:absolute;margin-left:132.5pt;margin-top:246.4pt;width:2.85pt;height:2.85pt;z-index:251688448" fillcolor="black"/>
              </w:pict>
            </w:r>
            <w:r>
              <w:rPr>
                <w:noProof/>
              </w:rPr>
              <w:pict>
                <v:oval id="_x0000_s1165" style="position:absolute;margin-left:114.9pt;margin-top:266.2pt;width:2.85pt;height:2.85pt;z-index:251689472" fillcolor="black"/>
              </w:pict>
            </w:r>
            <w:r>
              <w:rPr>
                <w:noProof/>
              </w:rPr>
              <w:pict>
                <v:oval id="_x0000_s1164" style="position:absolute;margin-left:98.3pt;margin-top:283.4pt;width:2.85pt;height:2.85pt;z-index:251690496" fillcolor="black"/>
              </w:pict>
            </w:r>
            <w:r>
              <w:rPr>
                <w:noProof/>
              </w:rPr>
              <w:pict>
                <v:oval id="_x0000_s1163" style="position:absolute;margin-left:79.55pt;margin-top:300.85pt;width:2.85pt;height:2.85pt;z-index:251691520" fillcolor="black"/>
              </w:pict>
            </w:r>
            <w:r>
              <w:rPr>
                <w:noProof/>
              </w:rPr>
              <w:pict>
                <v:oval id="_x0000_s1162" style="position:absolute;margin-left:70.65pt;margin-top:310.15pt;width:2.85pt;height:2.85pt;z-index:251692544" fillcolor="black"/>
              </w:pict>
            </w:r>
            <w:r>
              <w:rPr>
                <w:noProof/>
              </w:rPr>
              <w:pict>
                <v:oval id="_x0000_s1161" style="position:absolute;margin-left:61.15pt;margin-top:320.7pt;width:2.85pt;height:2.85pt;z-index:251693568" fillcolor="black"/>
              </w:pict>
            </w:r>
            <w:r>
              <w:rPr>
                <w:noProof/>
              </w:rPr>
              <w:pict>
                <v:oval id="_x0000_s1160" style="position:absolute;margin-left:53.2pt;margin-top:333.8pt;width:2.85pt;height:2.85pt;z-index:251694592" fillcolor="black"/>
              </w:pict>
            </w:r>
            <w:r>
              <w:rPr>
                <w:noProof/>
              </w:rPr>
              <w:pict>
                <v:oval id="_x0000_s1159" style="position:absolute;margin-left:47.25pt;margin-top:340.55pt;width:2.85pt;height:2.85pt;z-index:251695616" fillcolor="black"/>
              </w:pict>
            </w:r>
            <w:r>
              <w:rPr>
                <w:noProof/>
              </w:rPr>
              <w:pict>
                <v:oval id="_x0000_s1158" style="position:absolute;margin-left:44.1pt;margin-top:352.45pt;width:2.85pt;height:2.85pt;z-index:251696640" fillcolor="black"/>
              </w:pict>
            </w:r>
            <w:r>
              <w:rPr>
                <w:noProof/>
              </w:rPr>
              <w:pict>
                <v:shape id="_x0000_s1157" style="position:absolute;margin-left:374.95pt;margin-top:-9.1pt;width:31pt;height:36pt;z-index:25169766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6" style="position:absolute;margin-left:414.2pt;margin-top:24.25pt;width:31pt;height:36pt;z-index:25169868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5" style="position:absolute;margin-left:373.85pt;margin-top:73.8pt;width:31pt;height:36pt;z-index:25169971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4" style="position:absolute;margin-left:311.2pt;margin-top:41.2pt;width:31pt;height:36pt;z-index:25170073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3" style="position:absolute;margin-left:315.2pt;margin-top:25.15pt;width:127pt;height:36pt;z-index:25170176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х. Белая Балка(1)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2" style="position:absolute;margin-left:44.2pt;margin-top:341.75pt;width:31pt;height:36pt;z-index:25170278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1" style="position:absolute;margin-left:58.3pt;margin-top:359.9pt;width:31pt;height:36pt;z-index:25170380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0" style="position:absolute;margin-left:65.9pt;margin-top:370.25pt;width:31pt;height:36pt;z-index:25170483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9" style="position:absolute;margin-left:70.15pt;margin-top:374.55pt;width:31pt;height:36pt;z-index:25170585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8" style="position:absolute;margin-left:77.15pt;margin-top:380.15pt;width:31pt;height:36pt;z-index:25170688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7" style="position:absolute;margin-left:83.65pt;margin-top:385.5pt;width:39pt;height:36pt;z-index:25170790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н10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6" style="position:absolute;margin-left:95.4pt;margin-top:395.15pt;width:38pt;height:36pt;z-index:25170892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н11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5" style="position:absolute;margin-left:105.85pt;margin-top:401.1pt;width:39pt;height:36pt;z-index:25170995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н12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4" style="position:absolute;margin-left:116.85pt;margin-top:406.7pt;width:39pt;height:36pt;z-index:25171097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н13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3" style="position:absolute;margin-left:125.2pt;margin-top:410.05pt;width:39pt;height:36pt;z-index:25171200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н14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2" style="position:absolute;margin-left:103.45pt;margin-top:410.05pt;width:39pt;height:36pt;z-index:25171302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1" style="position:absolute;margin-left:114.75pt;margin-top:409.3pt;width:39pt;height:36pt;z-index:25171404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0" style="position:absolute;margin-left:124.65pt;margin-top:409.15pt;width:39pt;height:36pt;z-index:25171507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9" style="position:absolute;margin-left:164.3pt;margin-top:409.3pt;width:39pt;height:36pt;z-index:25171609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н18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8" style="position:absolute;margin-left:172.55pt;margin-top:410.4pt;width:39pt;height:36pt;z-index:25171712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н19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7" style="position:absolute;margin-left:183.6pt;margin-top:414.45pt;width:39pt;height:36pt;z-index:25171814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н20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6" style="position:absolute;margin-left:192.5pt;margin-top:419.9pt;width:39pt;height:36pt;z-index:25171916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н21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5" style="position:absolute;margin-left:203.5pt;margin-top:426.5pt;width:39pt;height:36pt;z-index:25172019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н22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4" style="position:absolute;margin-left:212.2pt;margin-top:431pt;width:39pt;height:36pt;z-index:25172121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н23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3" style="position:absolute;margin-left:219.6pt;margin-top:433.85pt;width:39pt;height:36pt;z-index:25172224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н24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2" style="position:absolute;margin-left:228.15pt;margin-top:437.45pt;width:39pt;height:36pt;z-index:25172326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н25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1" style="position:absolute;margin-left:234.05pt;margin-top:442.4pt;width:39pt;height:36pt;z-index:25172428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н26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0" style="position:absolute;margin-left:236.95pt;margin-top:450.5pt;width:39pt;height:36pt;z-index:25172531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н27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9" style="position:absolute;margin-left:234.55pt;margin-top:460.35pt;width:39pt;height:36pt;z-index:25172633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н28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8" style="position:absolute;margin-left:231.15pt;margin-top:469.95pt;width:39pt;height:36pt;z-index:25172736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н29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7" style="position:absolute;margin-left:228.8pt;margin-top:480.25pt;width:39pt;height:36pt;z-index:25172838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н30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6" style="position:absolute;margin-left:228.45pt;margin-top:485.5pt;width:39pt;height:36pt;z-index:25172940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н31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5" style="position:absolute;margin-left:229.45pt;margin-top:491.85pt;width:39pt;height:36pt;z-index:25173043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н32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4" style="position:absolute;margin-left:231.5pt;margin-top:494.25pt;width:39pt;height:36pt;z-index:25173145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н33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3" style="position:absolute;margin-left:235.85pt;margin-top:498.2pt;width:39pt;height:36pt;z-index:25173248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н34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2" style="position:absolute;margin-left:242.2pt;margin-top:501.85pt;width:39pt;height:36pt;z-index:25173350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н35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1" style="position:absolute;margin-left:246.35pt;margin-top:503.15pt;width:39pt;height:36pt;z-index:25173452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н36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0" style="position:absolute;margin-left:260.4pt;margin-top:504.3pt;width:39pt;height:36pt;z-index:25173555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н37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9" style="position:absolute;margin-left:262.3pt;margin-top:503.9pt;width:39pt;height:36pt;z-index:25173657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н38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8" style="position:absolute;margin-left:276.6pt;margin-top:498.6pt;width:39pt;height:36pt;z-index:25173760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н39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7" style="position:absolute;margin-left:288.15pt;margin-top:488.25pt;width:39pt;height:36pt;z-index:25173862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6" style="position:absolute;margin-left:291.2pt;margin-top:483.05pt;width:39pt;height:36pt;z-index:25173964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5" style="position:absolute;margin-left:294.2pt;margin-top:476.8pt;width:39pt;height:36pt;z-index:25174067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4" style="position:absolute;margin-left:298.95pt;margin-top:460.8pt;width:39pt;height:36pt;z-index:25174169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3" style="position:absolute;margin-left:305.1pt;margin-top:442.35pt;width:39pt;height:36pt;z-index:25174272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2" style="position:absolute;margin-left:307.75pt;margin-top:433.65pt;width:39pt;height:36pt;z-index:25174374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1" style="position:absolute;margin-left:310.4pt;margin-top:424.75pt;width:39pt;height:36pt;z-index:25174476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0" style="position:absolute;margin-left:311.9pt;margin-top:417.35pt;width:39pt;height:36pt;z-index:25174579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9" style="position:absolute;margin-left:333.85pt;margin-top:385.2pt;width:39pt;height:36pt;z-index:25174681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8" style="position:absolute;margin-left:376.4pt;margin-top:329.2pt;width:39pt;height:36pt;z-index:25174784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н49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7" style="position:absolute;margin-left:387.05pt;margin-top:317.75pt;width:39pt;height:36pt;z-index:25174886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6" style="position:absolute;margin-left:394.25pt;margin-top:313.4pt;width:39pt;height:36pt;z-index:25174988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5" style="position:absolute;margin-left:402.75pt;margin-top:309.35pt;width:39pt;height:36pt;z-index:25175091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4" style="position:absolute;margin-left:409.2pt;margin-top:306.75pt;width:39pt;height:36pt;z-index:25175193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3" style="position:absolute;margin-left:411.6pt;margin-top:310.2pt;width:39pt;height:36pt;z-index:25175296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2" style="position:absolute;margin-left:396.75pt;margin-top:302.85pt;width:39pt;height:36pt;z-index:25175398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1" style="position:absolute;margin-left:386.4pt;margin-top:293.4pt;width:39pt;height:36pt;z-index:25175500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0" style="position:absolute;margin-left:376.85pt;margin-top:283.25pt;width:39pt;height:36pt;z-index:25175603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9" style="position:absolute;margin-left:360.6pt;margin-top:268.95pt;width:39pt;height:36pt;z-index:25175705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8" style="position:absolute;margin-left:348.9pt;margin-top:257.7pt;width:39pt;height:36pt;z-index:25175808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7" style="position:absolute;margin-left:345.6pt;margin-top:253.65pt;width:39pt;height:36pt;z-index:25175910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6" style="position:absolute;margin-left:342.6pt;margin-top:248.95pt;width:39pt;height:36pt;z-index:25176012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5" style="position:absolute;margin-left:339pt;margin-top:244.5pt;width:39pt;height:36pt;z-index:25176115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4" style="position:absolute;margin-left:332.1pt;margin-top:237.75pt;width:39pt;height:36pt;z-index:25176217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3" style="position:absolute;margin-left:325.25pt;margin-top:215.7pt;width:39pt;height:36pt;z-index:25176320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2" style="position:absolute;margin-left:316.35pt;margin-top:202.55pt;width:39pt;height:36pt;z-index:25176422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1" style="position:absolute;margin-left:315.7pt;margin-top:187.8pt;width:39pt;height:36pt;z-index:25176524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0" style="position:absolute;margin-left:320.85pt;margin-top:171.65pt;width:39pt;height:36pt;z-index:25176627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9" style="position:absolute;margin-left:314.95pt;margin-top:162.85pt;width:39pt;height:36pt;z-index:25176729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8" style="position:absolute;margin-left:301.55pt;margin-top:152.9pt;width:39pt;height:36pt;z-index:25176832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н69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7" style="position:absolute;margin-left:283.9pt;margin-top:142.35pt;width:39pt;height:36pt;z-index:25176934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н70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6" style="position:absolute;margin-left:259.1pt;margin-top:129.65pt;width:39pt;height:36pt;z-index:25177036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н71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5" style="position:absolute;margin-left:246.35pt;margin-top:117.7pt;width:39pt;height:36pt;z-index:25177139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н72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4" style="position:absolute;margin-left:233.8pt;margin-top:112.9pt;width:39pt;height:36pt;z-index:25177241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н73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3" style="position:absolute;margin-left:228.4pt;margin-top:96.65pt;width:39pt;height:36pt;z-index:25177344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н74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2" style="position:absolute;margin-left:225.7pt;margin-top:102.5pt;width:39pt;height:36pt;z-index:25177446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н75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1" style="position:absolute;margin-left:216.95pt;margin-top:112.15pt;width:39pt;height:36pt;z-index:25177548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н76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0" style="position:absolute;margin-left:208.65pt;margin-top:123.85pt;width:39pt;height:36pt;z-index:25177651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н77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9" style="position:absolute;margin-left:206.35pt;margin-top:129.9pt;width:39pt;height:36pt;z-index:25177753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н78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8" style="position:absolute;margin-left:203.05pt;margin-top:144.25pt;width:39pt;height:36pt;z-index:25177856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н79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7" style="position:absolute;margin-left:201.35pt;margin-top:151.15pt;width:39pt;height:36pt;z-index:25177958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н80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6" style="position:absolute;margin-left:186.4pt;margin-top:178.85pt;width:39pt;height:36pt;z-index:25178060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н81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5" style="position:absolute;margin-left:176.15pt;margin-top:193.1pt;width:39pt;height:36pt;z-index:25178163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н82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4" style="position:absolute;margin-left:169.2pt;margin-top:206.95pt;width:39pt;height:36pt;z-index:25178265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н83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3" style="position:absolute;margin-left:156.45pt;margin-top:222.45pt;width:39pt;height:36pt;z-index:25178368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н84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2" style="position:absolute;margin-left:147.95pt;margin-top:231.85pt;width:39pt;height:36pt;z-index:25178470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н85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1" style="position:absolute;margin-left:135.05pt;margin-top:247.95pt;width:39pt;height:36pt;z-index:25178572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н86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0" style="position:absolute;margin-left:117.2pt;margin-top:268.05pt;width:39pt;height:36pt;z-index:25178675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н87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9" style="position:absolute;margin-left:100.3pt;margin-top:285.5pt;width:39pt;height:36pt;z-index:25178777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н88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8" style="position:absolute;margin-left:81.6pt;margin-top:302.95pt;width:39pt;height:36pt;z-index:25178880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н89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7" style="position:absolute;margin-left:72.95pt;margin-top:312pt;width:39pt;height:36pt;z-index:251789824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н90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6" style="position:absolute;margin-left:64pt;margin-top:321.9pt;width:39pt;height:36pt;z-index:251790848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н91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5" style="position:absolute;margin-left:56.05pt;margin-top:334.95pt;width:39pt;height:36pt;z-index:251791872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н92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4" style="position:absolute;margin-left:50.75pt;margin-top:340.75pt;width:39pt;height:36pt;z-index:251792896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r>
                          <w:rPr>
                            <w:color w:val="000000"/>
                          </w:rPr>
                          <w:t>н93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3" style="position:absolute;margin-left:186.5pt;margin-top:293.6pt;width:127pt;height:36pt;z-index:251793920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A0C17" w:rsidRDefault="00177506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х. Белая Балка(2)</w:t>
                        </w:r>
                      </w:p>
                    </w:txbxContent>
                  </v:textbox>
                </v:shape>
              </w:pict>
            </w:r>
          </w:p>
          <w:p w:rsidR="001E1206" w:rsidRPr="00053150" w:rsidRDefault="00177506" w:rsidP="00094F15">
            <w:pPr>
              <w:jc w:val="center"/>
            </w:pPr>
          </w:p>
        </w:tc>
      </w:tr>
      <w:tr w:rsidR="00094F15" w:rsidRPr="005B4876" w:rsidTr="009063A1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9063A1" w:rsidRDefault="00177506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177506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177506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177506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177506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094F15" w:rsidRPr="00053150" w:rsidRDefault="00177506" w:rsidP="009063A1">
            <w:pPr>
              <w:jc w:val="center"/>
              <w:rPr>
                <w:b/>
                <w:sz w:val="20"/>
                <w:szCs w:val="20"/>
              </w:rPr>
            </w:pPr>
            <w:r w:rsidRPr="00693753">
              <w:rPr>
                <w:b/>
                <w:sz w:val="20"/>
                <w:szCs w:val="20"/>
              </w:rPr>
              <w:t xml:space="preserve">Масштаб 1: </w:t>
            </w:r>
            <w:r w:rsidRPr="00053150">
              <w:rPr>
                <w:b/>
                <w:sz w:val="20"/>
                <w:szCs w:val="20"/>
              </w:rPr>
              <w:t>3000</w:t>
            </w:r>
          </w:p>
          <w:p w:rsidR="009063A1" w:rsidRPr="00401181" w:rsidRDefault="00177506" w:rsidP="009063A1">
            <w:pPr>
              <w:jc w:val="center"/>
              <w:rPr>
                <w:noProof/>
              </w:rPr>
            </w:pPr>
          </w:p>
        </w:tc>
      </w:tr>
    </w:tbl>
    <w:p w:rsidR="003B7482" w:rsidRDefault="00177506">
      <w:r>
        <w:br w:type="page"/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9"/>
      </w:tblGrid>
      <w:tr w:rsidR="002C054A" w:rsidRPr="005B4876" w:rsidTr="00964FEF">
        <w:trPr>
          <w:trHeight w:val="1474"/>
        </w:trPr>
        <w:tc>
          <w:tcPr>
            <w:tcW w:w="10349" w:type="dxa"/>
            <w:tcBorders>
              <w:top w:val="single" w:sz="4" w:space="0" w:color="auto"/>
            </w:tcBorders>
            <w:vAlign w:val="bottom"/>
          </w:tcPr>
          <w:p w:rsidR="009C73BE" w:rsidRDefault="00177506" w:rsidP="009C73BE">
            <w:pPr>
              <w:pStyle w:val="a7"/>
              <w:jc w:val="center"/>
            </w:pPr>
            <w:r>
              <w:t>Используемые условные знаки и обозначения:</w:t>
            </w:r>
          </w:p>
          <w:p w:rsidR="002C054A" w:rsidRPr="00CA1EE7" w:rsidRDefault="002C054A" w:rsidP="00C24B6C">
            <w:pPr>
              <w:jc w:val="center"/>
            </w:pPr>
          </w:p>
          <w:tbl>
            <w:tblPr>
              <w:tblW w:w="14103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1008"/>
              <w:gridCol w:w="540"/>
              <w:gridCol w:w="4532"/>
              <w:gridCol w:w="3491"/>
              <w:gridCol w:w="4532"/>
            </w:tblGrid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:rsidR="002C054A" w:rsidRPr="004143B0" w:rsidRDefault="002C054A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не могут быть </w:t>
                  </w:r>
                  <w:r w:rsidRPr="00CA1EE7">
                    <w:br/>
                    <w:t>переданы в масштабе разделов графической части:</w:t>
                  </w:r>
                </w:p>
                <w:p w:rsidR="001D5B2F" w:rsidRPr="004143B0" w:rsidRDefault="001D5B2F" w:rsidP="00C24B6C">
                  <w:pPr>
                    <w:jc w:val="center"/>
                  </w:pP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rect id="Rectangle 96" o:spid="_x0000_s1366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>Обозначение точки земельных участков, имеющиеся в ГКН сведения о границе которых достаточны для определения ее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rect id="Rectangle 95" o:spid="_x0000_s1365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 xml:space="preserve">Обозначение точки земельных участков, имеющиеся в ГКН сведения о границе которых не достаточны для определения ее положения на местности. 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rect id="Rectangle 94" o:spid="_x0000_s1364" style="width:5.65pt;height:5.6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>Обозначение точки земельных участков, представляющих собой единое землепользование с преобладанием обособленных участков, имеющиеся в ГКН сведения о границах которых достаточны для определения их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rect id="Rectangle 93" o:spid="_x0000_s1363" style="width:5.65pt;height:5.65pt;visibility:visible;mso-left-percent:-10001;mso-top-percent:-10001;mso-position-horizontal:absolute;mso-position-horizontal-relative:char;mso-position-vertical:absolute;mso-position-vertical-relative:line;mso-left-percent:-10001;mso-top-percent:-10001" filled="f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>Обозначение точки ранее учтенных земельных участков, представляющих собой единое землепользование с преобладанием обособленных участков, имеющиеся в ГКН сведения о границах которых не достаточны для определения их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92" o:spid="_x0000_s1362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weight="3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>Граница ранее учтенного земельного участка, представляющего собой единое землепользование с преобладанием условных участков, имеющиеся в ГКН сведения о границах которых достаточны для определения их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91" o:spid="_x0000_s1361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.05pt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>Граница земельного участка, представляющего собой единое землепользование с преобладанием условных участков, имеющиеся в ГКН сведения о границах которых не достаточны для определения их положения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2C054A" w:rsidP="00C24B6C">
                  <w:pPr>
                    <w:jc w:val="center"/>
                  </w:pP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E82666"/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:rsidR="002C054A" w:rsidRPr="001D5B2F" w:rsidRDefault="002C054A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могут быть </w:t>
                  </w:r>
                  <w:r w:rsidRPr="00CA1EE7">
                    <w:br/>
                    <w:t>переданы в масштабе разделов графической части</w:t>
                  </w:r>
                  <w:r w:rsidR="001D5B2F" w:rsidRPr="001D5B2F">
                    <w:t>:</w:t>
                  </w:r>
                </w:p>
                <w:p w:rsidR="001D5B2F" w:rsidRPr="001D5B2F" w:rsidRDefault="001D5B2F" w:rsidP="00C24B6C">
                  <w:pPr>
                    <w:jc w:val="center"/>
                  </w:pP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oval id="Oval 90" o:spid="_x0000_s1360" style="width:4.25pt;height:4.25pt;visibility:visible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>Характерная точка границы, сведения о которой не позволяют однозначно определить ее положение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oval id="Oval 89" o:spid="_x0000_s1359" style="width:4.25pt;height:4.2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>Характерная точка границы, сведения о которой позволяют однозначно определить ее положение на местности.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88" o:spid="_x0000_s1358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>Существующая часть границы земельных участков, имеющиеся в ГКН сведения о которой достаточны для определения ее местоположения.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87" o:spid="_x0000_s1357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8B2DD8" w:rsidRPr="00CA1EE7" w:rsidRDefault="002C054A" w:rsidP="00C24B6C">
                  <w:pPr>
                    <w:spacing w:after="120"/>
                  </w:pPr>
                  <w:r w:rsidRPr="00CA1EE7">
                    <w:t>Вновь образованная часть границы земельных участков, сведения о которой достаточны для определения ее местоположения.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86" o:spid="_x0000_s1356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0472B5" w:rsidRPr="00CA1EE7" w:rsidRDefault="002C054A" w:rsidP="00C24B6C">
                  <w:pPr>
                    <w:spacing w:after="120"/>
                  </w:pPr>
                  <w:r w:rsidRPr="00CA1EE7">
                    <w:t>Существующая часть границы земельных участков, имеющиеся сведения о которой не достаточны для определения ее местоположения.</w:t>
                  </w:r>
                </w:p>
              </w:tc>
            </w:tr>
            <w:tr w:rsidR="002C054A" w:rsidRPr="00CA1EE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:rsidR="002C054A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85" o:spid="_x0000_s1355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CA1EE7" w:rsidRDefault="002C054A" w:rsidP="00C24B6C">
                  <w:pPr>
                    <w:spacing w:after="120"/>
                  </w:pPr>
                  <w:r w:rsidRPr="00CA1EE7">
                    <w:t>Вновь образованная часть границы земельных участков, сведения о которой не достаточны для определения ее местоположения.</w:t>
                  </w:r>
                </w:p>
              </w:tc>
            </w:tr>
            <w:tr w:rsidR="002C054A" w:rsidRPr="00CA1EE7" w:rsidTr="00FF17F8">
              <w:trPr>
                <w:gridAfter w:val="1"/>
                <w:wAfter w:w="4532" w:type="dxa"/>
                <w:trHeight w:val="487"/>
              </w:trPr>
              <w:tc>
                <w:tcPr>
                  <w:tcW w:w="1008" w:type="dxa"/>
                </w:tcPr>
                <w:p w:rsidR="002C054A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  <w:pict>
                      <v:group id="Group 38" o:spid="_x0000_s1042" style="position:absolute;left:0;text-align:left;margin-left:10pt;margin-top:4.55pt;width:14.15pt;height:14.2pt;z-index:251502080;mso-position-horizontal-relative:text;mso-position-vertical-relative:text" coordorigin="3008,6995" coordsize="283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">
                        <v:line id="Line 39" o:spid="_x0000_s1027" style="position:absolute;flip:x;visibility:visible" from="3008,7137" to="3291,7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m55MIAAADbAAAADwAAAGRycy9kb3ducmV2LnhtbERPS4vCMBC+C/sfwix403SLytI1iisI&#10;4kHwweLehmZsi82kJlHrvzeC4G0+vueMp62pxZWcrywr+OonIIhzqysuFOx3i943CB+QNdaWScGd&#10;PEwnH50xZtreeEPXbShEDGGfoYIyhCaT0uclGfR92xBH7midwRChK6R2eIvhppZpkoykwYpjQ4kN&#10;zUvKT9uLUXCo1vuhcevf//MqPewGaZocmz+lup/t7AdEoDa8xS/3Usf5A3j+Eg+Qk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vm55MIAAADbAAAADwAAAAAAAAAAAAAA&#10;AAChAgAAZHJzL2Rvd25yZXYueG1sUEsFBgAAAAAEAAQA+QAAAJADAAAAAA==&#10;" strokecolor="red"/>
                        <v:line id="Line 40" o:spid="_x0000_s1028" style="position:absolute;flip:y;visibility:visible" from="3150,6995" to="3150,7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cf8IAAADbAAAADwAAAGRycy9kb3ducmV2LnhtbERPS4vCMBC+C/sfwix403SLytI1iisI&#10;4kHwweLehmZsi82kJlHrvzeC4G0+vueMp62pxZWcrywr+OonIIhzqysuFOx3i943CB+QNdaWScGd&#10;PEwnH50xZtreeEPXbShEDGGfoYIyhCaT0uclGfR92xBH7midwRChK6R2eIvhppZpkoykwYpjQ4kN&#10;zUvKT9uLUXCo1vuhcevf//MqPewGaZocmz+lup/t7AdEoDa8xS/3Usf5Q3j+Eg+Qk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bUcf8IAAADbAAAADwAAAAAAAAAAAAAA&#10;AAChAgAAZHJzL2Rvd25yZXYueG1sUEsFBgAAAAAEAAQA+QAAAJADAAAAAA==&#10;" strokecolor="red"/>
                        <v:oval id="Oval 41" o:spid="_x0000_s1029" style="position:absolute;left:3065;top:7052;width:170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+j+MIA&#10;AADbAAAADwAAAGRycy9kb3ducmV2LnhtbERPTWvCQBC9C/0PyxR6040tWImuIgFDpSeNhR6H7CQb&#10;zM7G7Griv+8WCr3N433OejvaVtyp941jBfNZAoK4dLrhWsG52E+XIHxA1tg6JgUP8rDdPE3WmGo3&#10;8JHup1CLGMI+RQUmhC6V0peGLPqZ64gjV7neYoiwr6XucYjhtpWvSbKQFhuODQY7ygyVl9PNKsjf&#10;r8esOAzFdW+q2+f3V/5WZblSL8/jbgUi0Bj+xX/uDx3nL+D3l3i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6P4wgAAANsAAAAPAAAAAAAAAAAAAAAAAJgCAABkcnMvZG93&#10;bnJldi54bWxQSwUGAAAAAAQABAD1AAAAhwMAAAAA&#10;" strokecolor="red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:rsidR="002C054A" w:rsidRPr="00CA1EE7" w:rsidRDefault="002C054A" w:rsidP="00E82666"/>
              </w:tc>
              <w:tc>
                <w:tcPr>
                  <w:tcW w:w="8023" w:type="dxa"/>
                  <w:gridSpan w:val="2"/>
                </w:tcPr>
                <w:p w:rsidR="002C054A" w:rsidRPr="001D5B2F" w:rsidRDefault="002C054A" w:rsidP="00C24B6C">
                  <w:pPr>
                    <w:spacing w:after="120"/>
                  </w:pPr>
                  <w:r w:rsidRPr="00CA1EE7">
                    <w:t>Базовая станция при спутниковых наблюдениях (</w:t>
                  </w:r>
                  <w:r w:rsidRPr="00CA1EE7">
                    <w:rPr>
                      <w:lang w:val="en-US"/>
                    </w:rPr>
                    <w:t>GPS</w:t>
                  </w:r>
                  <w:r w:rsidRPr="00CA1EE7">
                    <w:t xml:space="preserve"> или ГЛОНАС</w:t>
                  </w:r>
                  <w:r w:rsidR="00177506">
                    <w:t>С</w:t>
                  </w:r>
                  <w:r w:rsidRPr="00CA1EE7">
                    <w:t>)</w:t>
                  </w:r>
                </w:p>
              </w:tc>
            </w:tr>
            <w:tr w:rsidR="00A67426" w:rsidRPr="00CA1EE7" w:rsidTr="00FF17F8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177506" w:rsidP="00C24B6C">
                  <w:pPr>
                    <w:jc w:val="center"/>
                    <w:rPr>
                      <w:noProof/>
                      <w:lang w:val="en-US"/>
                    </w:rPr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84" o:spid="_x0000_s1354" type="#_x0000_t5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A67426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A67426" w:rsidP="00C24B6C">
                  <w:pPr>
                    <w:spacing w:after="120"/>
                  </w:pPr>
                  <w:r w:rsidRPr="00CA1EE7">
                    <w:t>Пункты опорной межевой сети (ОМС), (пункт ГГС)</w:t>
                  </w:r>
                </w:p>
              </w:tc>
            </w:tr>
            <w:tr w:rsidR="00A67426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177506" w:rsidP="00C24B6C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    </w:t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rect id="Rectangle 83" o:spid="_x0000_s1353" style="width:8.5pt;height:8.55pt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A67426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A67426" w:rsidP="00C24B6C">
                  <w:pPr>
                    <w:spacing w:after="120"/>
                  </w:pPr>
                  <w:r w:rsidRPr="00CA1EE7">
                    <w:t>Пункты съемочного обоснования, созданные при проведении кадастровых работ</w:t>
                  </w:r>
                </w:p>
              </w:tc>
            </w:tr>
            <w:tr w:rsidR="00A67426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shape id="AutoShape 82" o:spid="_x0000_s1352" type="#_x0000_t5" style="width:8.5pt;height:8.5pt;flip:y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A67426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316410" w:rsidP="00C24B6C">
                  <w:pPr>
                    <w:spacing w:after="120"/>
                  </w:pPr>
                  <w:r w:rsidRPr="00CA1EE7">
                    <w:t>Межевые знаки, которые использовались в качестве опорной сети или съемочного обоснования</w:t>
                  </w:r>
                </w:p>
              </w:tc>
            </w:tr>
            <w:tr w:rsidR="00A67426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A67426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  <w:pict>
                      <v:group id="Group 73" o:spid="_x0000_s1035" style="position:absolute;left:0;text-align:left;margin-left:14.85pt;margin-top:2.15pt;width:8.5pt;height:8.5pt;z-index:251503104;mso-position-horizontal-relative:text;mso-position-vertical-relative:text" coordorigin="3058,11044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">
                        <v:line id="Line 74" o:spid="_x0000_s1038" style="position:absolute;visibility:visible" from="3143,11129" to="3143,11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1m8QAAADaAAAADwAAAGRycy9kb3ducmV2LnhtbESPT2vCQBTE7wW/w/KE3uomPZgSXUMQ&#10;hJ78T4u3Z/aZpM2+jdmtRj99t1DwOMzMb5hp1ptGXKhztWUF8SgCQVxYXXOpYL9bvLyBcB5ZY2OZ&#10;FNzIQTYbPE0x1fbKG7psfSkChF2KCirv21RKV1Rk0I1sSxy8k+0M+iC7UuoOrwFuGvkaRWNpsOaw&#10;UGFL84qK7+2PUfD1keNxeehX4ySPP+/nXZnQcq3U87DPJyA89f4R/m+/awUJ/F0JN0DO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+TWbxAAAANoAAAAPAAAAAAAAAAAA&#10;AAAAAKECAABkcnMvZG93bnJldi54bWxQSwUGAAAAAAQABAD5AAAAkgMAAAAA&#10;" strokeweight="2pt">
                          <v:stroke dashstyle="longDashDotDot"/>
                        </v:line>
                        <v:rect id="Rectangle 75" o:spid="_x0000_s1037" style="position:absolute;left:3058;top:11044;width:170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ap78A&#10;AADaAAAADwAAAGRycy9kb3ducmV2LnhtbERPTYvCMBC9C/6HMII3TdVSlmoUERRZWGRdQY9DM7bV&#10;ZFKaqN1/vzkIe3y878Wqs0Y8qfW1YwWTcQKCuHC65lLB6Wc7+gDhA7JG45gU/JKH1bLfW2Cu3Yu/&#10;6XkMpYgh7HNUUIXQ5FL6oiKLfuwa4shdXWsxRNiWUrf4iuHWyGmSZNJizbGhwoY2FRX348MqaOTh&#10;Ztbp5JKaXZFh9jn7Sh9npYaDbj0HEagL/+K3e68VxK3xSrwBc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2hqnvwAAANoAAAAPAAAAAAAAAAAAAAAAAJgCAABkcnMvZG93bnJl&#10;di54bWxQSwUGAAAAAAQABAD1AAAAhAMAAAAA&#10;" fillcolor="#0cf" strokecolor="#0cf"/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AutoShape 76" o:spid="_x0000_s1036" type="#_x0000_t6" style="position:absolute;left:3058;top:11044;width:170;height:17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/vjcIA&#10;AADaAAAADwAAAGRycy9kb3ducmV2LnhtbESPQWsCMRSE74L/ITyhF6lZPRTdGqUKFW+tq0iPj83b&#10;zeLmZUlSXf99UxA8DjPzDbNc97YVV/KhcaxgOslAEJdON1wrOB0/X+cgQkTW2DomBXcKsF4NB0vM&#10;tbvxga5FrEWCcMhRgYmxy6UMpSGLYeI64uRVzluMSfpaao+3BLetnGXZm7TYcFow2NHWUHkpfq0C&#10;f96ML5v7/ivs0FSLY1Xjj/5W6mXUf7yDiNTHZ/jR3msFC/i/km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7++NwgAAANoAAAAPAAAAAAAAAAAAAAAAAJgCAABkcnMvZG93&#10;bnJldi54bWxQSwUGAAAAAAQABAD1AAAAhwMAAAAA&#10;" stroked="f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:rsidR="00A67426" w:rsidRPr="00CA1EE7" w:rsidRDefault="00A67426" w:rsidP="00E82666"/>
              </w:tc>
              <w:tc>
                <w:tcPr>
                  <w:tcW w:w="8023" w:type="dxa"/>
                  <w:gridSpan w:val="2"/>
                </w:tcPr>
                <w:p w:rsidR="00A67426" w:rsidRPr="00CA1EE7" w:rsidRDefault="00316410" w:rsidP="00C24B6C">
                  <w:pPr>
                    <w:spacing w:after="120"/>
                  </w:pPr>
                  <w:r w:rsidRPr="00CA1EE7">
                    <w:t>Внемасштабный площадной участок, границы которого установлены декларативно</w:t>
                  </w:r>
                </w:p>
              </w:tc>
            </w:tr>
            <w:tr w:rsidR="00911877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911877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81" o:spid="_x0000_s1351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 strokeweight="2pt">
                        <v:stroke dashstyle="longDashDot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911877" w:rsidRPr="00CA1EE7" w:rsidRDefault="00911877" w:rsidP="00E82666"/>
              </w:tc>
              <w:tc>
                <w:tcPr>
                  <w:tcW w:w="8023" w:type="dxa"/>
                  <w:gridSpan w:val="2"/>
                </w:tcPr>
                <w:p w:rsidR="00911877" w:rsidRPr="00CA1EE7" w:rsidRDefault="00316410" w:rsidP="00C24B6C">
                  <w:pPr>
                    <w:spacing w:after="120"/>
                  </w:pPr>
                  <w:r w:rsidRPr="00CA1EE7">
                    <w:t>Граница субъекта Российской Федерации</w:t>
                  </w:r>
                </w:p>
              </w:tc>
            </w:tr>
            <w:tr w:rsidR="00911877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911877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80" o:spid="_x0000_s1350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 strokeweight="1.42pt">
                        <v:stroke dashstyle="longDash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911877" w:rsidRPr="00CA1EE7" w:rsidRDefault="00911877" w:rsidP="00E82666"/>
              </w:tc>
              <w:tc>
                <w:tcPr>
                  <w:tcW w:w="8023" w:type="dxa"/>
                  <w:gridSpan w:val="2"/>
                </w:tcPr>
                <w:p w:rsidR="00911877" w:rsidRPr="00CA1EE7" w:rsidRDefault="00316410" w:rsidP="00C24B6C">
                  <w:pPr>
                    <w:spacing w:after="120"/>
                  </w:pPr>
                  <w:r w:rsidRPr="00CA1EE7">
                    <w:t>Граница муниципального образования</w:t>
                  </w:r>
                </w:p>
              </w:tc>
            </w:tr>
            <w:tr w:rsidR="00316410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316410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79" o:spid="_x0000_s1349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lime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316410" w:rsidRPr="00CA1EE7" w:rsidRDefault="00316410" w:rsidP="00D65F94"/>
              </w:tc>
              <w:tc>
                <w:tcPr>
                  <w:tcW w:w="8023" w:type="dxa"/>
                  <w:gridSpan w:val="2"/>
                </w:tcPr>
                <w:p w:rsidR="00316410" w:rsidRPr="00CA1EE7" w:rsidRDefault="00316410" w:rsidP="00C24B6C">
                  <w:pPr>
                    <w:spacing w:after="120"/>
                  </w:pPr>
                  <w:r w:rsidRPr="00CA1EE7">
                    <w:t>Граница кадастрового округа</w:t>
                  </w:r>
                </w:p>
              </w:tc>
            </w:tr>
            <w:tr w:rsidR="00316410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316410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78" o:spid="_x0000_s1348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yellow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316410" w:rsidRPr="00CA1EE7" w:rsidRDefault="00316410" w:rsidP="00D65F94"/>
              </w:tc>
              <w:tc>
                <w:tcPr>
                  <w:tcW w:w="8023" w:type="dxa"/>
                  <w:gridSpan w:val="2"/>
                </w:tcPr>
                <w:p w:rsidR="00316410" w:rsidRPr="00CA1EE7" w:rsidRDefault="00316410" w:rsidP="00C24B6C">
                  <w:pPr>
                    <w:spacing w:after="120"/>
                  </w:pPr>
                  <w:r w:rsidRPr="00CA1EE7">
                    <w:t>Граница кадастрового района</w:t>
                  </w:r>
                </w:p>
              </w:tc>
            </w:tr>
            <w:tr w:rsidR="00316410" w:rsidRPr="00CA1EE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:rsidR="00316410" w:rsidRPr="00CA1EE7" w:rsidRDefault="00177506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line id="Line 77" o:spid="_x0000_s1347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#0cf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:rsidR="00316410" w:rsidRPr="00CA1EE7" w:rsidRDefault="00316410" w:rsidP="00D65F94"/>
              </w:tc>
              <w:tc>
                <w:tcPr>
                  <w:tcW w:w="8023" w:type="dxa"/>
                  <w:gridSpan w:val="2"/>
                </w:tcPr>
                <w:p w:rsidR="00876251" w:rsidRPr="00CA1EE7" w:rsidRDefault="00316410" w:rsidP="00C24B6C">
                  <w:pPr>
                    <w:spacing w:after="120"/>
                  </w:pPr>
                  <w:r w:rsidRPr="00CA1EE7">
                    <w:t>Граница кадастрового квартала</w:t>
                  </w:r>
                </w:p>
              </w:tc>
            </w:tr>
            <w:tr w:rsidR="004143B0" w:rsidRPr="00CA1EE7" w:rsidTr="005C444A">
              <w:trPr>
                <w:cantSplit/>
                <w:trHeight w:val="567"/>
              </w:trPr>
              <w:tc>
                <w:tcPr>
                  <w:tcW w:w="6080" w:type="dxa"/>
                  <w:gridSpan w:val="3"/>
                </w:tcPr>
                <w:p w:rsidR="004143B0" w:rsidRPr="00CA1EE7" w:rsidRDefault="00177506" w:rsidP="00876251">
                  <w:pPr>
                    <w:jc w:val="center"/>
                  </w:pPr>
                  <w:r>
                    <w:t>Подпись ______________________</w:t>
                  </w:r>
                  <w:r w:rsidR="004143B0" w:rsidRPr="004143B0">
                    <w:t>(Тимченко С.А.)</w:t>
                  </w:r>
                </w:p>
              </w:tc>
              <w:tc>
                <w:tcPr>
                  <w:tcW w:w="8023" w:type="dxa"/>
                  <w:gridSpan w:val="2"/>
                </w:tcPr>
                <w:p w:rsidR="004143B0" w:rsidRPr="004143B0" w:rsidRDefault="004143B0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  <w:r w:rsidRPr="004143B0">
                    <w:t>Дата23.07.2020г.</w:t>
                  </w:r>
                </w:p>
                <w:p w:rsidR="004143B0" w:rsidRPr="004143B0" w:rsidRDefault="004143B0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</w:p>
              </w:tc>
            </w:tr>
            <w:tr w:rsidR="00137CEE" w:rsidRPr="00CA1EE7" w:rsidTr="005C444A">
              <w:trPr>
                <w:cantSplit/>
                <w:trHeight w:val="567"/>
              </w:trPr>
              <w:tc>
                <w:tcPr>
                  <w:tcW w:w="14103" w:type="dxa"/>
                  <w:gridSpan w:val="5"/>
                </w:tcPr>
                <w:p w:rsidR="00137CEE" w:rsidRPr="00B47375" w:rsidRDefault="00137CEE" w:rsidP="00137CEE">
                  <w:pPr>
                    <w:pStyle w:val="1"/>
                    <w:tabs>
                      <w:tab w:val="left" w:pos="10142"/>
                    </w:tabs>
                    <w:spacing w:before="60" w:after="60"/>
                    <w:rPr>
                      <w:i/>
                      <w:sz w:val="20"/>
                    </w:rPr>
                  </w:pPr>
                </w:p>
                <w:p w:rsidR="00137CEE" w:rsidRPr="00137CEE" w:rsidRDefault="00137CEE" w:rsidP="00C36FB4">
                  <w:pPr>
                    <w:rPr>
                      <w:i/>
                      <w:sz w:val="20"/>
                    </w:rPr>
                  </w:pPr>
                  <w:r w:rsidRPr="00D3365C">
                    <w:rPr>
                      <w:i/>
                      <w:sz w:val="20"/>
                    </w:rPr>
                    <w:t>Ме</w:t>
                  </w:r>
                  <w:r>
                    <w:rPr>
                      <w:i/>
                      <w:sz w:val="20"/>
                    </w:rPr>
                    <w:t>сто для оттиска печати</w:t>
                  </w:r>
                  <w:r w:rsidR="00177506">
                    <w:rPr>
                      <w:i/>
                      <w:sz w:val="20"/>
                    </w:rPr>
                    <w:t xml:space="preserve"> (при наличии)</w:t>
                  </w:r>
                  <w:r>
                    <w:rPr>
                      <w:i/>
                      <w:sz w:val="20"/>
                    </w:rPr>
                    <w:t xml:space="preserve"> лица, сос</w:t>
                  </w:r>
                  <w:r w:rsidR="00177506">
                    <w:rPr>
                      <w:i/>
                      <w:sz w:val="20"/>
                    </w:rPr>
                    <w:t>тавившего описание местоположения границ объекта</w:t>
                  </w:r>
                </w:p>
                <w:p w:rsidR="00B65E24" w:rsidRDefault="00177506" w:rsidP="004143B0">
                  <w:pPr>
                    <w:tabs>
                      <w:tab w:val="left" w:pos="2738"/>
                    </w:tabs>
                  </w:pPr>
                </w:p>
                <w:p w:rsidR="00C31586" w:rsidRPr="00137CEE" w:rsidRDefault="00177506" w:rsidP="004143B0">
                  <w:pPr>
                    <w:tabs>
                      <w:tab w:val="left" w:pos="2738"/>
                    </w:tabs>
                  </w:pPr>
                </w:p>
              </w:tc>
            </w:tr>
          </w:tbl>
          <w:p w:rsidR="002C054A" w:rsidRPr="00CA1EE7" w:rsidRDefault="002C054A" w:rsidP="00E82666"/>
        </w:tc>
      </w:tr>
    </w:tbl>
    <w:p w:rsidR="0008420D" w:rsidRDefault="0008420D"/>
    <w:p w:rsidR="0008420D" w:rsidRDefault="00177506">
      <w:r>
        <w:br w:type="page"/>
      </w:r>
    </w:p>
    <w:p w:rsidR="0008420D" w:rsidRDefault="0008420D">
      <w:pPr>
        <w:sectPr w:rsidR="0008420D" w:rsidSect="00B92363">
          <w:footerReference w:type="even" r:id="rId12"/>
          <w:footerReference w:type="default" r:id="rId13"/>
          <w:pgSz w:w="11906" w:h="16838" w:code="9"/>
          <w:pgMar w:top="1134" w:right="1085" w:bottom="1418" w:left="1134" w:header="709" w:footer="850" w:gutter="0"/>
          <w:cols w:space="398"/>
          <w:docGrid w:linePitch="360"/>
        </w:sectPr>
      </w:pPr>
    </w:p>
    <w:p w:rsidR="00C41846" w:rsidRPr="0095200F" w:rsidRDefault="00C41846">
      <w:pPr>
        <w:rPr>
          <w:sz w:val="20"/>
          <w:szCs w:val="20"/>
          <w:lang w:val="en-US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8"/>
        <w:gridCol w:w="1559"/>
        <w:gridCol w:w="7375"/>
      </w:tblGrid>
      <w:tr w:rsidR="00B256B9" w:rsidRPr="002E6E74" w:rsidTr="005232A7">
        <w:trPr>
          <w:trHeight w:val="243"/>
        </w:trPr>
        <w:tc>
          <w:tcPr>
            <w:tcW w:w="10632" w:type="dxa"/>
            <w:gridSpan w:val="3"/>
          </w:tcPr>
          <w:p w:rsidR="00B256B9" w:rsidRPr="002E6E74" w:rsidRDefault="00177506" w:rsidP="00B27855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Текстовое описание местоположения границ объекта</w:t>
            </w:r>
          </w:p>
        </w:tc>
      </w:tr>
      <w:tr w:rsidR="00B256B9" w:rsidRPr="002E6E74" w:rsidTr="005232A7">
        <w:trPr>
          <w:trHeight w:val="243"/>
        </w:trPr>
        <w:tc>
          <w:tcPr>
            <w:tcW w:w="3257" w:type="dxa"/>
            <w:gridSpan w:val="2"/>
            <w:vAlign w:val="center"/>
          </w:tcPr>
          <w:p w:rsidR="00B256B9" w:rsidRPr="002E6E74" w:rsidRDefault="00177506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Прохождение границы</w:t>
            </w:r>
          </w:p>
        </w:tc>
        <w:tc>
          <w:tcPr>
            <w:tcW w:w="7375" w:type="dxa"/>
            <w:vMerge w:val="restart"/>
            <w:vAlign w:val="center"/>
          </w:tcPr>
          <w:p w:rsidR="00B256B9" w:rsidRPr="002E6E74" w:rsidRDefault="00177506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прохождения границы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  <w:vAlign w:val="center"/>
          </w:tcPr>
          <w:p w:rsidR="00B256B9" w:rsidRPr="002E6E74" w:rsidRDefault="00177506" w:rsidP="00D17FA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от точки</w:t>
            </w:r>
          </w:p>
        </w:tc>
        <w:tc>
          <w:tcPr>
            <w:tcW w:w="1559" w:type="dxa"/>
            <w:vAlign w:val="center"/>
          </w:tcPr>
          <w:p w:rsidR="00B256B9" w:rsidRPr="002E6E74" w:rsidRDefault="00177506" w:rsidP="00D17FAB">
            <w:pPr>
              <w:pStyle w:val="1"/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2E6E74">
              <w:rPr>
                <w:sz w:val="20"/>
                <w:lang w:val="en-US"/>
              </w:rPr>
              <w:t>о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точки</w:t>
            </w:r>
          </w:p>
        </w:tc>
        <w:tc>
          <w:tcPr>
            <w:tcW w:w="7375" w:type="dxa"/>
            <w:vMerge/>
          </w:tcPr>
          <w:p w:rsidR="00B256B9" w:rsidRPr="002E6E74" w:rsidRDefault="00177506" w:rsidP="00D17FAB">
            <w:pPr>
              <w:pStyle w:val="1"/>
              <w:rPr>
                <w:sz w:val="20"/>
              </w:rPr>
            </w:pP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pStyle w:val="aa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7375" w:type="dxa"/>
          </w:tcPr>
          <w:p w:rsidR="00B256B9" w:rsidRPr="002E6E74" w:rsidRDefault="00177506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3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х. Белая Балка(1)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х. Белая Балка(2)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256B9" w:rsidRPr="002E6E74" w:rsidTr="005232A7">
        <w:trPr>
          <w:trHeight w:val="243"/>
        </w:trPr>
        <w:tc>
          <w:tcPr>
            <w:tcW w:w="1698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</w:t>
            </w:r>
          </w:p>
        </w:tc>
        <w:tc>
          <w:tcPr>
            <w:tcW w:w="1559" w:type="dxa"/>
          </w:tcPr>
          <w:p w:rsidR="00B256B9" w:rsidRPr="002E6E74" w:rsidRDefault="00177506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7375" w:type="dxa"/>
          </w:tcPr>
          <w:p w:rsidR="00B256B9" w:rsidRPr="002E6E74" w:rsidRDefault="00177506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</w:tbl>
    <w:p w:rsidR="00000000" w:rsidRDefault="00177506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5C" w:rsidRDefault="00FA455C">
      <w:r>
        <w:separator/>
      </w:r>
    </w:p>
  </w:endnote>
  <w:endnote w:type="continuationSeparator" w:id="0">
    <w:p w:rsidR="00FA455C" w:rsidRDefault="00F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9A4E00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177506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5C" w:rsidRDefault="00FA455C">
      <w:r>
        <w:separator/>
      </w:r>
    </w:p>
  </w:footnote>
  <w:footnote w:type="continuationSeparator" w:id="0">
    <w:p w:rsidR="00FA455C" w:rsidRDefault="00FA4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63"/>
    <w:rsid w:val="000270B6"/>
    <w:rsid w:val="00061302"/>
    <w:rsid w:val="0006195B"/>
    <w:rsid w:val="0007437B"/>
    <w:rsid w:val="0008420D"/>
    <w:rsid w:val="000A2D35"/>
    <w:rsid w:val="000E0AF3"/>
    <w:rsid w:val="000E6177"/>
    <w:rsid w:val="000F74BA"/>
    <w:rsid w:val="00137CEE"/>
    <w:rsid w:val="001518D1"/>
    <w:rsid w:val="00177506"/>
    <w:rsid w:val="00192B63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4169C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459B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0</TotalTime>
  <Pages>3</Pages>
  <Words>1728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Пользователь Windows</cp:lastModifiedBy>
  <cp:revision>2</cp:revision>
  <dcterms:created xsi:type="dcterms:W3CDTF">2020-08-03T21:53:00Z</dcterms:created>
  <dcterms:modified xsi:type="dcterms:W3CDTF">2020-08-03T21:53:00Z</dcterms:modified>
</cp:coreProperties>
</file>