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846" w:rsidRPr="007A37E2" w:rsidRDefault="00C41846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741DEC" w:rsidRDefault="00741DEC" w:rsidP="00741DEC">
            <w:pPr>
              <w:pStyle w:val="a7"/>
              <w:jc w:val="center"/>
              <w:rPr>
                <w:caps/>
                <w:sz w:val="24"/>
                <w:szCs w:val="24"/>
              </w:rPr>
            </w:pPr>
            <w:r w:rsidRPr="004D2DB2">
              <w:rPr>
                <w:caps/>
                <w:sz w:val="24"/>
                <w:szCs w:val="24"/>
              </w:rPr>
              <w:t>ОПИСАНИЕ МЕСТОПОЛОЖЕНИЯ ГРАНИЦ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 xml:space="preserve">Описание местоположения границ х. </w:t>
            </w:r>
            <w:proofErr w:type="gramStart"/>
            <w:r w:rsidRPr="004D2DB2">
              <w:rPr>
                <w:u w:val="single"/>
              </w:rPr>
              <w:t>Крутой</w:t>
            </w:r>
            <w:proofErr w:type="gramEnd"/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tabs>
                <w:tab w:val="left" w:pos="2738"/>
              </w:tabs>
              <w:jc w:val="center"/>
            </w:pPr>
            <w:proofErr w:type="gramStart"/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  <w:proofErr w:type="gramEnd"/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741DEC" w:rsidRPr="005B4876" w:rsidTr="00741DEC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741DEC" w:rsidRPr="005B4876" w:rsidTr="00741DEC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 xml:space="preserve">№ </w:t>
            </w:r>
            <w:proofErr w:type="gramStart"/>
            <w:r w:rsidRPr="005A5528">
              <w:rPr>
                <w:sz w:val="20"/>
                <w:szCs w:val="24"/>
              </w:rPr>
              <w:t>п</w:t>
            </w:r>
            <w:proofErr w:type="gramEnd"/>
            <w:r w:rsidRPr="005A5528">
              <w:rPr>
                <w:sz w:val="20"/>
                <w:szCs w:val="24"/>
              </w:rPr>
              <w:t>/п</w:t>
            </w:r>
          </w:p>
        </w:tc>
        <w:tc>
          <w:tcPr>
            <w:tcW w:w="4677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741DEC" w:rsidRPr="000046C3" w:rsidRDefault="00741DEC" w:rsidP="00741DEC">
            <w:pPr>
              <w:pStyle w:val="1"/>
              <w:rPr>
                <w:sz w:val="20"/>
                <w:szCs w:val="24"/>
              </w:rPr>
            </w:pPr>
            <w:r w:rsidRPr="000046C3">
              <w:rPr>
                <w:sz w:val="20"/>
                <w:szCs w:val="24"/>
              </w:rPr>
              <w:t xml:space="preserve">346018, Ростовская </w:t>
            </w:r>
            <w:proofErr w:type="spellStart"/>
            <w:proofErr w:type="gramStart"/>
            <w:r w:rsidRPr="000046C3">
              <w:rPr>
                <w:sz w:val="20"/>
                <w:szCs w:val="24"/>
              </w:rPr>
              <w:t>обл</w:t>
            </w:r>
            <w:proofErr w:type="spellEnd"/>
            <w:proofErr w:type="gramEnd"/>
            <w:r w:rsidRPr="000046C3">
              <w:rPr>
                <w:sz w:val="20"/>
                <w:szCs w:val="24"/>
              </w:rPr>
              <w:t>, Чертковский р-н, Крутой х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</w:t>
            </w:r>
            <w:proofErr w:type="gramStart"/>
            <w:r w:rsidRPr="005A5528">
              <w:rPr>
                <w:sz w:val="20"/>
                <w:szCs w:val="24"/>
              </w:rPr>
              <w:t>Р</w:t>
            </w:r>
            <w:proofErr w:type="gramEnd"/>
            <w:r w:rsidRPr="005A5528">
              <w:rPr>
                <w:sz w:val="20"/>
                <w:szCs w:val="24"/>
              </w:rPr>
              <w:t>+/- Дельта Р)</w:t>
            </w:r>
          </w:p>
        </w:tc>
        <w:tc>
          <w:tcPr>
            <w:tcW w:w="4820" w:type="dxa"/>
          </w:tcPr>
          <w:p w:rsidR="00741DEC" w:rsidRPr="005A5528" w:rsidRDefault="00741DEC" w:rsidP="00741DEC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171682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  <w:r w:rsidRPr="005A5528">
              <w:rPr>
                <w:sz w:val="20"/>
                <w:lang w:val="en-US"/>
              </w:rPr>
              <w:t xml:space="preserve"> ± 467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–</w:t>
            </w:r>
          </w:p>
        </w:tc>
      </w:tr>
    </w:tbl>
    <w:p w:rsidR="00636583" w:rsidRDefault="00636583"/>
    <w:p w:rsidR="00636583" w:rsidRDefault="00C700D7">
      <w:r>
        <w:br w:type="page"/>
      </w:r>
    </w:p>
    <w:p w:rsidR="00636583" w:rsidRDefault="00636583">
      <w:pPr>
        <w:sectPr w:rsidR="00636583" w:rsidSect="001518D1">
          <w:footerReference w:type="even" r:id="rId8"/>
          <w:footerReference w:type="default" r:id="rId9"/>
          <w:pgSz w:w="11906" w:h="16838" w:code="9"/>
          <w:pgMar w:top="1134" w:right="566" w:bottom="1134" w:left="1134" w:header="709" w:footer="709" w:gutter="0"/>
          <w:cols w:space="398"/>
          <w:docGrid w:linePitch="360"/>
        </w:sectPr>
      </w:pPr>
    </w:p>
    <w:p w:rsidR="00C41846" w:rsidRPr="002E6E74" w:rsidRDefault="00C41846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C700D7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C700D7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C700D7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МСК-61, зона 2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C700D7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C700D7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C700D7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C700D7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Координаты, </w:t>
            </w:r>
            <w:proofErr w:type="gramStart"/>
            <w:r w:rsidRPr="002E6E74">
              <w:rPr>
                <w:sz w:val="20"/>
              </w:rPr>
              <w:t>м</w:t>
            </w:r>
            <w:proofErr w:type="gramEnd"/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C700D7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C700D7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Средняя </w:t>
            </w:r>
            <w:proofErr w:type="spellStart"/>
            <w:r w:rsidRPr="002E6E74">
              <w:rPr>
                <w:sz w:val="20"/>
              </w:rPr>
              <w:t>квадратическая</w:t>
            </w:r>
            <w:proofErr w:type="spellEnd"/>
            <w:r w:rsidRPr="002E6E74">
              <w:rPr>
                <w:sz w:val="20"/>
              </w:rPr>
              <w:t xml:space="preserve"> погрешность положения характерной точки (М</w:t>
            </w:r>
            <w:proofErr w:type="gramStart"/>
            <w:r w:rsidRPr="002E6E74">
              <w:rPr>
                <w:sz w:val="20"/>
                <w:vertAlign w:val="subscript"/>
                <w:lang w:val="en-US"/>
              </w:rPr>
              <w:t>t</w:t>
            </w:r>
            <w:proofErr w:type="gramEnd"/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C700D7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на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8D3123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C700D7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C700D7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8D3123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8D3123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8D3123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C700D7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C700D7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C700D7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C700D7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C700D7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C700D7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661978.59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2297370.40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</w:t>
            </w:r>
            <w:proofErr w:type="gramStart"/>
            <w:r w:rsidRPr="002E6E74">
              <w:rPr>
                <w:sz w:val="18"/>
                <w:szCs w:val="20"/>
              </w:rPr>
              <w:t>2</w:t>
            </w:r>
            <w:proofErr w:type="gramEnd"/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661932.36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2297350.11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661906.94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2297348.98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</w:t>
            </w:r>
            <w:proofErr w:type="gramStart"/>
            <w:r w:rsidRPr="002E6E74">
              <w:rPr>
                <w:sz w:val="18"/>
                <w:szCs w:val="20"/>
              </w:rPr>
              <w:t>4</w:t>
            </w:r>
            <w:proofErr w:type="gramEnd"/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661869.22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2297359.60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661848.00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2297417.73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</w:t>
            </w:r>
            <w:proofErr w:type="gramStart"/>
            <w:r w:rsidRPr="002E6E74">
              <w:rPr>
                <w:sz w:val="18"/>
                <w:szCs w:val="20"/>
              </w:rPr>
              <w:t>6</w:t>
            </w:r>
            <w:proofErr w:type="gramEnd"/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661840.80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2297427.06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</w:t>
            </w:r>
            <w:proofErr w:type="gramStart"/>
            <w:r w:rsidRPr="002E6E74">
              <w:rPr>
                <w:sz w:val="18"/>
                <w:szCs w:val="20"/>
              </w:rPr>
              <w:t>7</w:t>
            </w:r>
            <w:proofErr w:type="gramEnd"/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661822.15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2297435.62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661811.25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2297435.42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</w:t>
            </w:r>
            <w:proofErr w:type="gramStart"/>
            <w:r w:rsidRPr="002E6E74">
              <w:rPr>
                <w:sz w:val="18"/>
                <w:szCs w:val="20"/>
              </w:rPr>
              <w:t>9</w:t>
            </w:r>
            <w:proofErr w:type="gramEnd"/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661786.72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2297428.84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661741.65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2297413.08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661723.75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2297402.00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661707.89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2297375.10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661687.74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2297348.23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661692.62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2297327.56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661703.15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2297317.04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661711.42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2297284.34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661710.66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2297263.29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661713.94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2297240.53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661731.05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2297199.21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661742.08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2297179.38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661773.14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2297186.43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661825.54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2297204.60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661850.57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2297141.14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661897.40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2297022.42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661894.36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2297008.28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661885.85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2296997.10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н27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661870.85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2296988.52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661883.74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2296945.14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661871.80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2296920.33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661865.55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2296901.31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661885.52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2296847.24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661882.80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2296827.15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661877.15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2296823.75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661873.10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2296820.69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661870.20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2296816.44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661869.50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2296813.54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661870.00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2296810.31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661871.20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2296807.08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661875.80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2296797.71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661877.15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2296794.31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661876.30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2296792.27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661873.25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2296789.38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661869.00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2296787.85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661865.45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2296783.94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661863.40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2296777.98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661863.05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2296774.06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661864.25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2296772.02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661867.15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2296770.83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661869.15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2296771.35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661872.25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2296772.19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661875.80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2296774.23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661880.40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2296774.06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661885.00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2296774.92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н54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661888.25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2296776.27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661892.15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2296776.29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661897.25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2296776.12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661901.70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2296774.58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н58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661934.15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2296784.57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661973.23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2296798.48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661966.28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2296748.87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н61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661954.11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2296720.18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661927.87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2296665.78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661867.66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2296652.57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661878.54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2296610.25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661896.07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2296583.36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661933.04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2296606.20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661945.14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2296611.52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661988.33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2296649.41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661992.65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2296649.98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662016.85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2296641.08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662046.30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2296649.48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н72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662072.50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2296694.23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662073.25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2296727.60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662078.75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2296735.96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662090.70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2296751.52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662093.20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2296755.51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662093.58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2296759.22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662087.44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2296766.25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662083.50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2296769.37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662080.85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2296772.97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662080.85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2296778.67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662085.00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2296786.07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662093.55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2296796.13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662096.40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2296800.50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662098.50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2296808.08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662100.20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2296822.32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662102.65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2296849.46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662102.65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2296862.75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662101.15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2296878.31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662098.50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2296895.02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662084.45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2296934.88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662074.95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2296961.64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662070.75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2296975.87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662065.96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2297000.99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н95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662064.04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2297005.84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н96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662042.53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2297060.15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662069.50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2297115.40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662088.10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2297150.15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н99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662096.08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2297165.06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н100</w:t>
            </w:r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661994.40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2297378.52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</w:p>
        </w:tc>
        <w:tc>
          <w:tcPr>
            <w:tcW w:w="1558" w:type="dxa"/>
          </w:tcPr>
          <w:p w:rsidR="006E1041" w:rsidRPr="002E6E74" w:rsidRDefault="00C700D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661978.59</w:t>
            </w:r>
          </w:p>
        </w:tc>
        <w:tc>
          <w:tcPr>
            <w:tcW w:w="1562" w:type="dxa"/>
          </w:tcPr>
          <w:p w:rsidR="006E1041" w:rsidRPr="002E6E74" w:rsidRDefault="00C700D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2297370.40</w:t>
            </w:r>
          </w:p>
        </w:tc>
        <w:tc>
          <w:tcPr>
            <w:tcW w:w="2134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700D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C700D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C700D7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C700D7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C700D7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C700D7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Координаты, </w:t>
            </w:r>
            <w:proofErr w:type="gramStart"/>
            <w:r w:rsidRPr="002E6E74">
              <w:rPr>
                <w:sz w:val="20"/>
              </w:rPr>
              <w:t>м</w:t>
            </w:r>
            <w:proofErr w:type="gramEnd"/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C700D7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C700D7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Средняя </w:t>
            </w:r>
            <w:proofErr w:type="spellStart"/>
            <w:r w:rsidRPr="002E6E74">
              <w:rPr>
                <w:sz w:val="20"/>
              </w:rPr>
              <w:t>квадратическая</w:t>
            </w:r>
            <w:proofErr w:type="spellEnd"/>
            <w:r w:rsidRPr="002E6E74">
              <w:rPr>
                <w:sz w:val="20"/>
              </w:rPr>
              <w:t xml:space="preserve"> погрешность положения характерной точки (М</w:t>
            </w:r>
            <w:proofErr w:type="gramStart"/>
            <w:r w:rsidRPr="002E6E74">
              <w:rPr>
                <w:sz w:val="20"/>
                <w:vertAlign w:val="subscript"/>
                <w:lang w:val="en-US"/>
              </w:rPr>
              <w:t>t</w:t>
            </w:r>
            <w:proofErr w:type="gramEnd"/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C700D7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8D3123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C700D7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C700D7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8D3123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8D3123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8D3123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C700D7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C700D7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C700D7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C700D7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C700D7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C700D7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C700D7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C700D7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C700D7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C700D7">
            <w:pPr>
              <w:pStyle w:val="aa"/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C700D7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C700D7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636583" w:rsidRDefault="00636583"/>
    <w:p w:rsidR="00636583" w:rsidRDefault="00C700D7">
      <w:r>
        <w:br w:type="page"/>
      </w:r>
    </w:p>
    <w:p w:rsidR="00636583" w:rsidRDefault="00636583">
      <w:pPr>
        <w:sectPr w:rsidR="00636583" w:rsidSect="00712644">
          <w:type w:val="continuous"/>
          <w:pgSz w:w="11906" w:h="16838" w:code="9"/>
          <w:pgMar w:top="1134" w:right="1085" w:bottom="1134" w:left="1134" w:header="709" w:footer="709" w:gutter="0"/>
          <w:cols w:space="398"/>
          <w:docGrid w:linePitch="360"/>
        </w:sect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49"/>
      </w:tblGrid>
      <w:tr w:rsidR="002E69BF" w:rsidRPr="005B4876" w:rsidTr="009063A1">
        <w:tc>
          <w:tcPr>
            <w:tcW w:w="103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69BF" w:rsidRPr="006519C1" w:rsidRDefault="00C700D7" w:rsidP="007010D8">
            <w:pPr>
              <w:pageBreakBefore/>
              <w:jc w:val="center"/>
            </w:pPr>
            <w:r>
              <w:lastRenderedPageBreak/>
              <w:br w:type="page"/>
            </w:r>
            <w:r w:rsidRPr="006519C1">
              <w:t>Раздел 4</w:t>
            </w:r>
          </w:p>
        </w:tc>
      </w:tr>
      <w:tr w:rsidR="002E69BF" w:rsidRPr="005B4876" w:rsidTr="009063A1">
        <w:trPr>
          <w:trHeight w:hRule="exact" w:val="397"/>
        </w:trPr>
        <w:tc>
          <w:tcPr>
            <w:tcW w:w="10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4D8E" w:rsidRPr="00AF407B" w:rsidRDefault="00AF407B" w:rsidP="005626AE">
            <w:pPr>
              <w:jc w:val="center"/>
              <w:rPr>
                <w:b/>
              </w:rPr>
            </w:pPr>
            <w:r w:rsidRPr="00AF407B">
              <w:rPr>
                <w:b/>
              </w:rPr>
              <w:t>План границ объекта</w:t>
            </w:r>
          </w:p>
        </w:tc>
      </w:tr>
      <w:tr w:rsidR="00742330" w:rsidRPr="005B4876" w:rsidTr="009063A1">
        <w:trPr>
          <w:trHeight w:val="317"/>
        </w:trPr>
        <w:tc>
          <w:tcPr>
            <w:tcW w:w="10349" w:type="dxa"/>
            <w:tcBorders>
              <w:bottom w:val="nil"/>
            </w:tcBorders>
            <w:vAlign w:val="bottom"/>
          </w:tcPr>
          <w:p w:rsidR="00742330" w:rsidRPr="00216913" w:rsidRDefault="00C700D7" w:rsidP="0054169C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491328" behindDoc="0" locked="0" layoutInCell="1" allowOverlap="1" wp14:anchorId="3D1179C0" wp14:editId="62789D6E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59690</wp:posOffset>
                  </wp:positionV>
                  <wp:extent cx="304800" cy="913765"/>
                  <wp:effectExtent l="19050" t="0" r="0" b="0"/>
                  <wp:wrapNone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913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4169C" w:rsidRPr="005B4876" w:rsidTr="009063A1">
        <w:trPr>
          <w:trHeight w:val="10739"/>
        </w:trPr>
        <w:tc>
          <w:tcPr>
            <w:tcW w:w="10349" w:type="dxa"/>
            <w:tcBorders>
              <w:top w:val="nil"/>
              <w:bottom w:val="nil"/>
            </w:tcBorders>
            <w:vAlign w:val="center"/>
          </w:tcPr>
          <w:p w:rsidR="000A2B3C" w:rsidRPr="00053150" w:rsidRDefault="008D3123" w:rsidP="00094F15">
            <w:pPr>
              <w:jc w:val="center"/>
            </w:pPr>
            <w:r>
              <w:rPr>
                <w:noProof/>
              </w:rPr>
              <w:pict>
                <v:shape id="R8bda475e5b7e4993" o:spid="_x0000_s1365" style="position:absolute;left:0;text-align:left;margin-left:12pt;margin-top:25pt;width:483pt;height:540.75pt;z-index:-251822080;mso-position-horizontal-relative:page;mso-position-vertical-relative:page" coordsize="" o:spt="100" adj="0,,0" path="">
                  <v:stroke joinstyle="round"/>
                  <v:imagedata r:id="rId11" o:title=""/>
                  <v:formulas/>
                  <v:path o:connecttype="segments"/>
                  <w10:wrap anchorx="page" anchory="page"/>
                </v:shape>
              </w:pict>
            </w:r>
          </w:p>
          <w:p w:rsidR="00054277" w:rsidRDefault="008D3123">
            <w:r>
              <w:rPr>
                <w:noProof/>
              </w:rPr>
              <w:pict>
                <v:line id="_x0000_s1364" style="position:absolute;flip:x y;z-index:251495424" from="454.1pt,213.1pt" to="442.6pt,239.3pt" strokecolor="red" strokeweight=".57pt"/>
              </w:pict>
            </w:r>
            <w:r>
              <w:rPr>
                <w:noProof/>
              </w:rPr>
              <w:pict>
                <v:line id="_x0000_s1363" style="position:absolute;flip:x y;z-index:251496448" from="442.6pt,239.3pt" to="441.95pt,253.7pt" strokecolor="red" strokeweight=".57pt"/>
              </w:pict>
            </w:r>
            <w:r>
              <w:rPr>
                <w:noProof/>
              </w:rPr>
              <w:pict>
                <v:line id="_x0000_s1362" style="position:absolute;flip:x y;z-index:251497472" from="441.95pt,253.7pt" to="448pt,275.1pt" strokecolor="red" strokeweight=".57pt"/>
              </w:pict>
            </w:r>
            <w:r>
              <w:rPr>
                <w:noProof/>
              </w:rPr>
              <w:pict>
                <v:line id="_x0000_s1361" style="position:absolute;flip:x y;z-index:251498496" from="448pt,275.1pt" to="480.95pt,287.15pt" strokecolor="red" strokeweight=".57pt"/>
              </w:pict>
            </w:r>
            <w:r>
              <w:rPr>
                <w:noProof/>
              </w:rPr>
              <w:pict>
                <v:line id="_x0000_s1360" style="position:absolute;flip:x y;z-index:251499520" from="480.95pt,287.15pt" to="486.25pt,291.2pt" strokecolor="red" strokeweight=".57pt"/>
              </w:pict>
            </w:r>
            <w:r>
              <w:rPr>
                <w:noProof/>
              </w:rPr>
              <w:pict>
                <v:line id="_x0000_s1359" style="position:absolute;flip:x y;z-index:251500544" from="486.25pt,291.2pt" to="491.1pt,301.8pt" strokecolor="red" strokeweight=".57pt"/>
              </w:pict>
            </w:r>
            <w:r>
              <w:rPr>
                <w:noProof/>
              </w:rPr>
              <w:pict>
                <v:line id="_x0000_s1358" style="position:absolute;flip:x y;z-index:251501568" from="491.1pt,301.8pt" to="490.95pt,307.95pt" strokecolor="red" strokeweight=".57pt"/>
              </w:pict>
            </w:r>
            <w:r>
              <w:rPr>
                <w:noProof/>
              </w:rPr>
              <w:pict>
                <v:line id="_x0000_s1357" style="position:absolute;flip:x y;z-index:251502592" from="490.95pt,307.95pt" to="487.25pt,321.85pt" strokecolor="red" strokeweight=".57pt"/>
              </w:pict>
            </w:r>
            <w:r>
              <w:rPr>
                <w:noProof/>
              </w:rPr>
              <w:pict>
                <v:line id="_x0000_s1356" style="position:absolute;flip:x y;z-index:251503616" from="487.25pt,321.85pt" to="478.3pt,347.4pt" strokecolor="red" strokeweight=".57pt"/>
              </w:pict>
            </w:r>
            <w:r>
              <w:rPr>
                <w:noProof/>
              </w:rPr>
              <w:pict>
                <v:line id="_x0000_s1355" style="position:absolute;flip:x y;z-index:251504640" from="478.3pt,347.4pt" to="472.05pt,357.55pt" strokecolor="red" strokeweight=".57pt"/>
              </w:pict>
            </w:r>
            <w:r>
              <w:rPr>
                <w:noProof/>
              </w:rPr>
              <w:pict>
                <v:line id="_x0000_s1354" style="position:absolute;flip:x y;z-index:251505664" from="472.05pt,357.55pt" to="456.75pt,366.55pt" strokecolor="red" strokeweight=".57pt"/>
              </w:pict>
            </w:r>
            <w:r>
              <w:rPr>
                <w:noProof/>
              </w:rPr>
              <w:pict>
                <v:line id="_x0000_s1353" style="position:absolute;flip:x y;z-index:251506688" from="456.75pt,366.55pt" to="441.55pt,378pt" strokecolor="red" strokeweight=".57pt"/>
              </w:pict>
            </w:r>
            <w:r>
              <w:rPr>
                <w:noProof/>
              </w:rPr>
              <w:pict>
                <v:line id="_x0000_s1352" style="position:absolute;flip:x y;z-index:251507712" from="441.55pt,378pt" to="429.8pt,375.2pt" strokecolor="red" strokeweight=".57pt"/>
              </w:pict>
            </w:r>
            <w:r>
              <w:rPr>
                <w:noProof/>
              </w:rPr>
              <w:pict>
                <v:line id="_x0000_s1351" style="position:absolute;flip:x y;z-index:251508736" from="429.8pt,375.2pt" to="423.85pt,369.25pt" strokecolor="red" strokeweight=".57pt"/>
              </w:pict>
            </w:r>
            <w:r>
              <w:rPr>
                <w:noProof/>
              </w:rPr>
              <w:pict>
                <v:line id="_x0000_s1350" style="position:absolute;flip:x y;z-index:251509760" from="423.85pt,369.25pt" to="405.3pt,364.55pt" strokecolor="red" strokeweight=".57pt"/>
              </w:pict>
            </w:r>
            <w:r>
              <w:rPr>
                <w:noProof/>
              </w:rPr>
              <w:pict>
                <v:line id="_x0000_s1349" style="position:absolute;flip:x y;z-index:251510784" from="405.3pt,364.55pt" to="393.4pt,365pt" strokecolor="red" strokeweight=".57pt"/>
              </w:pict>
            </w:r>
            <w:r>
              <w:rPr>
                <w:noProof/>
              </w:rPr>
              <w:pict>
                <v:line id="_x0000_s1348" style="position:absolute;flip:x y;z-index:251511808" from="393.4pt,365pt" to="380.5pt,363.15pt" strokecolor="red" strokeweight=".57pt"/>
              </w:pict>
            </w:r>
            <w:r>
              <w:rPr>
                <w:noProof/>
              </w:rPr>
              <w:pict>
                <v:line id="_x0000_s1347" style="position:absolute;flip:x y;z-index:251512832" from="380.5pt,363.15pt" to="357.05pt,353.45pt" strokecolor="red" strokeweight=".57pt"/>
              </w:pict>
            </w:r>
            <w:r>
              <w:rPr>
                <w:noProof/>
              </w:rPr>
              <w:pict>
                <v:line id="_x0000_s1346" style="position:absolute;flip:x y;z-index:251513856" from="357.05pt,353.45pt" to="345.8pt,347.2pt" strokecolor="red" strokeweight=".57pt"/>
              </w:pict>
            </w:r>
            <w:r>
              <w:rPr>
                <w:noProof/>
              </w:rPr>
              <w:pict>
                <v:line id="_x0000_s1345" style="position:absolute;flip:x y;z-index:251514880" from="345.8pt,347.2pt" to="349.8pt,329.55pt" strokecolor="red" strokeweight=".57pt"/>
              </w:pict>
            </w:r>
            <w:r>
              <w:rPr>
                <w:noProof/>
              </w:rPr>
              <w:pict>
                <v:line id="_x0000_s1344" style="position:absolute;flip:x y;z-index:251515904" from="349.8pt,329.55pt" to="360.1pt,299.85pt" strokecolor="red" strokeweight=".57pt"/>
              </w:pict>
            </w:r>
            <w:r>
              <w:rPr>
                <w:noProof/>
              </w:rPr>
              <w:pict>
                <v:line id="_x0000_s1343" style="position:absolute;flip:x y;z-index:251516928" from="360.1pt,299.85pt" to="324.15pt,285.65pt" strokecolor="red" strokeweight=".57pt"/>
              </w:pict>
            </w:r>
            <w:r>
              <w:rPr>
                <w:noProof/>
              </w:rPr>
              <w:pict>
                <v:line id="_x0000_s1342" style="position:absolute;flip:x y;z-index:251517952" from="324.15pt,285.65pt" to="256.85pt,259.1pt" strokecolor="red" strokeweight=".57pt"/>
              </w:pict>
            </w:r>
            <w:r>
              <w:rPr>
                <w:noProof/>
              </w:rPr>
              <w:pict>
                <v:line id="_x0000_s1341" style="position:absolute;flip:x y;z-index:251518976" from="256.85pt,259.1pt" to="248.8pt,260.85pt" strokecolor="red" strokeweight=".57pt"/>
              </w:pict>
            </w:r>
            <w:r>
              <w:rPr>
                <w:noProof/>
              </w:rPr>
              <w:pict>
                <v:line id="_x0000_s1340" style="position:absolute;flip:x y;z-index:251520000" from="248.8pt,260.85pt" to="242.5pt,265.65pt" strokecolor="red" strokeweight=".57pt"/>
              </w:pict>
            </w:r>
            <w:r>
              <w:rPr>
                <w:noProof/>
              </w:rPr>
              <w:pict>
                <v:line id="_x0000_s1339" style="position:absolute;flip:x y;z-index:251521024" from="242.5pt,265.65pt" to="237.6pt,274.2pt" strokecolor="red" strokeweight=".57pt"/>
              </w:pict>
            </w:r>
            <w:r>
              <w:rPr>
                <w:noProof/>
              </w:rPr>
              <w:pict>
                <v:line id="_x0000_s1338" style="position:absolute;flip:x y;z-index:251522048" from="237.6pt,274.2pt" to="213pt,266.85pt" strokecolor="red" strokeweight=".57pt"/>
              </w:pict>
            </w:r>
            <w:r>
              <w:rPr>
                <w:noProof/>
              </w:rPr>
              <w:pict>
                <v:line id="_x0000_s1337" style="position:absolute;flip:x y;z-index:251523072" from="213pt,266.85pt" to="198.95pt,273.65pt" strokecolor="red" strokeweight=".57pt"/>
              </w:pict>
            </w:r>
            <w:r>
              <w:rPr>
                <w:noProof/>
              </w:rPr>
              <w:pict>
                <v:line id="_x0000_s1336" style="position:absolute;flip:x y;z-index:251524096" from="198.95pt,273.65pt" to="188.15pt,277.2pt" strokecolor="red" strokeweight=".57pt"/>
              </w:pict>
            </w:r>
            <w:r>
              <w:rPr>
                <w:noProof/>
              </w:rPr>
              <w:pict>
                <v:line id="_x0000_s1335" style="position:absolute;flip:x y;z-index:251525120" from="188.15pt,277.2pt" to="157.5pt,265.85pt" strokecolor="red" strokeweight=".57pt"/>
              </w:pict>
            </w:r>
            <w:r>
              <w:rPr>
                <w:noProof/>
              </w:rPr>
              <w:pict>
                <v:line id="_x0000_s1334" style="position:absolute;flip:x y;z-index:251526144" from="157.5pt,265.85pt" to="146.15pt,267.4pt" strokecolor="red" strokeweight=".57pt"/>
              </w:pict>
            </w:r>
            <w:r>
              <w:rPr>
                <w:noProof/>
              </w:rPr>
              <w:pict>
                <v:line id="_x0000_s1333" style="position:absolute;flip:x y;z-index:251527168" from="146.15pt,267.4pt" to="144.2pt,270.6pt" strokecolor="red" strokeweight=".57pt"/>
              </w:pict>
            </w:r>
            <w:r>
              <w:rPr>
                <w:noProof/>
              </w:rPr>
              <w:pict>
                <v:line id="_x0000_s1332" style="position:absolute;flip:x y;z-index:251528192" from="144.2pt,270.6pt" to="142.45pt,272.9pt" strokecolor="red" strokeweight=".57pt"/>
              </w:pict>
            </w:r>
            <w:r>
              <w:rPr>
                <w:noProof/>
              </w:rPr>
              <w:pict>
                <v:line id="_x0000_s1331" style="position:absolute;flip:x y;z-index:251529216" from="142.45pt,272.9pt" to="140.05pt,274.55pt" strokecolor="red" strokeweight=".57pt"/>
              </w:pict>
            </w:r>
            <w:r>
              <w:rPr>
                <w:noProof/>
              </w:rPr>
              <w:pict>
                <v:line id="_x0000_s1330" style="position:absolute;flip:x y;z-index:251530240" from="140.05pt,274.55pt" to="138.4pt,274.95pt" strokecolor="red" strokeweight=".57pt"/>
              </w:pict>
            </w:r>
            <w:r>
              <w:rPr>
                <w:noProof/>
              </w:rPr>
              <w:pict>
                <v:line id="_x0000_s1329" style="position:absolute;flip:x y;z-index:251531264" from="138.4pt,274.95pt" to="136.6pt,274.65pt" strokecolor="red" strokeweight=".57pt"/>
              </w:pict>
            </w:r>
            <w:r>
              <w:rPr>
                <w:noProof/>
              </w:rPr>
              <w:pict>
                <v:line id="_x0000_s1328" style="position:absolute;flip:x y;z-index:251532288" from="136.6pt,274.65pt" to="134.75pt,274pt" strokecolor="red" strokeweight=".57pt"/>
              </w:pict>
            </w:r>
            <w:r>
              <w:rPr>
                <w:noProof/>
              </w:rPr>
              <w:pict>
                <v:line id="_x0000_s1327" style="position:absolute;flip:x y;z-index:251533312" from="134.75pt,274pt" to="129.45pt,271.35pt" strokecolor="red" strokeweight=".57pt"/>
              </w:pict>
            </w:r>
            <w:r>
              <w:rPr>
                <w:noProof/>
              </w:rPr>
              <w:pict>
                <v:line id="_x0000_s1326" style="position:absolute;flip:x y;z-index:251534336" from="129.45pt,271.35pt" to="127.5pt,270.6pt" strokecolor="red" strokeweight=".57pt"/>
              </w:pict>
            </w:r>
            <w:r>
              <w:rPr>
                <w:noProof/>
              </w:rPr>
              <w:pict>
                <v:line id="_x0000_s1325" style="position:absolute;flip:x y;z-index:251535360" from="127.5pt,270.6pt" to="126.35pt,271.1pt" strokecolor="red" strokeweight=".57pt"/>
              </w:pict>
            </w:r>
            <w:r>
              <w:rPr>
                <w:noProof/>
              </w:rPr>
              <w:pict>
                <v:line id="_x0000_s1324" style="position:absolute;flip:x y;z-index:251536384" from="126.35pt,271.1pt" to="124.7pt,272.8pt" strokecolor="red" strokeweight=".57pt"/>
              </w:pict>
            </w:r>
            <w:r>
              <w:rPr>
                <w:noProof/>
              </w:rPr>
              <w:pict>
                <v:line id="_x0000_s1323" style="position:absolute;flip:x y;z-index:251537408" from="124.7pt,272.8pt" to="123.85pt,275.25pt" strokecolor="red" strokeweight=".57pt"/>
              </w:pict>
            </w:r>
            <w:r>
              <w:rPr>
                <w:noProof/>
              </w:rPr>
              <w:pict>
                <v:line id="_x0000_s1322" style="position:absolute;flip:x y;z-index:251538432" from="123.85pt,275.25pt" to="121.65pt,277.25pt" strokecolor="red" strokeweight=".57pt"/>
              </w:pict>
            </w:r>
            <w:r>
              <w:rPr>
                <w:noProof/>
              </w:rPr>
              <w:pict>
                <v:line id="_x0000_s1321" style="position:absolute;flip:x y;z-index:251539456" from="121.65pt,277.25pt" to="118.25pt,278.4pt" strokecolor="red" strokeweight=".57pt"/>
              </w:pict>
            </w:r>
            <w:r>
              <w:rPr>
                <w:noProof/>
              </w:rPr>
              <w:pict>
                <v:line id="_x0000_s1320" style="position:absolute;flip:x y;z-index:251540480" from="118.25pt,278.4pt" to="116.05pt,278.6pt" strokecolor="red" strokeweight=".57pt"/>
              </w:pict>
            </w:r>
            <w:r>
              <w:rPr>
                <w:noProof/>
              </w:rPr>
              <w:pict>
                <v:line id="_x0000_s1319" style="position:absolute;flip:x y;z-index:251541504" from="116.05pt,278.6pt" to="114.85pt,277.9pt" strokecolor="red" strokeweight=".57pt"/>
              </w:pict>
            </w:r>
            <w:r>
              <w:rPr>
                <w:noProof/>
              </w:rPr>
              <w:pict>
                <v:line id="_x0000_s1318" style="position:absolute;flip:x y;z-index:251542528" from="114.85pt,277.9pt" to="114.2pt,276.25pt" strokecolor="red" strokeweight=".57pt"/>
              </w:pict>
            </w:r>
            <w:r>
              <w:rPr>
                <w:noProof/>
              </w:rPr>
              <w:pict>
                <v:line id="_x0000_s1317" style="position:absolute;flip:x y;z-index:251543552" from="114.2pt,276.25pt" to="114.5pt,275.15pt" strokecolor="red" strokeweight=".57pt"/>
              </w:pict>
            </w:r>
            <w:r>
              <w:rPr>
                <w:noProof/>
              </w:rPr>
              <w:pict>
                <v:line id="_x0000_s1316" style="position:absolute;flip:x y;z-index:251544576" from="114.5pt,275.15pt" to="114.95pt,273.4pt" strokecolor="red" strokeweight=".57pt"/>
              </w:pict>
            </w:r>
            <w:r>
              <w:rPr>
                <w:noProof/>
              </w:rPr>
              <w:pict>
                <v:line id="_x0000_s1315" style="position:absolute;flip:x y;z-index:251545600" from="114.95pt,273.4pt" to="116.1pt,271.35pt" strokecolor="red" strokeweight=".57pt"/>
              </w:pict>
            </w:r>
            <w:r>
              <w:rPr>
                <w:noProof/>
              </w:rPr>
              <w:pict>
                <v:line id="_x0000_s1314" style="position:absolute;flip:x y;z-index:251546624" from="116.1pt,271.35pt" to="116.05pt,268.75pt" strokecolor="red" strokeweight=".57pt"/>
              </w:pict>
            </w:r>
            <w:r>
              <w:rPr>
                <w:noProof/>
              </w:rPr>
              <w:pict>
                <v:line id="_x0000_s1313" style="position:absolute;flip:x y;z-index:251547648" from="116.05pt,268.75pt" to="116.5pt,266.15pt" strokecolor="red" strokeweight=".57pt"/>
              </w:pict>
            </w:r>
            <w:r>
              <w:rPr>
                <w:noProof/>
              </w:rPr>
              <w:pict>
                <v:line id="_x0000_s1312" style="position:absolute;flip:x y;z-index:251548672" from="116.5pt,266.15pt" to="117.3pt,264.3pt" strokecolor="red" strokeweight=".57pt"/>
              </w:pict>
            </w:r>
            <w:r>
              <w:rPr>
                <w:noProof/>
              </w:rPr>
              <w:pict>
                <v:line id="_x0000_s1311" style="position:absolute;flip:x y;z-index:251549696" from="117.3pt,264.3pt" to="117.3pt,262.1pt" strokecolor="red" strokeweight=".57pt"/>
              </w:pict>
            </w:r>
            <w:r>
              <w:rPr>
                <w:noProof/>
              </w:rPr>
              <w:pict>
                <v:line id="_x0000_s1310" style="position:absolute;flip:x y;z-index:251550720" from="117.3pt,262.1pt" to="117.2pt,259.2pt" strokecolor="red" strokeweight=".57pt"/>
              </w:pict>
            </w:r>
            <w:r>
              <w:rPr>
                <w:noProof/>
              </w:rPr>
              <w:pict>
                <v:line id="_x0000_s1309" style="position:absolute;flip:x y;z-index:251551744" from="117.2pt,259.2pt" to="116.3pt,256.7pt" strokecolor="red" strokeweight=".57pt"/>
              </w:pict>
            </w:r>
            <w:r>
              <w:rPr>
                <w:noProof/>
              </w:rPr>
              <w:pict>
                <v:line id="_x0000_s1308" style="position:absolute;flip:x y;z-index:251552768" from="116.3pt,256.7pt" to="122pt,238.3pt" strokecolor="red" strokeweight=".57pt"/>
              </w:pict>
            </w:r>
            <w:r>
              <w:rPr>
                <w:noProof/>
              </w:rPr>
              <w:pict>
                <v:line id="_x0000_s1307" style="position:absolute;flip:x y;z-index:251553792" from="122pt,238.3pt" to="129.85pt,216.15pt" strokecolor="red" strokeweight=".57pt"/>
              </w:pict>
            </w:r>
            <w:r>
              <w:rPr>
                <w:noProof/>
              </w:rPr>
              <w:pict>
                <v:line id="_x0000_s1306" style="position:absolute;flip:x y;z-index:251554816" from="129.85pt,216.15pt" to="101.75pt,220.05pt" strokecolor="red" strokeweight=".57pt"/>
              </w:pict>
            </w:r>
            <w:r>
              <w:rPr>
                <w:noProof/>
              </w:rPr>
              <w:pict>
                <v:line id="_x0000_s1305" style="position:absolute;flip:x y;z-index:251555840" from="101.75pt,220.05pt" to="85.5pt,226.95pt" strokecolor="red" strokeweight=".57pt"/>
              </w:pict>
            </w:r>
            <w:r>
              <w:rPr>
                <w:noProof/>
              </w:rPr>
              <w:pict>
                <v:line id="_x0000_s1304" style="position:absolute;flip:x y;z-index:251556864" from="85.5pt,226.95pt" to="54.65pt,241.85pt" strokecolor="red" strokeweight=".57pt"/>
              </w:pict>
            </w:r>
            <w:r>
              <w:rPr>
                <w:noProof/>
              </w:rPr>
              <w:pict>
                <v:line id="_x0000_s1303" style="position:absolute;flip:x y;z-index:251557888" from="54.65pt,241.85pt" to="47.15pt,276pt" strokecolor="red" strokeweight=".57pt"/>
              </w:pict>
            </w:r>
            <w:r>
              <w:rPr>
                <w:noProof/>
              </w:rPr>
              <w:pict>
                <v:line id="_x0000_s1302" style="position:absolute;flip:x y;z-index:251558912" from="47.15pt,276pt" to="23.15pt,269.8pt" strokecolor="red" strokeweight=".57pt"/>
              </w:pict>
            </w:r>
            <w:r>
              <w:rPr>
                <w:noProof/>
              </w:rPr>
              <w:pict>
                <v:line id="_x0000_s1301" style="position:absolute;flip:x y;z-index:251559936" from="23.15pt,269.8pt" to="7.9pt,259.9pt" strokecolor="red" strokeweight=".57pt"/>
              </w:pict>
            </w:r>
            <w:r>
              <w:rPr>
                <w:noProof/>
              </w:rPr>
              <w:pict>
                <v:line id="_x0000_s1300" style="position:absolute;flip:x y;z-index:251560960" from="7.9pt,259.9pt" to="20.85pt,238.9pt" strokecolor="red" strokeweight=".57pt"/>
              </w:pict>
            </w:r>
            <w:r>
              <w:rPr>
                <w:noProof/>
              </w:rPr>
              <w:pict>
                <v:line id="_x0000_s1299" style="position:absolute;flip:x y;z-index:251561984" from="20.85pt,238.9pt" to="23.9pt,232.05pt" strokecolor="red" strokeweight=".57pt"/>
              </w:pict>
            </w:r>
            <w:r>
              <w:rPr>
                <w:noProof/>
              </w:rPr>
              <w:pict>
                <v:line id="_x0000_s1298" style="position:absolute;flip:x y;z-index:251563008" from="23.9pt,232.05pt" to="45.35pt,207.55pt" strokecolor="red" strokeweight=".57pt"/>
              </w:pict>
            </w:r>
            <w:r>
              <w:rPr>
                <w:noProof/>
              </w:rPr>
              <w:pict>
                <v:line id="_x0000_s1297" style="position:absolute;flip:x y;z-index:251564032" from="45.35pt,207.55pt" to="45.7pt,205.1pt" strokecolor="red" strokeweight=".57pt"/>
              </w:pict>
            </w:r>
            <w:r>
              <w:rPr>
                <w:noProof/>
              </w:rPr>
              <w:pict>
                <v:line id="_x0000_s1296" style="position:absolute;flip:x y;z-index:251565056" from="45.7pt,205.1pt" to="40.65pt,191.4pt" strokecolor="red" strokeweight=".57pt"/>
              </w:pict>
            </w:r>
            <w:r>
              <w:rPr>
                <w:noProof/>
              </w:rPr>
              <w:pict>
                <v:line id="_x0000_s1295" style="position:absolute;flip:x y;z-index:251566080" from="40.65pt,191.4pt" to="45.4pt,174.7pt" strokecolor="red" strokeweight=".57pt"/>
              </w:pict>
            </w:r>
            <w:r>
              <w:rPr>
                <w:noProof/>
              </w:rPr>
              <w:pict>
                <v:line id="_x0000_s1294" style="position:absolute;flip:x y;z-index:251567104" from="45.4pt,174.7pt" to="70.75pt,159.85pt" strokecolor="red" strokeweight=".57pt"/>
              </w:pict>
            </w:r>
            <w:r>
              <w:rPr>
                <w:noProof/>
              </w:rPr>
              <w:pict>
                <v:line id="_x0000_s1293" style="position:absolute;flip:x y;z-index:251568128" from="70.75pt,159.85pt" to="89.7pt,159.45pt" strokecolor="red" strokeweight=".57pt"/>
              </w:pict>
            </w:r>
            <w:r>
              <w:rPr>
                <w:noProof/>
              </w:rPr>
              <w:pict>
                <v:line id="_x0000_s1292" style="position:absolute;flip:x y;z-index:251569152" from="89.7pt,159.45pt" to="94.45pt,156.3pt" strokecolor="red" strokeweight=".57pt"/>
              </w:pict>
            </w:r>
            <w:r>
              <w:rPr>
                <w:noProof/>
              </w:rPr>
              <w:pict>
                <v:line id="_x0000_s1291" style="position:absolute;flip:x y;z-index:251570176" from="94.45pt,156.3pt" to="103.25pt,149.55pt" strokecolor="red" strokeweight=".57pt"/>
              </w:pict>
            </w:r>
            <w:r>
              <w:rPr>
                <w:noProof/>
              </w:rPr>
              <w:pict>
                <v:line id="_x0000_s1290" style="position:absolute;flip:x y;z-index:251571200" from="103.25pt,149.55pt" to="105.5pt,148.1pt" strokecolor="red" strokeweight=".57pt"/>
              </w:pict>
            </w:r>
            <w:r>
              <w:rPr>
                <w:noProof/>
              </w:rPr>
              <w:pict>
                <v:line id="_x0000_s1289" style="position:absolute;flip:x y;z-index:251572224" from="105.5pt,148.1pt" to="107.6pt,147.9pt" strokecolor="red" strokeweight=".57pt"/>
              </w:pict>
            </w:r>
            <w:r>
              <w:rPr>
                <w:noProof/>
              </w:rPr>
              <w:pict>
                <v:line id="_x0000_s1288" style="position:absolute;flip:x y;z-index:251573248" from="107.6pt,147.9pt" to="111.6pt,151.4pt" strokecolor="red" strokeweight=".57pt"/>
              </w:pict>
            </w:r>
            <w:r>
              <w:rPr>
                <w:noProof/>
              </w:rPr>
              <w:pict>
                <v:line id="_x0000_s1287" style="position:absolute;flip:x y;z-index:251574272" from="111.6pt,151.4pt" to="113.35pt,153.6pt" strokecolor="red" strokeweight=".57pt"/>
              </w:pict>
            </w:r>
            <w:r>
              <w:rPr>
                <w:noProof/>
              </w:rPr>
              <w:pict>
                <v:line id="_x0000_s1286" style="position:absolute;flip:x y;z-index:251575296" from="113.35pt,153.6pt" to="115.4pt,155.1pt" strokecolor="red" strokeweight=".57pt"/>
              </w:pict>
            </w:r>
            <w:r>
              <w:rPr>
                <w:noProof/>
              </w:rPr>
              <w:pict>
                <v:line id="_x0000_s1285" style="position:absolute;flip:x y;z-index:251576320" from="115.4pt,155.1pt" to="118.65pt,155.1pt" strokecolor="red" strokeweight=".57pt"/>
              </w:pict>
            </w:r>
            <w:r>
              <w:rPr>
                <w:noProof/>
              </w:rPr>
              <w:pict>
                <v:line id="_x0000_s1284" style="position:absolute;flip:x y;z-index:251577344" from="118.65pt,155.1pt" to="122.85pt,152.75pt" strokecolor="red" strokeweight=".57pt"/>
              </w:pict>
            </w:r>
            <w:r>
              <w:rPr>
                <w:noProof/>
              </w:rPr>
              <w:pict>
                <v:line id="_x0000_s1283" style="position:absolute;flip:x y;z-index:251578368" from="122.85pt,152.75pt" to="128.55pt,147.9pt" strokecolor="red" strokeweight=".57pt"/>
              </w:pict>
            </w:r>
            <w:r>
              <w:rPr>
                <w:noProof/>
              </w:rPr>
              <w:pict>
                <v:line id="_x0000_s1282" style="position:absolute;flip:x y;z-index:251579392" from="128.55pt,147.9pt" to="131pt,146.3pt" strokecolor="red" strokeweight=".57pt"/>
              </w:pict>
            </w:r>
            <w:r>
              <w:rPr>
                <w:noProof/>
              </w:rPr>
              <w:pict>
                <v:line id="_x0000_s1281" style="position:absolute;flip:x y;z-index:251580416" from="131pt,146.3pt" to="135.3pt,145.1pt" strokecolor="red" strokeweight=".57pt"/>
              </w:pict>
            </w:r>
            <w:r>
              <w:rPr>
                <w:noProof/>
              </w:rPr>
              <w:pict>
                <v:line id="_x0000_s1280" style="position:absolute;flip:x y;z-index:251581440" from="135.3pt,145.1pt" to="143.4pt,144.15pt" strokecolor="red" strokeweight=".57pt"/>
              </w:pict>
            </w:r>
            <w:r>
              <w:rPr>
                <w:noProof/>
              </w:rPr>
              <w:pict>
                <v:line id="_x0000_s1279" style="position:absolute;flip:x y;z-index:251582464" from="143.4pt,144.15pt" to="158.75pt,142.75pt" strokecolor="red" strokeweight=".57pt"/>
              </w:pict>
            </w:r>
            <w:r>
              <w:rPr>
                <w:noProof/>
              </w:rPr>
              <w:pict>
                <v:line id="_x0000_s1278" style="position:absolute;flip:x y;z-index:251583488" from="158.75pt,142.75pt" to="166.3pt,142.75pt" strokecolor="red" strokeweight=".57pt"/>
              </w:pict>
            </w:r>
            <w:r>
              <w:rPr>
                <w:noProof/>
              </w:rPr>
              <w:pict>
                <v:line id="_x0000_s1277" style="position:absolute;flip:x y;z-index:251584512" from="166.3pt,142.75pt" to="175.15pt,143.6pt" strokecolor="red" strokeweight=".57pt"/>
              </w:pict>
            </w:r>
            <w:r>
              <w:rPr>
                <w:noProof/>
              </w:rPr>
              <w:pict>
                <v:line id="_x0000_s1276" style="position:absolute;flip:x y;z-index:251585536" from="175.15pt,143.6pt" to="184.6pt,145.1pt" strokecolor="red" strokeweight=".57pt"/>
              </w:pict>
            </w:r>
            <w:r>
              <w:rPr>
                <w:noProof/>
              </w:rPr>
              <w:pict>
                <v:line id="_x0000_s1275" style="position:absolute;flip:x y;z-index:251586560" from="184.6pt,145.1pt" to="207.2pt,153.1pt" strokecolor="red" strokeweight=".57pt"/>
              </w:pict>
            </w:r>
            <w:r>
              <w:rPr>
                <w:noProof/>
              </w:rPr>
              <w:pict>
                <v:line id="_x0000_s1274" style="position:absolute;flip:x y;z-index:251587584" from="207.2pt,153.1pt" to="222.35pt,158.45pt" strokecolor="red" strokeweight=".57pt"/>
              </w:pict>
            </w:r>
            <w:r>
              <w:rPr>
                <w:noProof/>
              </w:rPr>
              <w:pict>
                <v:line id="_x0000_s1273" style="position:absolute;flip:x y;z-index:251588608" from="222.35pt,158.45pt" to="230.45pt,160.85pt" strokecolor="red" strokeweight=".57pt"/>
              </w:pict>
            </w:r>
            <w:r>
              <w:rPr>
                <w:noProof/>
              </w:rPr>
              <w:pict>
                <v:line id="_x0000_s1272" style="position:absolute;flip:x y;z-index:251589632" from="230.45pt,160.85pt" to="244.7pt,163.55pt" strokecolor="red" strokeweight=".57pt"/>
              </w:pict>
            </w:r>
            <w:r>
              <w:rPr>
                <w:noProof/>
              </w:rPr>
              <w:pict>
                <v:line id="_x0000_s1271" style="position:absolute;flip:x y;z-index:251590656" from="244.7pt,163.55pt" to="247.45pt,164.65pt" strokecolor="red" strokeweight=".57pt"/>
              </w:pict>
            </w:r>
            <w:r>
              <w:rPr>
                <w:noProof/>
              </w:rPr>
              <w:pict>
                <v:line id="_x0000_s1270" style="position:absolute;flip:x y;z-index:251591680" from="247.45pt,164.65pt" to="278.2pt,176.85pt" strokecolor="red" strokeweight=".57pt"/>
              </w:pict>
            </w:r>
            <w:r>
              <w:rPr>
                <w:noProof/>
              </w:rPr>
              <w:pict>
                <v:line id="_x0000_s1269" style="position:absolute;flip:x y;z-index:251592704" from="278.2pt,176.85pt" to="309.55pt,161.55pt" strokecolor="red" strokeweight=".57pt"/>
              </w:pict>
            </w:r>
            <w:r>
              <w:rPr>
                <w:noProof/>
              </w:rPr>
              <w:pict>
                <v:line id="_x0000_s1268" style="position:absolute;flip:x y;z-index:251593728" from="309.55pt,161.55pt" to="329.25pt,151pt" strokecolor="red" strokeweight=".57pt"/>
              </w:pict>
            </w:r>
            <w:r>
              <w:rPr>
                <w:noProof/>
              </w:rPr>
              <w:pict>
                <v:line id="_x0000_s1267" style="position:absolute;flip:x y;z-index:251594752" from="329.25pt,151pt" to="337.7pt,146.5pt" strokecolor="red" strokeweight=".57pt"/>
              </w:pict>
            </w:r>
            <w:r>
              <w:rPr>
                <w:noProof/>
              </w:rPr>
              <w:pict>
                <v:line id="_x0000_s1266" style="position:absolute;flip:x y;z-index:251595776" from="337.7pt,146.5pt" to="458.7pt,204.15pt" strokecolor="red" strokeweight=".57pt"/>
              </w:pict>
            </w:r>
            <w:r>
              <w:rPr>
                <w:noProof/>
              </w:rPr>
              <w:pict>
                <v:line id="_x0000_s1265" style="position:absolute;flip:x y;z-index:251596800" from="458.7pt,204.15pt" to="454.1pt,213.1pt" strokecolor="red" strokeweight=".57pt"/>
              </w:pict>
            </w:r>
            <w:r>
              <w:rPr>
                <w:noProof/>
              </w:rPr>
              <w:pict>
                <v:oval id="_x0000_s1264" style="position:absolute;margin-left:452.7pt;margin-top:211.7pt;width:2.85pt;height:2.85pt;z-index:251597824" fillcolor="black"/>
              </w:pict>
            </w:r>
            <w:r>
              <w:rPr>
                <w:noProof/>
              </w:rPr>
              <w:pict>
                <v:oval id="_x0000_s1263" style="position:absolute;margin-left:441.2pt;margin-top:237.9pt;width:2.85pt;height:2.85pt;z-index:251598848" fillcolor="black"/>
              </w:pict>
            </w:r>
            <w:r>
              <w:rPr>
                <w:noProof/>
              </w:rPr>
              <w:pict>
                <v:oval id="_x0000_s1262" style="position:absolute;margin-left:440.55pt;margin-top:252.3pt;width:2.85pt;height:2.85pt;z-index:251599872" fillcolor="black"/>
              </w:pict>
            </w:r>
            <w:r>
              <w:rPr>
                <w:noProof/>
              </w:rPr>
              <w:pict>
                <v:oval id="_x0000_s1261" style="position:absolute;margin-left:446.55pt;margin-top:273.7pt;width:2.85pt;height:2.85pt;z-index:251600896" fillcolor="black"/>
              </w:pict>
            </w:r>
            <w:r>
              <w:rPr>
                <w:noProof/>
              </w:rPr>
              <w:pict>
                <v:oval id="_x0000_s1260" style="position:absolute;margin-left:479.55pt;margin-top:285.7pt;width:2.85pt;height:2.85pt;z-index:251601920" fillcolor="black"/>
              </w:pict>
            </w:r>
            <w:r>
              <w:rPr>
                <w:noProof/>
              </w:rPr>
              <w:pict>
                <v:oval id="_x0000_s1259" style="position:absolute;margin-left:484.8pt;margin-top:289.8pt;width:2.85pt;height:2.85pt;z-index:251602944" fillcolor="black"/>
              </w:pict>
            </w:r>
            <w:r>
              <w:rPr>
                <w:noProof/>
              </w:rPr>
              <w:pict>
                <v:oval id="_x0000_s1258" style="position:absolute;margin-left:489.65pt;margin-top:300.35pt;width:2.85pt;height:2.85pt;z-index:251603968" fillcolor="black"/>
              </w:pict>
            </w:r>
            <w:r>
              <w:rPr>
                <w:noProof/>
              </w:rPr>
              <w:pict>
                <v:oval id="_x0000_s1257" style="position:absolute;margin-left:489.55pt;margin-top:306.55pt;width:2.85pt;height:2.85pt;z-index:251604992" fillcolor="black"/>
              </w:pict>
            </w:r>
            <w:r>
              <w:rPr>
                <w:noProof/>
              </w:rPr>
              <w:pict>
                <v:oval id="_x0000_s1256" style="position:absolute;margin-left:485.8pt;margin-top:320.45pt;width:2.85pt;height:2.85pt;z-index:251606016" fillcolor="black"/>
              </w:pict>
            </w:r>
            <w:r>
              <w:rPr>
                <w:noProof/>
              </w:rPr>
              <w:pict>
                <v:oval id="_x0000_s1255" style="position:absolute;margin-left:476.9pt;margin-top:346pt;width:2.85pt;height:2.85pt;z-index:251607040" fillcolor="black"/>
              </w:pict>
            </w:r>
            <w:r>
              <w:rPr>
                <w:noProof/>
              </w:rPr>
              <w:pict>
                <v:oval id="_x0000_s1254" style="position:absolute;margin-left:470.6pt;margin-top:356.15pt;width:2.85pt;height:2.85pt;z-index:251608064" fillcolor="black"/>
              </w:pict>
            </w:r>
            <w:r>
              <w:rPr>
                <w:noProof/>
              </w:rPr>
              <w:pict>
                <v:oval id="_x0000_s1253" style="position:absolute;margin-left:455.35pt;margin-top:365.15pt;width:2.85pt;height:2.85pt;z-index:251609088" fillcolor="black"/>
              </w:pict>
            </w:r>
            <w:r>
              <w:rPr>
                <w:noProof/>
              </w:rPr>
              <w:pict>
                <v:oval id="_x0000_s1252" style="position:absolute;margin-left:440.1pt;margin-top:376.55pt;width:2.85pt;height:2.85pt;z-index:251610112" fillcolor="black"/>
              </w:pict>
            </w:r>
            <w:r>
              <w:rPr>
                <w:noProof/>
              </w:rPr>
              <w:pict>
                <v:oval id="_x0000_s1251" style="position:absolute;margin-left:428.4pt;margin-top:373.8pt;width:2.85pt;height:2.85pt;z-index:251611136" fillcolor="black"/>
              </w:pict>
            </w:r>
            <w:r>
              <w:rPr>
                <w:noProof/>
              </w:rPr>
              <w:pict>
                <v:oval id="_x0000_s1250" style="position:absolute;margin-left:422.45pt;margin-top:367.85pt;width:2.85pt;height:2.85pt;z-index:251612160" fillcolor="black"/>
              </w:pict>
            </w:r>
            <w:r>
              <w:rPr>
                <w:noProof/>
              </w:rPr>
              <w:pict>
                <v:oval id="_x0000_s1249" style="position:absolute;margin-left:403.9pt;margin-top:363.15pt;width:2.85pt;height:2.85pt;z-index:251613184" fillcolor="black"/>
              </w:pict>
            </w:r>
            <w:r>
              <w:rPr>
                <w:noProof/>
              </w:rPr>
              <w:pict>
                <v:oval id="_x0000_s1248" style="position:absolute;margin-left:391.95pt;margin-top:363.6pt;width:2.85pt;height:2.85pt;z-index:251614208" fillcolor="black"/>
              </w:pict>
            </w:r>
            <w:r>
              <w:rPr>
                <w:noProof/>
              </w:rPr>
              <w:pict>
                <v:oval id="_x0000_s1247" style="position:absolute;margin-left:379.05pt;margin-top:361.7pt;width:2.85pt;height:2.85pt;z-index:251615232" fillcolor="black"/>
              </w:pict>
            </w:r>
            <w:r>
              <w:rPr>
                <w:noProof/>
              </w:rPr>
              <w:pict>
                <v:oval id="_x0000_s1246" style="position:absolute;margin-left:355.65pt;margin-top:352pt;width:2.85pt;height:2.85pt;z-index:251616256" fillcolor="black"/>
              </w:pict>
            </w:r>
            <w:r>
              <w:rPr>
                <w:noProof/>
              </w:rPr>
              <w:pict>
                <v:oval id="_x0000_s1245" style="position:absolute;margin-left:344.4pt;margin-top:345.75pt;width:2.85pt;height:2.85pt;z-index:251617280" fillcolor="black"/>
              </w:pict>
            </w:r>
            <w:r>
              <w:rPr>
                <w:noProof/>
              </w:rPr>
              <w:pict>
                <v:oval id="_x0000_s1244" style="position:absolute;margin-left:348.4pt;margin-top:328.15pt;width:2.85pt;height:2.85pt;z-index:251618304" fillcolor="black"/>
              </w:pict>
            </w:r>
            <w:r>
              <w:rPr>
                <w:noProof/>
              </w:rPr>
              <w:pict>
                <v:oval id="_x0000_s1243" style="position:absolute;margin-left:358.7pt;margin-top:298.45pt;width:2.85pt;height:2.85pt;z-index:251619328" fillcolor="black"/>
              </w:pict>
            </w:r>
            <w:r>
              <w:rPr>
                <w:noProof/>
              </w:rPr>
              <w:pict>
                <v:oval id="_x0000_s1242" style="position:absolute;margin-left:322.7pt;margin-top:284.25pt;width:2.85pt;height:2.85pt;z-index:251620352" fillcolor="black"/>
              </w:pict>
            </w:r>
            <w:r>
              <w:rPr>
                <w:noProof/>
              </w:rPr>
              <w:pict>
                <v:oval id="_x0000_s1241" style="position:absolute;margin-left:255.4pt;margin-top:257.7pt;width:2.85pt;height:2.85pt;z-index:251621376" fillcolor="black"/>
              </w:pict>
            </w:r>
            <w:r>
              <w:rPr>
                <w:noProof/>
              </w:rPr>
              <w:pict>
                <v:oval id="_x0000_s1240" style="position:absolute;margin-left:247.4pt;margin-top:259.45pt;width:2.85pt;height:2.85pt;z-index:251622400" fillcolor="black"/>
              </w:pict>
            </w:r>
            <w:r>
              <w:rPr>
                <w:noProof/>
              </w:rPr>
              <w:pict>
                <v:oval id="_x0000_s1239" style="position:absolute;margin-left:241.05pt;margin-top:264.25pt;width:2.85pt;height:2.85pt;z-index:251623424" fillcolor="black"/>
              </w:pict>
            </w:r>
            <w:r>
              <w:rPr>
                <w:noProof/>
              </w:rPr>
              <w:pict>
                <v:oval id="_x0000_s1238" style="position:absolute;margin-left:236.2pt;margin-top:272.75pt;width:2.85pt;height:2.85pt;z-index:251624448" fillcolor="black"/>
              </w:pict>
            </w:r>
            <w:r>
              <w:rPr>
                <w:noProof/>
              </w:rPr>
              <w:pict>
                <v:oval id="_x0000_s1237" style="position:absolute;margin-left:211.6pt;margin-top:265.45pt;width:2.85pt;height:2.85pt;z-index:251625472" fillcolor="black"/>
              </w:pict>
            </w:r>
            <w:r>
              <w:rPr>
                <w:noProof/>
              </w:rPr>
              <w:pict>
                <v:oval id="_x0000_s1236" style="position:absolute;margin-left:197.55pt;margin-top:272.2pt;width:2.85pt;height:2.85pt;z-index:251626496" fillcolor="black"/>
              </w:pict>
            </w:r>
            <w:r>
              <w:rPr>
                <w:noProof/>
              </w:rPr>
              <w:pict>
                <v:oval id="_x0000_s1235" style="position:absolute;margin-left:186.75pt;margin-top:275.75pt;width:2.85pt;height:2.85pt;z-index:251627520" fillcolor="black"/>
              </w:pict>
            </w:r>
            <w:r>
              <w:rPr>
                <w:noProof/>
              </w:rPr>
              <w:pict>
                <v:oval id="_x0000_s1234" style="position:absolute;margin-left:156.1pt;margin-top:264.45pt;width:2.85pt;height:2.85pt;z-index:251628544" fillcolor="black"/>
              </w:pict>
            </w:r>
            <w:r>
              <w:rPr>
                <w:noProof/>
              </w:rPr>
              <w:pict>
                <v:oval id="_x0000_s1233" style="position:absolute;margin-left:144.7pt;margin-top:266pt;width:2.85pt;height:2.85pt;z-index:251629568" fillcolor="black"/>
              </w:pict>
            </w:r>
            <w:r>
              <w:rPr>
                <w:noProof/>
              </w:rPr>
              <w:pict>
                <v:oval id="_x0000_s1232" style="position:absolute;margin-left:142.8pt;margin-top:269.2pt;width:2.85pt;height:2.85pt;z-index:251630592" fillcolor="black"/>
              </w:pict>
            </w:r>
            <w:r>
              <w:rPr>
                <w:noProof/>
              </w:rPr>
              <w:pict>
                <v:oval id="_x0000_s1231" style="position:absolute;margin-left:141.05pt;margin-top:271.5pt;width:2.85pt;height:2.85pt;z-index:251631616" fillcolor="black"/>
              </w:pict>
            </w:r>
            <w:r>
              <w:rPr>
                <w:noProof/>
              </w:rPr>
              <w:pict>
                <v:oval id="_x0000_s1230" style="position:absolute;margin-left:138.65pt;margin-top:273.15pt;width:2.85pt;height:2.85pt;z-index:251632640" fillcolor="black"/>
              </w:pict>
            </w:r>
            <w:r>
              <w:rPr>
                <w:noProof/>
              </w:rPr>
              <w:pict>
                <v:oval id="_x0000_s1229" style="position:absolute;margin-left:137pt;margin-top:273.5pt;width:2.85pt;height:2.85pt;z-index:251633664" fillcolor="black"/>
              </w:pict>
            </w:r>
            <w:r>
              <w:rPr>
                <w:noProof/>
              </w:rPr>
              <w:pict>
                <v:oval id="_x0000_s1228" style="position:absolute;margin-left:135.15pt;margin-top:273.25pt;width:2.85pt;height:2.85pt;z-index:251634688" fillcolor="black"/>
              </w:pict>
            </w:r>
            <w:r>
              <w:rPr>
                <w:noProof/>
              </w:rPr>
              <w:pict>
                <v:oval id="_x0000_s1227" style="position:absolute;margin-left:133.35pt;margin-top:272.55pt;width:2.85pt;height:2.85pt;z-index:251635712" fillcolor="black"/>
              </w:pict>
            </w:r>
            <w:r>
              <w:rPr>
                <w:noProof/>
              </w:rPr>
              <w:pict>
                <v:oval id="_x0000_s1226" style="position:absolute;margin-left:128pt;margin-top:269.95pt;width:2.85pt;height:2.85pt;z-index:251636736" fillcolor="black"/>
              </w:pict>
            </w:r>
            <w:r>
              <w:rPr>
                <w:noProof/>
              </w:rPr>
              <w:pict>
                <v:oval id="_x0000_s1225" style="position:absolute;margin-left:126.1pt;margin-top:269.2pt;width:2.85pt;height:2.85pt;z-index:251637760" fillcolor="black"/>
              </w:pict>
            </w:r>
            <w:r>
              <w:rPr>
                <w:noProof/>
              </w:rPr>
              <w:pict>
                <v:oval id="_x0000_s1224" style="position:absolute;margin-left:124.95pt;margin-top:269.65pt;width:2.85pt;height:2.85pt;z-index:251638784" fillcolor="black"/>
              </w:pict>
            </w:r>
            <w:r>
              <w:rPr>
                <w:noProof/>
              </w:rPr>
              <w:pict>
                <v:oval id="_x0000_s1223" style="position:absolute;margin-left:123.3pt;margin-top:271.4pt;width:2.85pt;height:2.85pt;z-index:251639808" fillcolor="black"/>
              </w:pict>
            </w:r>
            <w:r>
              <w:rPr>
                <w:noProof/>
              </w:rPr>
              <w:pict>
                <v:oval id="_x0000_s1222" style="position:absolute;margin-left:122.45pt;margin-top:273.8pt;width:2.85pt;height:2.85pt;z-index:251640832" fillcolor="black"/>
              </w:pict>
            </w:r>
            <w:r>
              <w:rPr>
                <w:noProof/>
              </w:rPr>
              <w:pict>
                <v:oval id="_x0000_s1221" style="position:absolute;margin-left:120.2pt;margin-top:275.8pt;width:2.85pt;height:2.85pt;z-index:251641856" fillcolor="black"/>
              </w:pict>
            </w:r>
            <w:r>
              <w:rPr>
                <w:noProof/>
              </w:rPr>
              <w:pict>
                <v:oval id="_x0000_s1220" style="position:absolute;margin-left:116.85pt;margin-top:277pt;width:2.85pt;height:2.85pt;z-index:251642880" fillcolor="black"/>
              </w:pict>
            </w:r>
            <w:r>
              <w:rPr>
                <w:noProof/>
              </w:rPr>
              <w:pict>
                <v:oval id="_x0000_s1219" style="position:absolute;margin-left:114.6pt;margin-top:277.2pt;width:2.85pt;height:2.85pt;z-index:251643904" fillcolor="black"/>
              </w:pict>
            </w:r>
            <w:r>
              <w:rPr>
                <w:noProof/>
              </w:rPr>
              <w:pict>
                <v:oval id="_x0000_s1218" style="position:absolute;margin-left:113.45pt;margin-top:276.5pt;width:2.85pt;height:2.85pt;z-index:251644928" fillcolor="black"/>
              </w:pict>
            </w:r>
            <w:r>
              <w:rPr>
                <w:noProof/>
              </w:rPr>
              <w:pict>
                <v:oval id="_x0000_s1217" style="position:absolute;margin-left:112.8pt;margin-top:274.85pt;width:2.85pt;height:2.85pt;z-index:251645952" fillcolor="black"/>
              </w:pict>
            </w:r>
            <w:r>
              <w:rPr>
                <w:noProof/>
              </w:rPr>
              <w:pict>
                <v:oval id="_x0000_s1216" style="position:absolute;margin-left:113.05pt;margin-top:273.7pt;width:2.85pt;height:2.85pt;z-index:251646976" fillcolor="black"/>
              </w:pict>
            </w:r>
            <w:r>
              <w:rPr>
                <w:noProof/>
              </w:rPr>
              <w:pict>
                <v:oval id="_x0000_s1215" style="position:absolute;margin-left:113.55pt;margin-top:271.95pt;width:2.85pt;height:2.85pt;z-index:251648000" fillcolor="black"/>
              </w:pict>
            </w:r>
            <w:r>
              <w:rPr>
                <w:noProof/>
              </w:rPr>
              <w:pict>
                <v:oval id="_x0000_s1214" style="position:absolute;margin-left:114.7pt;margin-top:269.95pt;width:2.85pt;height:2.85pt;z-index:251649024" fillcolor="black"/>
              </w:pict>
            </w:r>
            <w:r>
              <w:rPr>
                <w:noProof/>
              </w:rPr>
              <w:pict>
                <v:oval id="_x0000_s1213" style="position:absolute;margin-left:114.6pt;margin-top:267.35pt;width:2.85pt;height:2.85pt;z-index:251650048" fillcolor="black"/>
              </w:pict>
            </w:r>
            <w:r>
              <w:rPr>
                <w:noProof/>
              </w:rPr>
              <w:pict>
                <v:oval id="_x0000_s1212" style="position:absolute;margin-left:115.1pt;margin-top:264.75pt;width:2.85pt;height:2.85pt;z-index:251651072" fillcolor="black"/>
              </w:pict>
            </w:r>
            <w:r>
              <w:rPr>
                <w:noProof/>
              </w:rPr>
              <w:pict>
                <v:oval id="_x0000_s1211" style="position:absolute;margin-left:115.85pt;margin-top:262.9pt;width:2.85pt;height:2.85pt;z-index:251652096" fillcolor="black"/>
              </w:pict>
            </w:r>
            <w:r>
              <w:rPr>
                <w:noProof/>
              </w:rPr>
              <w:pict>
                <v:oval id="_x0000_s1210" style="position:absolute;margin-left:115.85pt;margin-top:260.7pt;width:2.85pt;height:2.85pt;z-index:251653120" fillcolor="black"/>
              </w:pict>
            </w:r>
            <w:r>
              <w:rPr>
                <w:noProof/>
              </w:rPr>
              <w:pict>
                <v:oval id="_x0000_s1209" style="position:absolute;margin-left:115.8pt;margin-top:257.8pt;width:2.85pt;height:2.85pt;z-index:251654144" fillcolor="black"/>
              </w:pict>
            </w:r>
            <w:r>
              <w:rPr>
                <w:noProof/>
              </w:rPr>
              <w:pict>
                <v:oval id="_x0000_s1208" style="position:absolute;margin-left:114.9pt;margin-top:255.25pt;width:2.85pt;height:2.85pt;z-index:251655168" fillcolor="black"/>
              </w:pict>
            </w:r>
            <w:r>
              <w:rPr>
                <w:noProof/>
              </w:rPr>
              <w:pict>
                <v:oval id="_x0000_s1207" style="position:absolute;margin-left:120.55pt;margin-top:236.85pt;width:2.85pt;height:2.85pt;z-index:251656192" fillcolor="black"/>
              </w:pict>
            </w:r>
            <w:r>
              <w:rPr>
                <w:noProof/>
              </w:rPr>
              <w:pict>
                <v:oval id="_x0000_s1206" style="position:absolute;margin-left:128.45pt;margin-top:214.7pt;width:2.85pt;height:2.85pt;z-index:251657216" fillcolor="black"/>
              </w:pict>
            </w:r>
            <w:r>
              <w:rPr>
                <w:noProof/>
              </w:rPr>
              <w:pict>
                <v:oval id="_x0000_s1205" style="position:absolute;margin-left:100.35pt;margin-top:218.65pt;width:2.85pt;height:2.85pt;z-index:251658240" fillcolor="black"/>
              </w:pict>
            </w:r>
            <w:r>
              <w:rPr>
                <w:noProof/>
              </w:rPr>
              <w:pict>
                <v:oval id="_x0000_s1204" style="position:absolute;margin-left:84.05pt;margin-top:225.55pt;width:2.85pt;height:2.85pt;z-index:251659264" fillcolor="black"/>
              </w:pict>
            </w:r>
            <w:r>
              <w:rPr>
                <w:noProof/>
              </w:rPr>
              <w:pict>
                <v:oval id="_x0000_s1203" style="position:absolute;margin-left:53.2pt;margin-top:240.45pt;width:2.85pt;height:2.85pt;z-index:251660288" fillcolor="black"/>
              </w:pict>
            </w:r>
            <w:r>
              <w:rPr>
                <w:noProof/>
              </w:rPr>
              <w:pict>
                <v:oval id="_x0000_s1202" style="position:absolute;margin-left:45.75pt;margin-top:274.55pt;width:2.85pt;height:2.85pt;z-index:251661312" fillcolor="black"/>
              </w:pict>
            </w:r>
            <w:r>
              <w:rPr>
                <w:noProof/>
              </w:rPr>
              <w:pict>
                <v:oval id="_x0000_s1201" style="position:absolute;margin-left:21.75pt;margin-top:268.4pt;width:2.85pt;height:2.85pt;z-index:251662336" fillcolor="black"/>
              </w:pict>
            </w:r>
            <w:r>
              <w:rPr>
                <w:noProof/>
              </w:rPr>
              <w:pict>
                <v:oval id="_x0000_s1200" style="position:absolute;margin-left:6.5pt;margin-top:258.45pt;width:2.85pt;height:2.85pt;z-index:251663360" fillcolor="black"/>
              </w:pict>
            </w:r>
            <w:r>
              <w:rPr>
                <w:noProof/>
              </w:rPr>
              <w:pict>
                <v:oval id="_x0000_s1199" style="position:absolute;margin-left:19.45pt;margin-top:237.5pt;width:2.85pt;height:2.85pt;z-index:251664384" fillcolor="black"/>
              </w:pict>
            </w:r>
            <w:r>
              <w:rPr>
                <w:noProof/>
              </w:rPr>
              <w:pict>
                <v:oval id="_x0000_s1198" style="position:absolute;margin-left:22.45pt;margin-top:230.65pt;width:2.85pt;height:2.85pt;z-index:251665408" fillcolor="black"/>
              </w:pict>
            </w:r>
            <w:r>
              <w:rPr>
                <w:noProof/>
              </w:rPr>
              <w:pict>
                <v:oval id="_x0000_s1197" style="position:absolute;margin-left:43.95pt;margin-top:206.15pt;width:2.85pt;height:2.85pt;z-index:251666432" fillcolor="black"/>
              </w:pict>
            </w:r>
            <w:r>
              <w:rPr>
                <w:noProof/>
              </w:rPr>
              <w:pict>
                <v:oval id="_x0000_s1196" style="position:absolute;margin-left:44.25pt;margin-top:203.7pt;width:2.85pt;height:2.85pt;z-index:251667456" fillcolor="black"/>
              </w:pict>
            </w:r>
            <w:r>
              <w:rPr>
                <w:noProof/>
              </w:rPr>
              <w:pict>
                <v:oval id="_x0000_s1195" style="position:absolute;margin-left:39.2pt;margin-top:190pt;width:2.85pt;height:2.85pt;z-index:251668480" fillcolor="black"/>
              </w:pict>
            </w:r>
            <w:r>
              <w:rPr>
                <w:noProof/>
              </w:rPr>
              <w:pict>
                <v:oval id="_x0000_s1194" style="position:absolute;margin-left:44pt;margin-top:173.3pt;width:2.85pt;height:2.85pt;z-index:251669504" fillcolor="black"/>
              </w:pict>
            </w:r>
            <w:r>
              <w:rPr>
                <w:noProof/>
              </w:rPr>
              <w:pict>
                <v:oval id="_x0000_s1193" style="position:absolute;margin-left:69.35pt;margin-top:158.45pt;width:2.85pt;height:2.85pt;z-index:251670528" fillcolor="black"/>
              </w:pict>
            </w:r>
            <w:r>
              <w:rPr>
                <w:noProof/>
              </w:rPr>
              <w:pict>
                <v:oval id="_x0000_s1192" style="position:absolute;margin-left:88.25pt;margin-top:158pt;width:2.85pt;height:2.85pt;z-index:251671552" fillcolor="black"/>
              </w:pict>
            </w:r>
            <w:r>
              <w:rPr>
                <w:noProof/>
              </w:rPr>
              <w:pict>
                <v:oval id="_x0000_s1191" style="position:absolute;margin-left:93pt;margin-top:154.9pt;width:2.85pt;height:2.85pt;z-index:251672576" fillcolor="black"/>
              </w:pict>
            </w:r>
            <w:r>
              <w:rPr>
                <w:noProof/>
              </w:rPr>
              <w:pict>
                <v:oval id="_x0000_s1190" style="position:absolute;margin-left:101.85pt;margin-top:148.1pt;width:2.85pt;height:2.85pt;z-index:251673600" fillcolor="black"/>
              </w:pict>
            </w:r>
            <w:r>
              <w:rPr>
                <w:noProof/>
              </w:rPr>
              <w:pict>
                <v:oval id="_x0000_s1189" style="position:absolute;margin-left:104.1pt;margin-top:146.7pt;width:2.85pt;height:2.85pt;z-index:251674624" fillcolor="black"/>
              </w:pict>
            </w:r>
            <w:r>
              <w:rPr>
                <w:noProof/>
              </w:rPr>
              <w:pict>
                <v:oval id="_x0000_s1188" style="position:absolute;margin-left:106.2pt;margin-top:146.5pt;width:2.85pt;height:2.85pt;z-index:251675648" fillcolor="black"/>
              </w:pict>
            </w:r>
            <w:r>
              <w:rPr>
                <w:noProof/>
              </w:rPr>
              <w:pict>
                <v:oval id="_x0000_s1187" style="position:absolute;margin-left:110.2pt;margin-top:149.95pt;width:2.85pt;height:2.85pt;z-index:251676672" fillcolor="black"/>
              </w:pict>
            </w:r>
            <w:r>
              <w:rPr>
                <w:noProof/>
              </w:rPr>
              <w:pict>
                <v:oval id="_x0000_s1186" style="position:absolute;margin-left:111.95pt;margin-top:152.2pt;width:2.85pt;height:2.85pt;z-index:251677696" fillcolor="black"/>
              </w:pict>
            </w:r>
            <w:r>
              <w:rPr>
                <w:noProof/>
              </w:rPr>
              <w:pict>
                <v:oval id="_x0000_s1185" style="position:absolute;margin-left:114pt;margin-top:153.7pt;width:2.85pt;height:2.85pt;z-index:251678720" fillcolor="black"/>
              </w:pict>
            </w:r>
            <w:r>
              <w:rPr>
                <w:noProof/>
              </w:rPr>
              <w:pict>
                <v:oval id="_x0000_s1184" style="position:absolute;margin-left:117.2pt;margin-top:153.7pt;width:2.85pt;height:2.85pt;z-index:251679744" fillcolor="black"/>
              </w:pict>
            </w:r>
            <w:r>
              <w:rPr>
                <w:noProof/>
              </w:rPr>
              <w:pict>
                <v:oval id="_x0000_s1183" style="position:absolute;margin-left:121.4pt;margin-top:151.35pt;width:2.85pt;height:2.85pt;z-index:251680768" fillcolor="black"/>
              </w:pict>
            </w:r>
            <w:r>
              <w:rPr>
                <w:noProof/>
              </w:rPr>
              <w:pict>
                <v:oval id="_x0000_s1182" style="position:absolute;margin-left:127.1pt;margin-top:146.5pt;width:2.85pt;height:2.85pt;z-index:251681792" fillcolor="black"/>
              </w:pict>
            </w:r>
            <w:r>
              <w:rPr>
                <w:noProof/>
              </w:rPr>
              <w:pict>
                <v:oval id="_x0000_s1181" style="position:absolute;margin-left:129.6pt;margin-top:144.9pt;width:2.85pt;height:2.85pt;z-index:251682816" fillcolor="black"/>
              </w:pict>
            </w:r>
            <w:r>
              <w:rPr>
                <w:noProof/>
              </w:rPr>
              <w:pict>
                <v:oval id="_x0000_s1180" style="position:absolute;margin-left:133.9pt;margin-top:143.7pt;width:2.85pt;height:2.85pt;z-index:251683840" fillcolor="black"/>
              </w:pict>
            </w:r>
            <w:r>
              <w:rPr>
                <w:noProof/>
              </w:rPr>
              <w:pict>
                <v:oval id="_x0000_s1179" style="position:absolute;margin-left:141.95pt;margin-top:142.75pt;width:2.85pt;height:2.85pt;z-index:251684864" fillcolor="black"/>
              </w:pict>
            </w:r>
            <w:r>
              <w:rPr>
                <w:noProof/>
              </w:rPr>
              <w:pict>
                <v:oval id="_x0000_s1178" style="position:absolute;margin-left:157.35pt;margin-top:141.35pt;width:2.85pt;height:2.85pt;z-index:251685888" fillcolor="black"/>
              </w:pict>
            </w:r>
            <w:r>
              <w:rPr>
                <w:noProof/>
              </w:rPr>
              <w:pict>
                <v:oval id="_x0000_s1177" style="position:absolute;margin-left:164.9pt;margin-top:141.35pt;width:2.85pt;height:2.85pt;z-index:251686912" fillcolor="black"/>
              </w:pict>
            </w:r>
            <w:r>
              <w:rPr>
                <w:noProof/>
              </w:rPr>
              <w:pict>
                <v:oval id="_x0000_s1176" style="position:absolute;margin-left:173.7pt;margin-top:142.2pt;width:2.85pt;height:2.85pt;z-index:251687936" fillcolor="black"/>
              </w:pict>
            </w:r>
            <w:r>
              <w:rPr>
                <w:noProof/>
              </w:rPr>
              <w:pict>
                <v:oval id="_x0000_s1175" style="position:absolute;margin-left:183.2pt;margin-top:143.7pt;width:2.85pt;height:2.85pt;z-index:251688960" fillcolor="black"/>
              </w:pict>
            </w:r>
            <w:r>
              <w:rPr>
                <w:noProof/>
              </w:rPr>
              <w:pict>
                <v:oval id="_x0000_s1174" style="position:absolute;margin-left:205.8pt;margin-top:151.65pt;width:2.85pt;height:2.85pt;z-index:251689984" fillcolor="black"/>
              </w:pict>
            </w:r>
            <w:r>
              <w:rPr>
                <w:noProof/>
              </w:rPr>
              <w:pict>
                <v:oval id="_x0000_s1173" style="position:absolute;margin-left:220.95pt;margin-top:157.05pt;width:2.85pt;height:2.85pt;z-index:251691008" fillcolor="black"/>
              </w:pict>
            </w:r>
            <w:r>
              <w:rPr>
                <w:noProof/>
              </w:rPr>
              <w:pict>
                <v:oval id="_x0000_s1172" style="position:absolute;margin-left:229pt;margin-top:159.45pt;width:2.85pt;height:2.85pt;z-index:251692032" fillcolor="black"/>
              </w:pict>
            </w:r>
            <w:r>
              <w:rPr>
                <w:noProof/>
              </w:rPr>
              <w:pict>
                <v:oval id="_x0000_s1171" style="position:absolute;margin-left:243.25pt;margin-top:162.15pt;width:2.85pt;height:2.85pt;z-index:251693056" fillcolor="black"/>
              </w:pict>
            </w:r>
            <w:r>
              <w:rPr>
                <w:noProof/>
              </w:rPr>
              <w:pict>
                <v:oval id="_x0000_s1170" style="position:absolute;margin-left:246pt;margin-top:163.25pt;width:2.85pt;height:2.85pt;z-index:251694080" fillcolor="black"/>
              </w:pict>
            </w:r>
            <w:r>
              <w:rPr>
                <w:noProof/>
              </w:rPr>
              <w:pict>
                <v:oval id="_x0000_s1169" style="position:absolute;margin-left:276.8pt;margin-top:175.45pt;width:2.85pt;height:2.85pt;z-index:251695104" fillcolor="black"/>
              </w:pict>
            </w:r>
            <w:r>
              <w:rPr>
                <w:noProof/>
              </w:rPr>
              <w:pict>
                <v:oval id="_x0000_s1168" style="position:absolute;margin-left:308.15pt;margin-top:160.15pt;width:2.85pt;height:2.85pt;z-index:251696128" fillcolor="black"/>
              </w:pict>
            </w:r>
            <w:r>
              <w:rPr>
                <w:noProof/>
              </w:rPr>
              <w:pict>
                <v:oval id="_x0000_s1167" style="position:absolute;margin-left:327.85pt;margin-top:149.6pt;width:2.85pt;height:2.85pt;z-index:251697152" fillcolor="black"/>
              </w:pict>
            </w:r>
            <w:r>
              <w:rPr>
                <w:noProof/>
              </w:rPr>
              <w:pict>
                <v:oval id="_x0000_s1166" style="position:absolute;margin-left:336.3pt;margin-top:145.05pt;width:2.85pt;height:2.85pt;z-index:251698176" fillcolor="black"/>
              </w:pict>
            </w:r>
            <w:r>
              <w:rPr>
                <w:noProof/>
              </w:rPr>
              <w:pict>
                <v:oval id="_x0000_s1165" style="position:absolute;margin-left:457.3pt;margin-top:202.7pt;width:2.85pt;height:2.85pt;z-index:251699200" fillcolor="black"/>
              </w:pict>
            </w:r>
            <w:r>
              <w:rPr>
                <w:noProof/>
              </w:rPr>
              <w:pict>
                <v:oval id="_x0000_s1164" style="position:absolute;margin-left:452.7pt;margin-top:211.7pt;width:2.85pt;height:2.85pt;z-index:251700224" fillcolor="black"/>
              </w:pict>
            </w:r>
            <w:r>
              <w:rPr>
                <w:noProof/>
              </w:rPr>
              <w:pict>
                <v:shape id="_x0000_s1163" style="position:absolute;margin-left:455.8pt;margin-top:203.7pt;width:31pt;height:36pt;z-index:251701248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</w:t>
                        </w:r>
                        <w:proofErr w:type="gramStart"/>
                        <w:r>
                          <w:rPr>
                            <w:color w:val="000000"/>
                          </w:rPr>
                          <w:t>1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62" style="position:absolute;margin-left:445.4pt;margin-top:236.1pt;width:31pt;height:36pt;z-index:251702272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</w:t>
                        </w:r>
                        <w:proofErr w:type="gramStart"/>
                        <w:r>
                          <w:rPr>
                            <w:color w:val="000000"/>
                          </w:rPr>
                          <w:t>2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61" style="position:absolute;margin-left:444.9pt;margin-top:247.8pt;width:31pt;height:36pt;z-index:251703296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60" style="position:absolute;margin-left:448.85pt;margin-top:264.65pt;width:31pt;height:36pt;z-index:251704320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</w:t>
                        </w:r>
                        <w:proofErr w:type="gramStart"/>
                        <w:r>
                          <w:rPr>
                            <w:color w:val="000000"/>
                          </w:rPr>
                          <w:t>4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59" style="position:absolute;margin-left:473.85pt;margin-top:275.1pt;width:31pt;height:36pt;z-index:251705344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58" style="position:absolute;margin-left:473.85pt;margin-top:281.25pt;width:31pt;height:36pt;z-index:251706368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</w:t>
                        </w:r>
                        <w:proofErr w:type="gramStart"/>
                        <w:r>
                          <w:rPr>
                            <w:color w:val="000000"/>
                          </w:rPr>
                          <w:t>6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57" style="position:absolute;margin-left:473.85pt;margin-top:295.15pt;width:31pt;height:36pt;z-index:251707392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</w:t>
                        </w:r>
                        <w:proofErr w:type="gramStart"/>
                        <w:r>
                          <w:rPr>
                            <w:color w:val="000000"/>
                          </w:rPr>
                          <w:t>7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56" style="position:absolute;margin-left:473.85pt;margin-top:304.1pt;width:31pt;height:36pt;z-index:251708416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55" style="position:absolute;margin-left:473.85pt;margin-top:319.25pt;width:31pt;height:36pt;z-index:251709440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</w:t>
                        </w:r>
                        <w:proofErr w:type="gramStart"/>
                        <w:r>
                          <w:rPr>
                            <w:color w:val="000000"/>
                          </w:rPr>
                          <w:t>9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54" style="position:absolute;margin-left:465.85pt;margin-top:345.85pt;width:39pt;height:36pt;z-index:251710464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н10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53" style="position:absolute;margin-left:466.85pt;margin-top:358.3pt;width:38pt;height:36pt;z-index:251711488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н11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52" style="position:absolute;margin-left:456.2pt;margin-top:368.2pt;width:39pt;height:36pt;z-index:251712512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н12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51" style="position:absolute;margin-left:438.2pt;margin-top:380.8pt;width:39pt;height:36pt;z-index:251713536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н13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50" style="position:absolute;margin-left:391.95pt;margin-top:377.2pt;width:39pt;height:36pt;z-index:251714560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н14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49" style="position:absolute;margin-left:385.9pt;margin-top:371.2pt;width:39pt;height:36pt;z-index:251715584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н15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48" style="position:absolute;margin-left:370.5pt;margin-top:367.5pt;width:39pt;height:36pt;z-index:251716608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н16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47" style="position:absolute;margin-left:358.95pt;margin-top:368pt;width:39pt;height:36pt;z-index:251717632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н17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46" style="position:absolute;margin-left:344.35pt;margin-top:365.85pt;width:39pt;height:36pt;z-index:251718656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н18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45" style="position:absolute;margin-left:319.6pt;margin-top:355.65pt;width:39pt;height:36pt;z-index:251719680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н19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44" style="position:absolute;margin-left:304.5pt;margin-top:345.45pt;width:39pt;height:36pt;z-index:251720704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н20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43" style="position:absolute;margin-left:308.1pt;margin-top:322.35pt;width:39pt;height:36pt;z-index:251721728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н21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42" style="position:absolute;margin-left:318.85pt;margin-top:298.2pt;width:39pt;height:36pt;z-index:251722752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н22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41" style="position:absolute;margin-left:287.2pt;margin-top:288.1pt;width:39pt;height:36pt;z-index:251723776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н23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40" style="position:absolute;margin-left:222.2pt;margin-top:262.1pt;width:39pt;height:36pt;z-index:251724800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н24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39" style="position:absolute;margin-left:247.15pt;margin-top:263.1pt;width:39pt;height:36pt;z-index:251725824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н25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38" style="position:absolute;margin-left:243.5pt;margin-top:265.95pt;width:39pt;height:36pt;z-index:251726848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н26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37" style="position:absolute;margin-left:235.6pt;margin-top:276.6pt;width:39pt;height:36pt;z-index:251727872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н27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36" style="position:absolute;margin-left:208.65pt;margin-top:269.85pt;width:39pt;height:36pt;z-index:251728896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н28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35" style="position:absolute;margin-left:196.95pt;margin-top:276.05pt;width:39pt;height:36pt;z-index:251729920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н29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34" style="position:absolute;margin-left:154pt;margin-top:280.2pt;width:39pt;height:36pt;z-index:251730944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н30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33" style="position:absolute;margin-left:122.65pt;margin-top:268.8pt;width:39pt;height:36pt;z-index:251731968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н31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32" style="position:absolute;margin-left:145.5pt;margin-top:269.1pt;width:39pt;height:36pt;z-index:251732992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н32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31" style="position:absolute;margin-left:145.85pt;margin-top:270.1pt;width:39pt;height:36pt;z-index:251734016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н33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30" style="position:absolute;margin-left:143pt;margin-top:273.7pt;width:39pt;height:36pt;z-index:251735040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н34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9" style="position:absolute;margin-left:138.3pt;margin-top:276.85pt;width:39pt;height:36pt;z-index:251736064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н35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8" style="position:absolute;margin-left:133.75pt;margin-top:277.95pt;width:39pt;height:36pt;z-index:251737088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н36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7" style="position:absolute;margin-left:100.55pt;margin-top:277.4pt;width:39pt;height:36pt;z-index:251738112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н37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6" style="position:absolute;margin-left:97.6pt;margin-top:276.35pt;width:39pt;height:36pt;z-index:251739136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н38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5" style="position:absolute;margin-left:92.2pt;margin-top:273.7pt;width:39pt;height:36pt;z-index:251740160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н39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4" style="position:absolute;margin-left:122.6pt;margin-top:273.6pt;width:39pt;height:36pt;z-index:251741184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н40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3" style="position:absolute;margin-left:125.9pt;margin-top:272.65pt;width:39pt;height:36pt;z-index:251742208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н41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2" style="position:absolute;margin-left:126.5pt;margin-top:272pt;width:39pt;height:36pt;z-index:251743232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н42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1" style="position:absolute;margin-left:125.5pt;margin-top:274.65pt;width:39pt;height:36pt;z-index:251744256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н43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0" style="position:absolute;margin-left:120.7pt;margin-top:279.1pt;width:39pt;height:36pt;z-index:251745280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н44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19" style="position:absolute;margin-left:114.9pt;margin-top:281.2pt;width:39pt;height:36pt;z-index:251746304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н45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18" style="position:absolute;margin-left:80.25pt;margin-top:281.4pt;width:39pt;height:36pt;z-index:251747328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н46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17" style="position:absolute;margin-left:74.85pt;margin-top:278.15pt;width:39pt;height:36pt;z-index:251748352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н47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16" style="position:absolute;margin-left:72.2pt;margin-top:271.8pt;width:39pt;height:36pt;z-index:251749376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н48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15" style="position:absolute;margin-left:72.75pt;margin-top:268.1pt;width:39pt;height:36pt;z-index:251750400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н49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14" style="position:absolute;margin-left:73.6pt;margin-top:265.3pt;width:39pt;height:36pt;z-index:251751424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н50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13" style="position:absolute;margin-left:74.35pt;margin-top:264.45pt;width:39pt;height:36pt;z-index:251752448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н51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12" style="position:absolute;margin-left:74.05pt;margin-top:263.15pt;width:39pt;height:36pt;z-index:251753472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н52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11" style="position:absolute;margin-left:74.85pt;margin-top:258.85pt;width:39pt;height:36pt;z-index:251754496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н53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10" style="position:absolute;margin-left:75.45pt;margin-top:257.75pt;width:39pt;height:36pt;z-index:251755520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н54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09" style="position:absolute;margin-left:75.3pt;margin-top:257.2pt;width:39pt;height:36pt;z-index:251756544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н55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08" style="position:absolute;margin-left:75.35pt;margin-top:255.65pt;width:39pt;height:36pt;z-index:251757568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н56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07" style="position:absolute;margin-left:74.3pt;margin-top:251.85pt;width:39pt;height:36pt;z-index:251758592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н57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06" style="position:absolute;margin-left:80.4pt;margin-top:230.75pt;width:39pt;height:36pt;z-index:251759616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н58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05" style="position:absolute;margin-left:89.65pt;margin-top:216.2pt;width:39pt;height:36pt;z-index:251760640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н59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04" style="position:absolute;margin-left:98.9pt;margin-top:222.8pt;width:39pt;height:36pt;z-index:251761664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н60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03" style="position:absolute;margin-left:83.8pt;margin-top:229.25pt;width:39pt;height:36pt;z-index:251762688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н61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02" style="position:absolute;margin-left:55.9pt;margin-top:241.8pt;width:39pt;height:36pt;z-index:251763712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н62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01" style="position:absolute;margin-left:46.35pt;margin-top:277.8pt;width:39pt;height:36pt;z-index:251764736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н63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00" style="position:absolute;margin-left:0;margin-top:272.15pt;width:39pt;height:36pt;z-index:251765760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н64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99" style="position:absolute;margin-left:0;margin-top:256.6pt;width:39pt;height:36pt;z-index:251766784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н65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98" style="position:absolute;margin-left:0;margin-top:230.2pt;width:39pt;height:36pt;z-index:251767808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н66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97" style="position:absolute;margin-left:0;margin-top:222.75pt;width:39pt;height:36pt;z-index:251768832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н67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96" style="position:absolute;margin-left:4.05pt;margin-top:199.25pt;width:39pt;height:36pt;z-index:251769856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н68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95" style="position:absolute;margin-left:3.75pt;margin-top:201pt;width:39pt;height:36pt;z-index:251770880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н69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94" style="position:absolute;margin-left:0;margin-top:186.7pt;width:39pt;height:36pt;z-index:251771904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н70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93" style="position:absolute;margin-left:5.1pt;margin-top:164.8pt;width:39pt;height:36pt;z-index:251772928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н71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92" style="position:absolute;margin-left:34.6pt;margin-top:147.15pt;width:39pt;height:36pt;z-index:251773952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н72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91" style="position:absolute;margin-left:53.3pt;margin-top:146.8pt;width:39pt;height:36pt;z-index:251774976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н73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90" style="position:absolute;margin-left:55.8pt;margin-top:144.8pt;width:39pt;height:36pt;z-index:251776000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н74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89" style="position:absolute;margin-left:64.7pt;margin-top:137.95pt;width:39pt;height:36pt;z-index:251777024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н75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88" style="position:absolute;margin-left:68.9pt;margin-top:135.55pt;width:39pt;height:36pt;z-index:251778048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н76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87" style="position:absolute;margin-left:105.05pt;margin-top:135.3pt;width:39pt;height:36pt;z-index:251779072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н77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86" style="position:absolute;margin-left:112.4pt;margin-top:140.85pt;width:39pt;height:36pt;z-index:251780096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н78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85" style="position:absolute;margin-left:113.95pt;margin-top:142.85pt;width:39pt;height:36pt;z-index:251781120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н79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84" style="position:absolute;margin-left:112.9pt;margin-top:142.5pt;width:39pt;height:36pt;z-index:251782144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н80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83" style="position:absolute;margin-left:82.6pt;margin-top:142.4pt;width:39pt;height:36pt;z-index:251783168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н81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82" style="position:absolute;margin-left:84.25pt;margin-top:141.2pt;width:39pt;height:36pt;z-index:251784192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н82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81" style="position:absolute;margin-left:89.75pt;margin-top:136.5pt;width:39pt;height:36pt;z-index:251785216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н83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80" style="position:absolute;margin-left:93.75pt;margin-top:134pt;width:39pt;height:36pt;z-index:251786240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н84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79" style="position:absolute;margin-left:99.75pt;margin-top:132.25pt;width:39pt;height:36pt;z-index:251787264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н85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78" style="position:absolute;margin-left:108.55pt;margin-top:131.2pt;width:39pt;height:36pt;z-index:251788288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н86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77" style="position:absolute;margin-left:124.4pt;margin-top:129.75pt;width:39pt;height:36pt;z-index:251789312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н87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76" style="position:absolute;margin-left:161.7pt;margin-top:129.75pt;width:39pt;height:36pt;z-index:251790336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н88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75" style="position:absolute;margin-left:171.15pt;margin-top:130.7pt;width:39pt;height:36pt;z-index:251791360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н89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74" style="position:absolute;margin-left:181.55pt;margin-top:132.35pt;width:39pt;height:36pt;z-index:251792384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н90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73" style="position:absolute;margin-left:204.85pt;margin-top:140.55pt;width:39pt;height:36pt;z-index:251793408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н91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72" style="position:absolute;margin-left:219.85pt;margin-top:145.85pt;width:39pt;height:36pt;z-index:251794432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н92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71" style="position:absolute;margin-left:227.3pt;margin-top:148.05pt;width:39pt;height:36pt;z-index:251795456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н93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70" style="position:absolute;margin-left:241.9pt;margin-top:150.9pt;width:39pt;height:36pt;z-index:251796480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н94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69" style="position:absolute;margin-left:245.4pt;margin-top:152.2pt;width:39pt;height:36pt;z-index:251797504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н95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68" style="position:absolute;margin-left:243.9pt;margin-top:163.85pt;width:39pt;height:36pt;z-index:251798528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н96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67" style="position:absolute;margin-left:271.9pt;margin-top:149.45pt;width:39pt;height:36pt;z-index:251799552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н97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66" style="position:absolute;margin-left:291.45pt;margin-top:138.95pt;width:39pt;height:36pt;z-index:251800576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н98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65" style="position:absolute;margin-left:303.5pt;margin-top:133.5pt;width:39pt;height:36pt;z-index:251801600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н99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64" style="position:absolute;margin-left:457.85pt;margin-top:196.55pt;width:47pt;height:36pt;z-index:251802624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r>
                          <w:rPr>
                            <w:color w:val="000000"/>
                          </w:rPr>
                          <w:t>н100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63" style="position:absolute;margin-left:210.5pt;margin-top:248.4pt;width:79pt;height:36pt;z-index:251803648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54277" w:rsidRDefault="00C700D7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х. Крутой</w:t>
                        </w:r>
                      </w:p>
                    </w:txbxContent>
                  </v:textbox>
                </v:shape>
              </w:pict>
            </w:r>
          </w:p>
          <w:p w:rsidR="001E1206" w:rsidRPr="00053150" w:rsidRDefault="008D3123" w:rsidP="00094F15">
            <w:pPr>
              <w:jc w:val="center"/>
            </w:pPr>
          </w:p>
        </w:tc>
      </w:tr>
      <w:tr w:rsidR="00094F15" w:rsidRPr="005B4876" w:rsidTr="009063A1">
        <w:trPr>
          <w:trHeight w:val="1613"/>
        </w:trPr>
        <w:tc>
          <w:tcPr>
            <w:tcW w:w="10349" w:type="dxa"/>
            <w:tcBorders>
              <w:top w:val="nil"/>
            </w:tcBorders>
            <w:vAlign w:val="center"/>
          </w:tcPr>
          <w:p w:rsidR="009063A1" w:rsidRDefault="008D3123" w:rsidP="00FF17F8">
            <w:pPr>
              <w:jc w:val="center"/>
              <w:rPr>
                <w:b/>
                <w:sz w:val="20"/>
                <w:szCs w:val="20"/>
              </w:rPr>
            </w:pPr>
          </w:p>
          <w:p w:rsidR="009063A1" w:rsidRDefault="008D3123" w:rsidP="00FF17F8">
            <w:pPr>
              <w:jc w:val="center"/>
              <w:rPr>
                <w:b/>
                <w:sz w:val="20"/>
                <w:szCs w:val="20"/>
              </w:rPr>
            </w:pPr>
          </w:p>
          <w:p w:rsidR="009063A1" w:rsidRDefault="008D3123" w:rsidP="00FF17F8">
            <w:pPr>
              <w:jc w:val="center"/>
              <w:rPr>
                <w:b/>
                <w:sz w:val="20"/>
                <w:szCs w:val="20"/>
              </w:rPr>
            </w:pPr>
          </w:p>
          <w:p w:rsidR="009063A1" w:rsidRDefault="008D3123" w:rsidP="00FF17F8">
            <w:pPr>
              <w:jc w:val="center"/>
              <w:rPr>
                <w:b/>
                <w:sz w:val="20"/>
                <w:szCs w:val="20"/>
              </w:rPr>
            </w:pPr>
          </w:p>
          <w:p w:rsidR="009063A1" w:rsidRDefault="008D3123" w:rsidP="00FF17F8">
            <w:pPr>
              <w:jc w:val="center"/>
              <w:rPr>
                <w:b/>
                <w:sz w:val="20"/>
                <w:szCs w:val="20"/>
              </w:rPr>
            </w:pPr>
          </w:p>
          <w:p w:rsidR="00094F15" w:rsidRPr="00053150" w:rsidRDefault="00C700D7" w:rsidP="009063A1">
            <w:pPr>
              <w:jc w:val="center"/>
              <w:rPr>
                <w:b/>
                <w:sz w:val="20"/>
                <w:szCs w:val="20"/>
              </w:rPr>
            </w:pPr>
            <w:r w:rsidRPr="00693753">
              <w:rPr>
                <w:b/>
                <w:sz w:val="20"/>
                <w:szCs w:val="20"/>
              </w:rPr>
              <w:t xml:space="preserve">Масштаб 1: </w:t>
            </w:r>
            <w:r w:rsidRPr="00053150">
              <w:rPr>
                <w:b/>
                <w:sz w:val="20"/>
                <w:szCs w:val="20"/>
              </w:rPr>
              <w:t>5000</w:t>
            </w:r>
          </w:p>
          <w:p w:rsidR="009063A1" w:rsidRPr="00401181" w:rsidRDefault="008D3123" w:rsidP="009063A1">
            <w:pPr>
              <w:jc w:val="center"/>
              <w:rPr>
                <w:noProof/>
              </w:rPr>
            </w:pPr>
          </w:p>
        </w:tc>
      </w:tr>
    </w:tbl>
    <w:p w:rsidR="003B7482" w:rsidRDefault="00C700D7">
      <w:r>
        <w:br w:type="page"/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49"/>
      </w:tblGrid>
      <w:tr w:rsidR="002C054A" w:rsidRPr="005B4876" w:rsidTr="00964FEF">
        <w:trPr>
          <w:trHeight w:val="1474"/>
        </w:trPr>
        <w:tc>
          <w:tcPr>
            <w:tcW w:w="10349" w:type="dxa"/>
            <w:tcBorders>
              <w:top w:val="single" w:sz="4" w:space="0" w:color="auto"/>
            </w:tcBorders>
            <w:vAlign w:val="bottom"/>
          </w:tcPr>
          <w:p w:rsidR="009C73BE" w:rsidRDefault="00C700D7" w:rsidP="009C73BE">
            <w:pPr>
              <w:pStyle w:val="a7"/>
              <w:jc w:val="center"/>
            </w:pPr>
            <w:r>
              <w:lastRenderedPageBreak/>
              <w:t>Используемые условные знаки и обозначения:</w:t>
            </w:r>
          </w:p>
          <w:p w:rsidR="002C054A" w:rsidRPr="00CA1EE7" w:rsidRDefault="002C054A" w:rsidP="00C24B6C">
            <w:pPr>
              <w:jc w:val="center"/>
            </w:pPr>
          </w:p>
          <w:tbl>
            <w:tblPr>
              <w:tblW w:w="14103" w:type="dxa"/>
              <w:tblInd w:w="142" w:type="dxa"/>
              <w:tblLayout w:type="fixed"/>
              <w:tblLook w:val="01E0" w:firstRow="1" w:lastRow="1" w:firstColumn="1" w:lastColumn="1" w:noHBand="0" w:noVBand="0"/>
            </w:tblPr>
            <w:tblGrid>
              <w:gridCol w:w="1008"/>
              <w:gridCol w:w="540"/>
              <w:gridCol w:w="4532"/>
              <w:gridCol w:w="3491"/>
              <w:gridCol w:w="4532"/>
            </w:tblGrid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9571" w:type="dxa"/>
                  <w:gridSpan w:val="4"/>
                </w:tcPr>
                <w:p w:rsidR="002C054A" w:rsidRPr="004143B0" w:rsidRDefault="002C054A" w:rsidP="00C24B6C">
                  <w:pPr>
                    <w:jc w:val="center"/>
                  </w:pPr>
                  <w:r w:rsidRPr="00CA1EE7">
                    <w:t xml:space="preserve">Обозначения земельных участков, размеры которых не могут быть </w:t>
                  </w:r>
                  <w:r w:rsidRPr="00CA1EE7">
                    <w:br/>
                    <w:t>переданы в масштабе разделов графической части:</w:t>
                  </w:r>
                </w:p>
                <w:p w:rsidR="001D5B2F" w:rsidRPr="004143B0" w:rsidRDefault="001D5B2F" w:rsidP="00C24B6C">
                  <w:pPr>
                    <w:jc w:val="center"/>
                  </w:pP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8D3123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rect id="Rectangle 96" o:spid="_x0000_s1385" style="width:8.5pt;height:8.5pt;visibility:visible;mso-left-percent:-10001;mso-top-percent:-10001;mso-position-horizontal:absolute;mso-position-horizontal-relative:char;mso-position-vertical:absolute;mso-position-vertical-relative:line;mso-left-percent:-10001;mso-top-percent:-10001" fillcolor="black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2C054A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2C054A" w:rsidP="00C24B6C">
                  <w:pPr>
                    <w:spacing w:after="120"/>
                  </w:pPr>
                  <w:r w:rsidRPr="00CA1EE7">
                    <w:t xml:space="preserve">Обозначение точки земельных участков, имеющиеся в ГКН </w:t>
                  </w:r>
                  <w:proofErr w:type="gramStart"/>
                  <w:r w:rsidRPr="00CA1EE7">
                    <w:t>сведения</w:t>
                  </w:r>
                  <w:proofErr w:type="gramEnd"/>
                  <w:r w:rsidRPr="00CA1EE7">
                    <w:t xml:space="preserve"> о границе которых достаточны для определения ее положения на местности.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8D3123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rect id="Rectangle 95" o:spid="_x0000_s1384" style="width:8.5pt;height:8.5pt;visibility:visible;mso-left-percent:-10001;mso-top-percent:-10001;mso-position-horizontal:absolute;mso-position-horizontal-relative:char;mso-position-vertical:absolute;mso-position-vertical-relative:line;mso-left-percent:-10001;mso-top-percent:-10001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2C054A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2C054A" w:rsidP="00C24B6C">
                  <w:pPr>
                    <w:spacing w:after="120"/>
                  </w:pPr>
                  <w:r w:rsidRPr="00CA1EE7">
                    <w:t xml:space="preserve">Обозначение точки земельных участков, имеющиеся в ГКН </w:t>
                  </w:r>
                  <w:proofErr w:type="gramStart"/>
                  <w:r w:rsidRPr="00CA1EE7">
                    <w:t>сведения</w:t>
                  </w:r>
                  <w:proofErr w:type="gramEnd"/>
                  <w:r w:rsidRPr="00CA1EE7">
                    <w:t xml:space="preserve"> о границе которых не достаточны для определения ее положения на местности. 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8D3123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rect id="Rectangle 94" o:spid="_x0000_s1383" style="width:5.65pt;height:5.65pt;visibility:visible;mso-left-percent:-10001;mso-top-percent:-10001;mso-position-horizontal:absolute;mso-position-horizontal-relative:char;mso-position-vertical:absolute;mso-position-vertical-relative:line;mso-left-percent:-10001;mso-top-percent:-10001" fillcolor="black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2C054A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2C054A" w:rsidP="00C24B6C">
                  <w:pPr>
                    <w:spacing w:after="120"/>
                  </w:pPr>
                  <w:r w:rsidRPr="00CA1EE7">
                    <w:t xml:space="preserve">Обозначение точки земельных участков, представляющих собой единое землепользование с преобладанием обособленных участков, имеющиеся в ГКН </w:t>
                  </w:r>
                  <w:proofErr w:type="gramStart"/>
                  <w:r w:rsidRPr="00CA1EE7">
                    <w:t>сведения</w:t>
                  </w:r>
                  <w:proofErr w:type="gramEnd"/>
                  <w:r w:rsidRPr="00CA1EE7">
                    <w:t xml:space="preserve"> о границах которых достаточны для определения их положения на местности.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8D3123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rect id="Rectangle 93" o:spid="_x0000_s1382" style="width:5.65pt;height:5.65pt;visibility:visible;mso-left-percent:-10001;mso-top-percent:-10001;mso-position-horizontal:absolute;mso-position-horizontal-relative:char;mso-position-vertical:absolute;mso-position-vertical-relative:line;mso-left-percent:-10001;mso-top-percent:-10001" filled="f" fillcolor="black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2C054A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2C054A" w:rsidP="00C24B6C">
                  <w:pPr>
                    <w:spacing w:after="120"/>
                  </w:pPr>
                  <w:r w:rsidRPr="00CA1EE7">
                    <w:t xml:space="preserve">Обозначение точки ранее учтенных земельных участков, представляющих собой единое землепользование с преобладанием обособленных участков, имеющиеся в ГКН </w:t>
                  </w:r>
                  <w:proofErr w:type="gramStart"/>
                  <w:r w:rsidRPr="00CA1EE7">
                    <w:t>сведения</w:t>
                  </w:r>
                  <w:proofErr w:type="gramEnd"/>
                  <w:r w:rsidRPr="00CA1EE7">
                    <w:t xml:space="preserve"> о границах которых не достаточны для определения их положения на местности.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8D3123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line id="Line 92" o:spid="_x0000_s1381" style="flip:x;visibility:visible;mso-left-percent:-10001;mso-top-percent:-10001;mso-position-horizontal:absolute;mso-position-horizontal-relative:char;mso-position-vertical:absolute;mso-position-vertical-relative:line;mso-left-percent:-10001;mso-top-percent:-10001" from="0,0" to="42.5pt,0" strokeweight="3pt">
                        <v:stroke linestyle="thinThin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2C054A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2C054A" w:rsidP="00C24B6C">
                  <w:pPr>
                    <w:spacing w:after="120"/>
                  </w:pPr>
                  <w:r w:rsidRPr="00CA1EE7">
                    <w:t xml:space="preserve">Граница ранее учтенного земельного участка, представляющего собой единое землепользование с преобладанием условных участков, имеющиеся в ГКН </w:t>
                  </w:r>
                  <w:proofErr w:type="gramStart"/>
                  <w:r w:rsidRPr="00CA1EE7">
                    <w:t>сведения</w:t>
                  </w:r>
                  <w:proofErr w:type="gramEnd"/>
                  <w:r w:rsidRPr="00CA1EE7">
                    <w:t xml:space="preserve"> о границах которых достаточны для определения их положения на местности.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8D3123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line id="Line 91" o:spid="_x0000_s1380" style="flip:y;visibility:visible;mso-left-percent:-10001;mso-top-percent:-10001;mso-position-horizontal:absolute;mso-position-horizontal-relative:char;mso-position-vertical:absolute;mso-position-vertical-relative:line;mso-left-percent:-10001;mso-top-percent:-10001" from="0,0" to="42.5pt,.05pt" strokeweight="3pt">
                        <v:stroke dashstyle="1 1" linestyle="thinThin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2C054A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2C054A" w:rsidP="00C24B6C">
                  <w:pPr>
                    <w:spacing w:after="120"/>
                  </w:pPr>
                  <w:r w:rsidRPr="00CA1EE7">
                    <w:t xml:space="preserve">Граница земельного участка, представляющего собой единое землепользование с преобладанием условных участков, имеющиеся в ГКН </w:t>
                  </w:r>
                  <w:proofErr w:type="gramStart"/>
                  <w:r w:rsidRPr="00CA1EE7">
                    <w:t>сведения</w:t>
                  </w:r>
                  <w:proofErr w:type="gramEnd"/>
                  <w:r w:rsidRPr="00CA1EE7">
                    <w:t xml:space="preserve"> о границах которых не достаточны для определения их положения на местности.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2C054A" w:rsidP="00C24B6C">
                  <w:pPr>
                    <w:jc w:val="center"/>
                  </w:pPr>
                </w:p>
              </w:tc>
              <w:tc>
                <w:tcPr>
                  <w:tcW w:w="540" w:type="dxa"/>
                </w:tcPr>
                <w:p w:rsidR="002C054A" w:rsidRPr="00CA1EE7" w:rsidRDefault="002C054A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2C054A" w:rsidP="00E82666"/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9571" w:type="dxa"/>
                  <w:gridSpan w:val="4"/>
                </w:tcPr>
                <w:p w:rsidR="002C054A" w:rsidRPr="001D5B2F" w:rsidRDefault="002C054A" w:rsidP="00C24B6C">
                  <w:pPr>
                    <w:jc w:val="center"/>
                  </w:pPr>
                  <w:r w:rsidRPr="00CA1EE7">
                    <w:t xml:space="preserve">Обозначения земельных участков, размеры которых могут быть </w:t>
                  </w:r>
                  <w:r w:rsidRPr="00CA1EE7">
                    <w:br/>
                    <w:t>переданы в масштабе разделов графической части</w:t>
                  </w:r>
                  <w:r w:rsidR="001D5B2F" w:rsidRPr="001D5B2F">
                    <w:t>:</w:t>
                  </w:r>
                </w:p>
                <w:p w:rsidR="001D5B2F" w:rsidRPr="001D5B2F" w:rsidRDefault="001D5B2F" w:rsidP="00C24B6C">
                  <w:pPr>
                    <w:jc w:val="center"/>
                  </w:pP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8D3123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oval id="Oval 90" o:spid="_x0000_s1379" style="width:4.25pt;height:4.25pt;visibility:visible;mso-left-percent:-10001;mso-top-percent:-10001;mso-position-horizontal:absolute;mso-position-horizontal-relative:char;mso-position-vertical:absolute;mso-position-vertical-relative:line;mso-left-percent:-10001;mso-top-percent:-10001">
                        <w10:wrap type="none"/>
                        <w10:anchorlock/>
                      </v:oval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2C054A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2C054A" w:rsidP="00C24B6C">
                  <w:pPr>
                    <w:spacing w:after="120"/>
                  </w:pPr>
                  <w:r w:rsidRPr="00CA1EE7">
                    <w:t>Характерная точка границы, сведения о которой не позволяют однозначно определить ее положение на местности.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8D3123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oval id="Oval 89" o:spid="_x0000_s1378" style="width:4.25pt;height:4.25pt;visibility:visible;mso-left-percent:-10001;mso-top-percent:-10001;mso-position-horizontal:absolute;mso-position-horizontal-relative:char;mso-position-vertical:absolute;mso-position-vertical-relative:line;mso-left-percent:-10001;mso-top-percent:-10001" fillcolor="black">
                        <w10:wrap type="none"/>
                        <w10:anchorlock/>
                      </v:oval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2C054A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2C054A" w:rsidP="00C24B6C">
                  <w:pPr>
                    <w:spacing w:after="120"/>
                  </w:pPr>
                  <w:r w:rsidRPr="00CA1EE7">
                    <w:t>Характерная точка границы, сведения о которой позволяют однозначно определить ее положение на местности.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8D3123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line id="Line 88" o:spid="_x0000_s1377" style="flip:y;visibility:visible;mso-left-percent:-10001;mso-top-percent:-10001;mso-position-horizontal:absolute;mso-position-horizontal-relative:char;mso-position-vertical:absolute;mso-position-vertical-relative:line;mso-left-percent:-10001;mso-top-percent:-10001" from="0,0" to="42.5pt,0"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2C054A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2C054A" w:rsidP="00C24B6C">
                  <w:pPr>
                    <w:spacing w:after="120"/>
                  </w:pPr>
                  <w:r w:rsidRPr="00CA1EE7">
                    <w:t>Существующая часть границы земельных участков, имеющиеся в ГКН сведения о которой достаточны для определения ее местоположения.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8D3123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line id="Line 87" o:spid="_x0000_s1376" style="flip:y;visibility:visible;mso-left-percent:-10001;mso-top-percent:-10001;mso-position-horizontal:absolute;mso-position-horizontal-relative:char;mso-position-vertical:absolute;mso-position-vertical-relative:line;mso-left-percent:-10001;mso-top-percent:-10001" from="0,0" to="42.5pt,0" strokecolor="red"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2C054A" w:rsidP="00E82666"/>
              </w:tc>
              <w:tc>
                <w:tcPr>
                  <w:tcW w:w="8023" w:type="dxa"/>
                  <w:gridSpan w:val="2"/>
                </w:tcPr>
                <w:p w:rsidR="008B2DD8" w:rsidRPr="00CA1EE7" w:rsidRDefault="002C054A" w:rsidP="00C24B6C">
                  <w:pPr>
                    <w:spacing w:after="120"/>
                  </w:pPr>
                  <w:r w:rsidRPr="00CA1EE7">
                    <w:t>Вновь образованная часть границы земельных участков, сведения о которой достаточны для определения ее местоположения.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8D3123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line id="Line 86" o:spid="_x0000_s1375" style="flip:x;visibility:visible;mso-left-percent:-10001;mso-top-percent:-10001;mso-position-horizontal:absolute;mso-position-horizontal-relative:char;mso-position-vertical:absolute;mso-position-vertical-relative:line;mso-left-percent:-10001;mso-top-percent:-10001" from="0,0" to="42.5pt,0">
                        <v:stroke dashstyle="longDash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2C054A" w:rsidP="00E82666"/>
              </w:tc>
              <w:tc>
                <w:tcPr>
                  <w:tcW w:w="8023" w:type="dxa"/>
                  <w:gridSpan w:val="2"/>
                </w:tcPr>
                <w:p w:rsidR="000472B5" w:rsidRPr="00CA1EE7" w:rsidRDefault="002C054A" w:rsidP="00C24B6C">
                  <w:pPr>
                    <w:spacing w:after="120"/>
                  </w:pPr>
                  <w:r w:rsidRPr="00CA1EE7">
                    <w:t>Существующая часть границы земельных участков, имеющиеся сведения о которой не достаточны для определения ее местоположения.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8D3123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line id="Line 85" o:spid="_x0000_s1374" style="flip:x;visibility:visible;mso-left-percent:-10001;mso-top-percent:-10001;mso-position-horizontal:absolute;mso-position-horizontal-relative:char;mso-position-vertical:absolute;mso-position-vertical-relative:line;mso-left-percent:-10001;mso-top-percent:-10001" from="0,0" to="42.5pt,0" strokecolor="red">
                        <v:stroke dashstyle="longDash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2C054A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2C054A" w:rsidP="00C24B6C">
                  <w:pPr>
                    <w:spacing w:after="120"/>
                  </w:pPr>
                  <w:r w:rsidRPr="00CA1EE7">
                    <w:t>Вновь образованная часть границы земельных участков, сведения о которой не достаточны для определения ее местоположения.</w:t>
                  </w:r>
                </w:p>
              </w:tc>
            </w:tr>
            <w:tr w:rsidR="002C054A" w:rsidRPr="00CA1EE7" w:rsidTr="00FF17F8">
              <w:trPr>
                <w:gridAfter w:val="1"/>
                <w:wAfter w:w="4532" w:type="dxa"/>
                <w:trHeight w:val="487"/>
              </w:trPr>
              <w:tc>
                <w:tcPr>
                  <w:tcW w:w="1008" w:type="dxa"/>
                </w:tcPr>
                <w:p w:rsidR="002C054A" w:rsidRPr="00CA1EE7" w:rsidRDefault="008D3123" w:rsidP="00C24B6C">
                  <w:pPr>
                    <w:jc w:val="center"/>
                  </w:pPr>
                  <w:r>
                    <w:rPr>
                      <w:noProof/>
                    </w:rPr>
                    <w:pict>
                      <v:group id="Group 38" o:spid="_x0000_s1042" style="position:absolute;left:0;text-align:left;margin-left:10pt;margin-top:4.55pt;width:14.15pt;height:14.2pt;z-index:251492352;mso-position-horizontal-relative:text;mso-position-vertical-relative:text" coordorigin="3008,6995" coordsize="283,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">
                        <v:line id="Line 39" o:spid="_x0000_s1027" style="position:absolute;flip:x;visibility:visible" from="3008,7137" to="3291,71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m55MIAAADbAAAADwAAAGRycy9kb3ducmV2LnhtbERPS4vCMBC+C/sfwix403SLytI1iisI&#10;4kHwweLehmZsi82kJlHrvzeC4G0+vueMp62pxZWcrywr+OonIIhzqysuFOx3i943CB+QNdaWScGd&#10;PEwnH50xZtreeEPXbShEDGGfoYIyhCaT0uclGfR92xBH7midwRChK6R2eIvhppZpkoykwYpjQ4kN&#10;zUvKT9uLUXCo1vuhcevf//MqPewGaZocmz+lup/t7AdEoDa8xS/3Usf5A3j+Eg+Qk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vm55MIAAADbAAAADwAAAAAAAAAAAAAA&#10;AAChAgAAZHJzL2Rvd25yZXYueG1sUEsFBgAAAAAEAAQA+QAAAJADAAAAAA==&#10;" strokecolor="red"/>
                        <v:line id="Line 40" o:spid="_x0000_s1028" style="position:absolute;flip:y;visibility:visible" from="3150,6995" to="3150,72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Ucf8IAAADbAAAADwAAAGRycy9kb3ducmV2LnhtbERPS4vCMBC+C/sfwix403SLytI1iisI&#10;4kHwweLehmZsi82kJlHrvzeC4G0+vueMp62pxZWcrywr+OonIIhzqysuFOx3i943CB+QNdaWScGd&#10;PEwnH50xZtreeEPXbShEDGGfoYIyhCaT0uclGfR92xBH7midwRChK6R2eIvhppZpkoykwYpjQ4kN&#10;zUvKT9uLUXCo1vuhcevf//MqPewGaZocmz+lup/t7AdEoDa8xS/3Usf5Q3j+Eg+Qk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bUcf8IAAADbAAAADwAAAAAAAAAAAAAA&#10;AAChAgAAZHJzL2Rvd25yZXYueG1sUEsFBgAAAAAEAAQA+QAAAJADAAAAAA==&#10;" strokecolor="red"/>
                        <v:oval id="Oval 41" o:spid="_x0000_s1029" style="position:absolute;left:3065;top:7052;width:170;height:1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+j+MIA&#10;AADbAAAADwAAAGRycy9kb3ducmV2LnhtbERPTWvCQBC9C/0PyxR6040tWImuIgFDpSeNhR6H7CQb&#10;zM7G7Griv+8WCr3N433OejvaVtyp941jBfNZAoK4dLrhWsG52E+XIHxA1tg6JgUP8rDdPE3WmGo3&#10;8JHup1CLGMI+RQUmhC6V0peGLPqZ64gjV7neYoiwr6XucYjhtpWvSbKQFhuODQY7ygyVl9PNKsjf&#10;r8esOAzFdW+q2+f3V/5WZblSL8/jbgUi0Bj+xX/uDx3nL+D3l3iA3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T6P4wgAAANsAAAAPAAAAAAAAAAAAAAAAAJgCAABkcnMvZG93&#10;bnJldi54bWxQSwUGAAAAAAQABAD1AAAAhwMAAAAA&#10;" strokecolor="red"/>
                      </v:group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2C054A" w:rsidP="00E82666"/>
              </w:tc>
              <w:tc>
                <w:tcPr>
                  <w:tcW w:w="8023" w:type="dxa"/>
                  <w:gridSpan w:val="2"/>
                </w:tcPr>
                <w:p w:rsidR="002C054A" w:rsidRPr="001D5B2F" w:rsidRDefault="002C054A" w:rsidP="00C24B6C">
                  <w:pPr>
                    <w:spacing w:after="120"/>
                  </w:pPr>
                  <w:r w:rsidRPr="00CA1EE7">
                    <w:t>Базовая станция при спутниковых наблюдениях (</w:t>
                  </w:r>
                  <w:r w:rsidRPr="00CA1EE7">
                    <w:rPr>
                      <w:lang w:val="en-US"/>
                    </w:rPr>
                    <w:t>GPS</w:t>
                  </w:r>
                  <w:r w:rsidRPr="00CA1EE7">
                    <w:t xml:space="preserve"> или ГЛОНАС</w:t>
                  </w:r>
                  <w:r w:rsidR="00C700D7">
                    <w:t>С</w:t>
                  </w:r>
                  <w:r w:rsidRPr="00CA1EE7">
                    <w:t>)</w:t>
                  </w:r>
                </w:p>
              </w:tc>
            </w:tr>
            <w:tr w:rsidR="00A67426" w:rsidRPr="00CA1EE7" w:rsidTr="00FF17F8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:rsidR="00A67426" w:rsidRPr="00CA1EE7" w:rsidRDefault="008D3123" w:rsidP="00C24B6C">
                  <w:pPr>
                    <w:jc w:val="center"/>
                    <w:rPr>
                      <w:noProof/>
                      <w:lang w:val="en-US"/>
                    </w:rPr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AutoShape 84" o:spid="_x0000_s1373" type="#_x0000_t5" style="width:8.5pt;height:8.5pt;visibility:visible;mso-left-percent:-10001;mso-top-percent:-10001;mso-position-horizontal:absolute;mso-position-horizontal-relative:char;mso-position-vertical:absolute;mso-position-vertical-relative:line;mso-left-percent:-10001;mso-top-percent:-10001" strokecolor="red">
                        <w10:wrap type="none"/>
                        <w10:anchorlock/>
                      </v:shape>
                    </w:pict>
                  </w:r>
                </w:p>
              </w:tc>
              <w:tc>
                <w:tcPr>
                  <w:tcW w:w="540" w:type="dxa"/>
                </w:tcPr>
                <w:p w:rsidR="00A67426" w:rsidRPr="00CA1EE7" w:rsidRDefault="00A67426" w:rsidP="00E82666"/>
              </w:tc>
              <w:tc>
                <w:tcPr>
                  <w:tcW w:w="8023" w:type="dxa"/>
                  <w:gridSpan w:val="2"/>
                </w:tcPr>
                <w:p w:rsidR="00A67426" w:rsidRPr="00CA1EE7" w:rsidRDefault="00A67426" w:rsidP="00C24B6C">
                  <w:pPr>
                    <w:spacing w:after="120"/>
                  </w:pPr>
                  <w:r w:rsidRPr="00CA1EE7">
                    <w:t>Пункты опорной межевой сети (ОМС), (пункт ГГС)</w:t>
                  </w:r>
                </w:p>
              </w:tc>
            </w:tr>
            <w:tr w:rsidR="00A67426" w:rsidRPr="00CA1EE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:rsidR="00A67426" w:rsidRPr="00CA1EE7" w:rsidRDefault="00C700D7" w:rsidP="00C24B6C">
                  <w:pPr>
                    <w:jc w:val="center"/>
                    <w:rPr>
                      <w:noProof/>
                    </w:rPr>
                  </w:pPr>
                  <w:r>
                    <w:rPr>
                      <w:noProof/>
                    </w:rPr>
                    <w:lastRenderedPageBreak/>
                    <w:t xml:space="preserve">     </w:t>
                  </w:r>
                  <w:r w:rsidR="008D3123">
                    <w:rPr>
                      <w:noProof/>
                    </w:rPr>
                  </w:r>
                  <w:r w:rsidR="008D3123">
                    <w:rPr>
                      <w:noProof/>
                    </w:rPr>
                    <w:pict>
                      <v:rect id="Rectangle 83" o:spid="_x0000_s1372" style="width:8.5pt;height:8.55pt;visibility:visible;mso-left-percent:-10001;mso-top-percent:-10001;mso-position-horizontal:absolute;mso-position-horizontal-relative:char;mso-position-vertical:absolute;mso-position-vertical-relative:line;mso-left-percent:-10001;mso-top-percent:-10001" strokecolor="red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540" w:type="dxa"/>
                </w:tcPr>
                <w:p w:rsidR="00A67426" w:rsidRPr="00CA1EE7" w:rsidRDefault="00A67426" w:rsidP="00E82666"/>
              </w:tc>
              <w:tc>
                <w:tcPr>
                  <w:tcW w:w="8023" w:type="dxa"/>
                  <w:gridSpan w:val="2"/>
                </w:tcPr>
                <w:p w:rsidR="00A67426" w:rsidRPr="00CA1EE7" w:rsidRDefault="00A67426" w:rsidP="00C24B6C">
                  <w:pPr>
                    <w:spacing w:after="120"/>
                  </w:pPr>
                  <w:r w:rsidRPr="00CA1EE7">
                    <w:t>Пункты съемочного обоснования, созданные при проведении кадастровых работ</w:t>
                  </w:r>
                </w:p>
              </w:tc>
            </w:tr>
            <w:tr w:rsidR="00A67426" w:rsidRPr="00CA1EE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:rsidR="00A67426" w:rsidRPr="00CA1EE7" w:rsidRDefault="008D3123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shape id="AutoShape 82" o:spid="_x0000_s1371" type="#_x0000_t5" style="width:8.5pt;height:8.5pt;flip:y;visibility:visible;mso-left-percent:-10001;mso-top-percent:-10001;mso-position-horizontal:absolute;mso-position-horizontal-relative:char;mso-position-vertical:absolute;mso-position-vertical-relative:line;mso-left-percent:-10001;mso-top-percent:-10001" strokecolor="red">
                        <w10:wrap type="none"/>
                        <w10:anchorlock/>
                      </v:shape>
                    </w:pict>
                  </w:r>
                </w:p>
              </w:tc>
              <w:tc>
                <w:tcPr>
                  <w:tcW w:w="540" w:type="dxa"/>
                </w:tcPr>
                <w:p w:rsidR="00A67426" w:rsidRPr="00CA1EE7" w:rsidRDefault="00A67426" w:rsidP="00E82666"/>
              </w:tc>
              <w:tc>
                <w:tcPr>
                  <w:tcW w:w="8023" w:type="dxa"/>
                  <w:gridSpan w:val="2"/>
                </w:tcPr>
                <w:p w:rsidR="00A67426" w:rsidRPr="00CA1EE7" w:rsidRDefault="00316410" w:rsidP="00C24B6C">
                  <w:pPr>
                    <w:spacing w:after="120"/>
                  </w:pPr>
                  <w:r w:rsidRPr="00CA1EE7">
                    <w:t>Межевые знаки, которые использовались в качестве опорной сети или съемочного обоснования</w:t>
                  </w:r>
                </w:p>
              </w:tc>
            </w:tr>
            <w:tr w:rsidR="00A67426" w:rsidRPr="00CA1EE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:rsidR="00A67426" w:rsidRPr="00CA1EE7" w:rsidRDefault="008D3123" w:rsidP="00C24B6C">
                  <w:pPr>
                    <w:jc w:val="center"/>
                  </w:pPr>
                  <w:r>
                    <w:rPr>
                      <w:noProof/>
                    </w:rPr>
                    <w:pict>
                      <v:group id="Group 73" o:spid="_x0000_s1035" style="position:absolute;left:0;text-align:left;margin-left:14.85pt;margin-top:2.15pt;width:8.5pt;height:8.5pt;z-index:251493376;mso-position-horizontal-relative:text;mso-position-vertical-relative:text" coordorigin="3058,11044" coordsize="170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">
                        <v:line id="Line 74" o:spid="_x0000_s1038" style="position:absolute;visibility:visible" from="3143,11129" to="3143,111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1m8QAAADaAAAADwAAAGRycy9kb3ducmV2LnhtbESPT2vCQBTE7wW/w/KE3uomPZgSXUMQ&#10;hJ78T4u3Z/aZpM2+jdmtRj99t1DwOMzMb5hp1ptGXKhztWUF8SgCQVxYXXOpYL9bvLyBcB5ZY2OZ&#10;FNzIQTYbPE0x1fbKG7psfSkChF2KCirv21RKV1Rk0I1sSxy8k+0M+iC7UuoOrwFuGvkaRWNpsOaw&#10;UGFL84qK7+2PUfD1keNxeehX4ySPP+/nXZnQcq3U87DPJyA89f4R/m+/awUJ/F0JN0DO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+TWbxAAAANoAAAAPAAAAAAAAAAAA&#10;AAAAAKECAABkcnMvZG93bnJldi54bWxQSwUGAAAAAAQABAD5AAAAkgMAAAAA&#10;" strokeweight="2pt">
                          <v:stroke dashstyle="longDashDotDot"/>
                        </v:line>
                        <v:rect id="Rectangle 75" o:spid="_x0000_s1037" style="position:absolute;left:3058;top:11044;width:170;height:1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oap78A&#10;AADaAAAADwAAAGRycy9kb3ducmV2LnhtbERPTYvCMBC9C/6HMII3TdVSlmoUERRZWGRdQY9DM7bV&#10;ZFKaqN1/vzkIe3y878Wqs0Y8qfW1YwWTcQKCuHC65lLB6Wc7+gDhA7JG45gU/JKH1bLfW2Cu3Yu/&#10;6XkMpYgh7HNUUIXQ5FL6oiKLfuwa4shdXWsxRNiWUrf4iuHWyGmSZNJizbGhwoY2FRX348MqaOTh&#10;Ztbp5JKaXZFh9jn7Sh9npYaDbj0HEagL/+K3e68VxK3xSrwBcv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12hqnvwAAANoAAAAPAAAAAAAAAAAAAAAAAJgCAABkcnMvZG93bnJl&#10;di54bWxQSwUGAAAAAAQABAD1AAAAhAMAAAAA&#10;" fillcolor="#0cf" strokecolor="#0cf"/>
                        <v:shapetype id="_x0000_t6" coordsize="21600,21600" o:spt="6" path="m,l,21600r21600,xe">
                          <v:stroke joinstyle="miter"/>
                          <v:path gradientshapeok="t" o:connecttype="custom" o:connectlocs="0,0;0,10800;0,21600;10800,21600;21600,21600;10800,10800" textboxrect="1800,12600,12600,19800"/>
                        </v:shapetype>
                        <v:shape id="AutoShape 76" o:spid="_x0000_s1036" type="#_x0000_t6" style="position:absolute;left:3058;top:11044;width:170;height:170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/vjcIA&#10;AADaAAAADwAAAGRycy9kb3ducmV2LnhtbESPQWsCMRSE74L/ITyhF6lZPRTdGqUKFW+tq0iPj83b&#10;zeLmZUlSXf99UxA8DjPzDbNc97YVV/KhcaxgOslAEJdON1wrOB0/X+cgQkTW2DomBXcKsF4NB0vM&#10;tbvxga5FrEWCcMhRgYmxy6UMpSGLYeI64uRVzluMSfpaao+3BLetnGXZm7TYcFow2NHWUHkpfq0C&#10;f96ML5v7/ivs0FSLY1Xjj/5W6mXUf7yDiNTHZ/jR3msFC/i/km6AX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7++NwgAAANoAAAAPAAAAAAAAAAAAAAAAAJgCAABkcnMvZG93&#10;bnJldi54bWxQSwUGAAAAAAQABAD1AAAAhwMAAAAA&#10;" stroked="f"/>
                      </v:group>
                    </w:pict>
                  </w:r>
                </w:p>
              </w:tc>
              <w:tc>
                <w:tcPr>
                  <w:tcW w:w="540" w:type="dxa"/>
                </w:tcPr>
                <w:p w:rsidR="00A67426" w:rsidRPr="00CA1EE7" w:rsidRDefault="00A67426" w:rsidP="00E82666"/>
              </w:tc>
              <w:tc>
                <w:tcPr>
                  <w:tcW w:w="8023" w:type="dxa"/>
                  <w:gridSpan w:val="2"/>
                </w:tcPr>
                <w:p w:rsidR="00A67426" w:rsidRPr="00CA1EE7" w:rsidRDefault="00316410" w:rsidP="00C24B6C">
                  <w:pPr>
                    <w:spacing w:after="120"/>
                  </w:pPr>
                  <w:r w:rsidRPr="00CA1EE7">
                    <w:t>Внемасштабный площадной участок, границы которого установлены декларативно</w:t>
                  </w:r>
                </w:p>
              </w:tc>
            </w:tr>
            <w:tr w:rsidR="00911877" w:rsidRPr="00CA1EE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:rsidR="00911877" w:rsidRPr="00CA1EE7" w:rsidRDefault="008D3123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line id="Line 81" o:spid="_x0000_s1370" style="flip:x;visibility:visible;mso-left-percent:-10001;mso-top-percent:-10001;mso-position-horizontal:absolute;mso-position-horizontal-relative:char;mso-position-vertical:absolute;mso-position-vertical-relative:line;mso-left-percent:-10001;mso-top-percent:-10001" from="0,0" to="42.5pt,0" strokecolor="red" strokeweight="2pt">
                        <v:stroke dashstyle="longDashDotDot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911877" w:rsidRPr="00CA1EE7" w:rsidRDefault="00911877" w:rsidP="00E82666"/>
              </w:tc>
              <w:tc>
                <w:tcPr>
                  <w:tcW w:w="8023" w:type="dxa"/>
                  <w:gridSpan w:val="2"/>
                </w:tcPr>
                <w:p w:rsidR="00911877" w:rsidRPr="00CA1EE7" w:rsidRDefault="00316410" w:rsidP="00C24B6C">
                  <w:pPr>
                    <w:spacing w:after="120"/>
                  </w:pPr>
                  <w:r w:rsidRPr="00CA1EE7">
                    <w:t>Граница субъекта Российской Федерации</w:t>
                  </w:r>
                </w:p>
              </w:tc>
            </w:tr>
            <w:tr w:rsidR="00911877" w:rsidRPr="00CA1EE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:rsidR="00911877" w:rsidRPr="00CA1EE7" w:rsidRDefault="008D3123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line id="Line 80" o:spid="_x0000_s1369" style="visibility:visible;mso-left-percent:-10001;mso-top-percent:-10001;mso-position-horizontal:absolute;mso-position-horizontal-relative:char;mso-position-vertical:absolute;mso-position-vertical-relative:line;mso-left-percent:-10001;mso-top-percent:-10001" from="0,0" to="42.5pt,0" strokecolor="red" strokeweight="1.42pt">
                        <v:stroke dashstyle="longDashDot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911877" w:rsidRPr="00CA1EE7" w:rsidRDefault="00911877" w:rsidP="00E82666"/>
              </w:tc>
              <w:tc>
                <w:tcPr>
                  <w:tcW w:w="8023" w:type="dxa"/>
                  <w:gridSpan w:val="2"/>
                </w:tcPr>
                <w:p w:rsidR="00911877" w:rsidRPr="00CA1EE7" w:rsidRDefault="00316410" w:rsidP="00C24B6C">
                  <w:pPr>
                    <w:spacing w:after="120"/>
                  </w:pPr>
                  <w:r w:rsidRPr="00CA1EE7">
                    <w:t>Граница муниципального образования</w:t>
                  </w:r>
                </w:p>
              </w:tc>
            </w:tr>
            <w:tr w:rsidR="00316410" w:rsidRPr="00CA1EE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:rsidR="00316410" w:rsidRPr="00CA1EE7" w:rsidRDefault="008D3123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line id="Line 79" o:spid="_x0000_s1368" style="visibility:visible;mso-left-percent:-10001;mso-top-percent:-10001;mso-position-horizontal:absolute;mso-position-horizontal-relative:char;mso-position-vertical:absolute;mso-position-vertical-relative:line;mso-left-percent:-10001;mso-top-percent:-10001" from="0,0" to="42.5pt,0" strokecolor="lime" strokeweight="2.27pt">
                        <v:stroke dashstyle="longDash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316410" w:rsidRPr="00CA1EE7" w:rsidRDefault="00316410" w:rsidP="00D65F94"/>
              </w:tc>
              <w:tc>
                <w:tcPr>
                  <w:tcW w:w="8023" w:type="dxa"/>
                  <w:gridSpan w:val="2"/>
                </w:tcPr>
                <w:p w:rsidR="00316410" w:rsidRPr="00CA1EE7" w:rsidRDefault="00316410" w:rsidP="00C24B6C">
                  <w:pPr>
                    <w:spacing w:after="120"/>
                  </w:pPr>
                  <w:r w:rsidRPr="00CA1EE7">
                    <w:t>Граница кадастрового округа</w:t>
                  </w:r>
                </w:p>
              </w:tc>
            </w:tr>
            <w:tr w:rsidR="00316410" w:rsidRPr="00CA1EE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:rsidR="00316410" w:rsidRPr="00CA1EE7" w:rsidRDefault="008D3123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line id="Line 78" o:spid="_x0000_s1367" style="visibility:visible;mso-left-percent:-10001;mso-top-percent:-10001;mso-position-horizontal:absolute;mso-position-horizontal-relative:char;mso-position-vertical:absolute;mso-position-vertical-relative:line;mso-left-percent:-10001;mso-top-percent:-10001" from="0,0" to="42.5pt,0" strokecolor="yellow" strokeweight="2.27pt">
                        <v:stroke dashstyle="longDash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316410" w:rsidRPr="00CA1EE7" w:rsidRDefault="00316410" w:rsidP="00D65F94"/>
              </w:tc>
              <w:tc>
                <w:tcPr>
                  <w:tcW w:w="8023" w:type="dxa"/>
                  <w:gridSpan w:val="2"/>
                </w:tcPr>
                <w:p w:rsidR="00316410" w:rsidRPr="00CA1EE7" w:rsidRDefault="00316410" w:rsidP="00C24B6C">
                  <w:pPr>
                    <w:spacing w:after="120"/>
                  </w:pPr>
                  <w:r w:rsidRPr="00CA1EE7">
                    <w:t>Граница кадастрового района</w:t>
                  </w:r>
                </w:p>
              </w:tc>
            </w:tr>
            <w:tr w:rsidR="00316410" w:rsidRPr="00CA1EE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:rsidR="00316410" w:rsidRPr="00CA1EE7" w:rsidRDefault="008D3123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line id="Line 77" o:spid="_x0000_s1366" style="visibility:visible;mso-left-percent:-10001;mso-top-percent:-10001;mso-position-horizontal:absolute;mso-position-horizontal-relative:char;mso-position-vertical:absolute;mso-position-vertical-relative:line;mso-left-percent:-10001;mso-top-percent:-10001" from="0,0" to="42.5pt,0" strokecolor="#0cf" strokeweight="2.27pt">
                        <v:stroke dashstyle="longDash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316410" w:rsidRPr="00CA1EE7" w:rsidRDefault="00316410" w:rsidP="00D65F94"/>
              </w:tc>
              <w:tc>
                <w:tcPr>
                  <w:tcW w:w="8023" w:type="dxa"/>
                  <w:gridSpan w:val="2"/>
                </w:tcPr>
                <w:p w:rsidR="00876251" w:rsidRPr="00CA1EE7" w:rsidRDefault="00316410" w:rsidP="00C24B6C">
                  <w:pPr>
                    <w:spacing w:after="120"/>
                  </w:pPr>
                  <w:r w:rsidRPr="00CA1EE7">
                    <w:t>Граница кадастрового квартала</w:t>
                  </w:r>
                </w:p>
              </w:tc>
            </w:tr>
            <w:tr w:rsidR="004143B0" w:rsidRPr="00CA1EE7" w:rsidTr="005C444A">
              <w:trPr>
                <w:cantSplit/>
                <w:trHeight w:val="567"/>
              </w:trPr>
              <w:tc>
                <w:tcPr>
                  <w:tcW w:w="6080" w:type="dxa"/>
                  <w:gridSpan w:val="3"/>
                </w:tcPr>
                <w:p w:rsidR="004143B0" w:rsidRPr="00CA1EE7" w:rsidRDefault="00C700D7" w:rsidP="00876251">
                  <w:pPr>
                    <w:jc w:val="center"/>
                  </w:pPr>
                  <w:r>
                    <w:t>Подпись ______________________</w:t>
                  </w:r>
                  <w:r w:rsidR="004143B0" w:rsidRPr="004143B0">
                    <w:t>(Тимченко С.А.)</w:t>
                  </w:r>
                </w:p>
              </w:tc>
              <w:tc>
                <w:tcPr>
                  <w:tcW w:w="8023" w:type="dxa"/>
                  <w:gridSpan w:val="2"/>
                </w:tcPr>
                <w:p w:rsidR="004143B0" w:rsidRPr="004143B0" w:rsidRDefault="004143B0" w:rsidP="004143B0">
                  <w:pPr>
                    <w:tabs>
                      <w:tab w:val="left" w:pos="2738"/>
                    </w:tabs>
                    <w:rPr>
                      <w:lang w:val="en-US"/>
                    </w:rPr>
                  </w:pPr>
                  <w:r w:rsidRPr="004143B0">
                    <w:t>Дата</w:t>
                  </w:r>
                  <w:r w:rsidR="000046C3">
                    <w:t xml:space="preserve"> </w:t>
                  </w:r>
                  <w:bookmarkStart w:id="0" w:name="_GoBack"/>
                  <w:bookmarkEnd w:id="0"/>
                  <w:r w:rsidRPr="004143B0">
                    <w:t>23.07.2020г.</w:t>
                  </w:r>
                </w:p>
                <w:p w:rsidR="004143B0" w:rsidRPr="004143B0" w:rsidRDefault="004143B0" w:rsidP="004143B0">
                  <w:pPr>
                    <w:tabs>
                      <w:tab w:val="left" w:pos="2738"/>
                    </w:tabs>
                    <w:rPr>
                      <w:lang w:val="en-US"/>
                    </w:rPr>
                  </w:pPr>
                </w:p>
              </w:tc>
            </w:tr>
            <w:tr w:rsidR="00137CEE" w:rsidRPr="00CA1EE7" w:rsidTr="005C444A">
              <w:trPr>
                <w:cantSplit/>
                <w:trHeight w:val="567"/>
              </w:trPr>
              <w:tc>
                <w:tcPr>
                  <w:tcW w:w="14103" w:type="dxa"/>
                  <w:gridSpan w:val="5"/>
                </w:tcPr>
                <w:p w:rsidR="00137CEE" w:rsidRPr="00B47375" w:rsidRDefault="00137CEE" w:rsidP="00137CEE">
                  <w:pPr>
                    <w:pStyle w:val="1"/>
                    <w:tabs>
                      <w:tab w:val="left" w:pos="10142"/>
                    </w:tabs>
                    <w:spacing w:before="60" w:after="60"/>
                    <w:rPr>
                      <w:i/>
                      <w:sz w:val="20"/>
                    </w:rPr>
                  </w:pPr>
                </w:p>
                <w:p w:rsidR="00137CEE" w:rsidRPr="00137CEE" w:rsidRDefault="00137CEE" w:rsidP="00C36FB4">
                  <w:pPr>
                    <w:rPr>
                      <w:i/>
                      <w:sz w:val="20"/>
                    </w:rPr>
                  </w:pPr>
                  <w:r w:rsidRPr="00D3365C">
                    <w:rPr>
                      <w:i/>
                      <w:sz w:val="20"/>
                    </w:rPr>
                    <w:t>Ме</w:t>
                  </w:r>
                  <w:r>
                    <w:rPr>
                      <w:i/>
                      <w:sz w:val="20"/>
                    </w:rPr>
                    <w:t>сто для оттиска печати</w:t>
                  </w:r>
                  <w:r w:rsidR="00C700D7">
                    <w:rPr>
                      <w:i/>
                      <w:sz w:val="20"/>
                    </w:rPr>
                    <w:t xml:space="preserve"> (при наличии)</w:t>
                  </w:r>
                  <w:r>
                    <w:rPr>
                      <w:i/>
                      <w:sz w:val="20"/>
                    </w:rPr>
                    <w:t xml:space="preserve"> лица, сос</w:t>
                  </w:r>
                  <w:r w:rsidR="00C700D7">
                    <w:rPr>
                      <w:i/>
                      <w:sz w:val="20"/>
                    </w:rPr>
                    <w:t>тавившего описание местоположения границ объекта</w:t>
                  </w:r>
                </w:p>
                <w:p w:rsidR="00B65E24" w:rsidRDefault="008D3123" w:rsidP="004143B0">
                  <w:pPr>
                    <w:tabs>
                      <w:tab w:val="left" w:pos="2738"/>
                    </w:tabs>
                  </w:pPr>
                </w:p>
                <w:p w:rsidR="00C31586" w:rsidRPr="00137CEE" w:rsidRDefault="008D3123" w:rsidP="004143B0">
                  <w:pPr>
                    <w:tabs>
                      <w:tab w:val="left" w:pos="2738"/>
                    </w:tabs>
                  </w:pPr>
                </w:p>
              </w:tc>
            </w:tr>
          </w:tbl>
          <w:p w:rsidR="002C054A" w:rsidRPr="00CA1EE7" w:rsidRDefault="002C054A" w:rsidP="00E82666"/>
        </w:tc>
      </w:tr>
    </w:tbl>
    <w:p w:rsidR="00636583" w:rsidRDefault="00636583"/>
    <w:p w:rsidR="00636583" w:rsidRDefault="00C700D7">
      <w:r>
        <w:br w:type="page"/>
      </w:r>
    </w:p>
    <w:p w:rsidR="00636583" w:rsidRDefault="00636583">
      <w:pPr>
        <w:sectPr w:rsidR="00636583" w:rsidSect="00B92363">
          <w:footerReference w:type="even" r:id="rId12"/>
          <w:footerReference w:type="default" r:id="rId13"/>
          <w:pgSz w:w="11906" w:h="16838" w:code="9"/>
          <w:pgMar w:top="1134" w:right="1085" w:bottom="1418" w:left="1134" w:header="709" w:footer="850" w:gutter="0"/>
          <w:cols w:space="398"/>
          <w:docGrid w:linePitch="360"/>
        </w:sectPr>
      </w:pPr>
    </w:p>
    <w:p w:rsidR="00C41846" w:rsidRPr="000046C3" w:rsidRDefault="00C41846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8"/>
        <w:gridCol w:w="1559"/>
        <w:gridCol w:w="7375"/>
      </w:tblGrid>
      <w:tr w:rsidR="00B256B9" w:rsidRPr="002E6E74" w:rsidTr="005232A7">
        <w:trPr>
          <w:trHeight w:val="243"/>
        </w:trPr>
        <w:tc>
          <w:tcPr>
            <w:tcW w:w="10632" w:type="dxa"/>
            <w:gridSpan w:val="3"/>
          </w:tcPr>
          <w:p w:rsidR="00B256B9" w:rsidRPr="002E6E74" w:rsidRDefault="00C700D7" w:rsidP="00B27855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Текстовое описание местоположения границ объекта</w:t>
            </w:r>
          </w:p>
        </w:tc>
      </w:tr>
      <w:tr w:rsidR="00B256B9" w:rsidRPr="002E6E74" w:rsidTr="005232A7">
        <w:trPr>
          <w:trHeight w:val="243"/>
        </w:trPr>
        <w:tc>
          <w:tcPr>
            <w:tcW w:w="3257" w:type="dxa"/>
            <w:gridSpan w:val="2"/>
            <w:vAlign w:val="center"/>
          </w:tcPr>
          <w:p w:rsidR="00B256B9" w:rsidRPr="002E6E74" w:rsidRDefault="00C700D7" w:rsidP="00D17FA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Прохождение границы</w:t>
            </w:r>
          </w:p>
        </w:tc>
        <w:tc>
          <w:tcPr>
            <w:tcW w:w="7375" w:type="dxa"/>
            <w:vMerge w:val="restart"/>
            <w:vAlign w:val="center"/>
          </w:tcPr>
          <w:p w:rsidR="00B256B9" w:rsidRPr="002E6E74" w:rsidRDefault="00C700D7" w:rsidP="00D17FA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прохождения границы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  <w:vAlign w:val="center"/>
          </w:tcPr>
          <w:p w:rsidR="00B256B9" w:rsidRPr="002E6E74" w:rsidRDefault="00C700D7" w:rsidP="00D17FA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от точки</w:t>
            </w:r>
          </w:p>
        </w:tc>
        <w:tc>
          <w:tcPr>
            <w:tcW w:w="1559" w:type="dxa"/>
            <w:vAlign w:val="center"/>
          </w:tcPr>
          <w:p w:rsidR="00B256B9" w:rsidRPr="002E6E74" w:rsidRDefault="00C700D7" w:rsidP="00D17FAB">
            <w:pPr>
              <w:pStyle w:val="1"/>
              <w:jc w:val="center"/>
              <w:rPr>
                <w:sz w:val="20"/>
              </w:rPr>
            </w:pPr>
            <w:r>
              <w:rPr>
                <w:sz w:val="20"/>
              </w:rPr>
              <w:t>д</w:t>
            </w:r>
            <w:r w:rsidRPr="002E6E74">
              <w:rPr>
                <w:sz w:val="20"/>
                <w:lang w:val="en-US"/>
              </w:rPr>
              <w:t>о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точки</w:t>
            </w:r>
          </w:p>
        </w:tc>
        <w:tc>
          <w:tcPr>
            <w:tcW w:w="7375" w:type="dxa"/>
            <w:vMerge/>
          </w:tcPr>
          <w:p w:rsidR="00B256B9" w:rsidRPr="002E6E74" w:rsidRDefault="008D3123" w:rsidP="00D17FAB">
            <w:pPr>
              <w:pStyle w:val="1"/>
              <w:rPr>
                <w:sz w:val="20"/>
              </w:rPr>
            </w:pP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pStyle w:val="aa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7375" w:type="dxa"/>
          </w:tcPr>
          <w:p w:rsidR="00B256B9" w:rsidRPr="002E6E74" w:rsidRDefault="00C700D7" w:rsidP="00D17FA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3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</w:t>
            </w:r>
            <w:proofErr w:type="gramStart"/>
            <w:r w:rsidRPr="002E6E74">
              <w:rPr>
                <w:sz w:val="18"/>
                <w:szCs w:val="20"/>
              </w:rPr>
              <w:t>2</w:t>
            </w:r>
            <w:proofErr w:type="gramEnd"/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</w:t>
            </w:r>
            <w:proofErr w:type="gramStart"/>
            <w:r w:rsidRPr="002E6E74">
              <w:rPr>
                <w:sz w:val="18"/>
                <w:szCs w:val="20"/>
              </w:rPr>
              <w:t>2</w:t>
            </w:r>
            <w:proofErr w:type="gramEnd"/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</w:t>
            </w:r>
            <w:proofErr w:type="gramStart"/>
            <w:r w:rsidRPr="002E6E74">
              <w:rPr>
                <w:sz w:val="18"/>
                <w:szCs w:val="20"/>
              </w:rPr>
              <w:t>4</w:t>
            </w:r>
            <w:proofErr w:type="gramEnd"/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</w:t>
            </w:r>
            <w:proofErr w:type="gramStart"/>
            <w:r w:rsidRPr="002E6E74">
              <w:rPr>
                <w:sz w:val="18"/>
                <w:szCs w:val="20"/>
              </w:rPr>
              <w:t>4</w:t>
            </w:r>
            <w:proofErr w:type="gramEnd"/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</w:t>
            </w:r>
            <w:proofErr w:type="gramStart"/>
            <w:r w:rsidRPr="002E6E74">
              <w:rPr>
                <w:sz w:val="18"/>
                <w:szCs w:val="20"/>
              </w:rPr>
              <w:t>6</w:t>
            </w:r>
            <w:proofErr w:type="gramEnd"/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</w:t>
            </w:r>
            <w:proofErr w:type="gramStart"/>
            <w:r w:rsidRPr="002E6E74">
              <w:rPr>
                <w:sz w:val="18"/>
                <w:szCs w:val="20"/>
              </w:rPr>
              <w:t>6</w:t>
            </w:r>
            <w:proofErr w:type="gramEnd"/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</w:t>
            </w:r>
            <w:proofErr w:type="gramStart"/>
            <w:r w:rsidRPr="002E6E74">
              <w:rPr>
                <w:sz w:val="18"/>
                <w:szCs w:val="20"/>
              </w:rPr>
              <w:t>7</w:t>
            </w:r>
            <w:proofErr w:type="gramEnd"/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</w:t>
            </w:r>
            <w:proofErr w:type="gramStart"/>
            <w:r w:rsidRPr="002E6E74">
              <w:rPr>
                <w:sz w:val="18"/>
                <w:szCs w:val="20"/>
              </w:rPr>
              <w:t>7</w:t>
            </w:r>
            <w:proofErr w:type="gramEnd"/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</w:t>
            </w:r>
            <w:proofErr w:type="gramStart"/>
            <w:r w:rsidRPr="002E6E74">
              <w:rPr>
                <w:sz w:val="18"/>
                <w:szCs w:val="20"/>
              </w:rPr>
              <w:t>9</w:t>
            </w:r>
            <w:proofErr w:type="gramEnd"/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</w:t>
            </w:r>
            <w:proofErr w:type="gramStart"/>
            <w:r w:rsidRPr="002E6E74">
              <w:rPr>
                <w:sz w:val="18"/>
                <w:szCs w:val="20"/>
              </w:rPr>
              <w:t>9</w:t>
            </w:r>
            <w:proofErr w:type="gramEnd"/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н53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н54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н54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н58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н58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н72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н72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н95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н95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н96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н96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н99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н99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н100</w:t>
            </w:r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н100</w:t>
            </w:r>
          </w:p>
        </w:tc>
        <w:tc>
          <w:tcPr>
            <w:tcW w:w="1559" w:type="dxa"/>
          </w:tcPr>
          <w:p w:rsidR="00B256B9" w:rsidRPr="002E6E74" w:rsidRDefault="00C700D7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</w:p>
        </w:tc>
        <w:tc>
          <w:tcPr>
            <w:tcW w:w="7375" w:type="dxa"/>
          </w:tcPr>
          <w:p w:rsidR="00B256B9" w:rsidRPr="002E6E74" w:rsidRDefault="00C700D7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</w:tbl>
    <w:p w:rsidR="00BD133E" w:rsidRDefault="00BD133E"/>
    <w:sectPr w:rsidR="00BD133E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123" w:rsidRDefault="008D3123">
      <w:r>
        <w:separator/>
      </w:r>
    </w:p>
  </w:endnote>
  <w:endnote w:type="continuationSeparator" w:id="0">
    <w:p w:rsidR="008D3123" w:rsidRDefault="008D3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9A4E00" w:rsidP="000E0AF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D51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8D51C3" w:rsidP="008D51C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8D51C3" w:rsidP="008D51C3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C700D7" w:rsidP="000E0AF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D51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8D51C3" w:rsidP="008D51C3">
    <w:pPr>
      <w:pStyle w:val="a4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8D51C3" w:rsidP="008D51C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123" w:rsidRDefault="008D3123">
      <w:r>
        <w:separator/>
      </w:r>
    </w:p>
  </w:footnote>
  <w:footnote w:type="continuationSeparator" w:id="0">
    <w:p w:rsidR="008D3123" w:rsidRDefault="008D31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B63"/>
    <w:rsid w:val="000046C3"/>
    <w:rsid w:val="000270B6"/>
    <w:rsid w:val="00061302"/>
    <w:rsid w:val="0006195B"/>
    <w:rsid w:val="0007437B"/>
    <w:rsid w:val="000A2D35"/>
    <w:rsid w:val="000E0AF3"/>
    <w:rsid w:val="000E6177"/>
    <w:rsid w:val="000F74BA"/>
    <w:rsid w:val="00137CEE"/>
    <w:rsid w:val="001518D1"/>
    <w:rsid w:val="00192B63"/>
    <w:rsid w:val="001C3AD5"/>
    <w:rsid w:val="001D1BAD"/>
    <w:rsid w:val="001D4228"/>
    <w:rsid w:val="001D5B2F"/>
    <w:rsid w:val="001E4FCE"/>
    <w:rsid w:val="001E7CB8"/>
    <w:rsid w:val="00202900"/>
    <w:rsid w:val="00235B59"/>
    <w:rsid w:val="002625DA"/>
    <w:rsid w:val="00281DA4"/>
    <w:rsid w:val="002B3D5C"/>
    <w:rsid w:val="002C054A"/>
    <w:rsid w:val="002E3FCA"/>
    <w:rsid w:val="002E44B9"/>
    <w:rsid w:val="002E69BF"/>
    <w:rsid w:val="00316410"/>
    <w:rsid w:val="00335943"/>
    <w:rsid w:val="00337F43"/>
    <w:rsid w:val="00345723"/>
    <w:rsid w:val="003C627B"/>
    <w:rsid w:val="003E1C17"/>
    <w:rsid w:val="003E5275"/>
    <w:rsid w:val="003E7E71"/>
    <w:rsid w:val="003F7F20"/>
    <w:rsid w:val="00406578"/>
    <w:rsid w:val="004143B0"/>
    <w:rsid w:val="004179A5"/>
    <w:rsid w:val="004221DE"/>
    <w:rsid w:val="004227DE"/>
    <w:rsid w:val="00432044"/>
    <w:rsid w:val="0047783D"/>
    <w:rsid w:val="00481272"/>
    <w:rsid w:val="00484838"/>
    <w:rsid w:val="004951A1"/>
    <w:rsid w:val="004A0135"/>
    <w:rsid w:val="004A5B15"/>
    <w:rsid w:val="004A7771"/>
    <w:rsid w:val="004D2DB2"/>
    <w:rsid w:val="004F6141"/>
    <w:rsid w:val="0051104D"/>
    <w:rsid w:val="005255A4"/>
    <w:rsid w:val="0054169C"/>
    <w:rsid w:val="005A5528"/>
    <w:rsid w:val="005B4876"/>
    <w:rsid w:val="005C5F96"/>
    <w:rsid w:val="005D3807"/>
    <w:rsid w:val="005F1B34"/>
    <w:rsid w:val="005F5C35"/>
    <w:rsid w:val="00603FB9"/>
    <w:rsid w:val="006151C2"/>
    <w:rsid w:val="00632FA7"/>
    <w:rsid w:val="00636583"/>
    <w:rsid w:val="00650C05"/>
    <w:rsid w:val="00650F26"/>
    <w:rsid w:val="00662FC8"/>
    <w:rsid w:val="006731FF"/>
    <w:rsid w:val="00674D66"/>
    <w:rsid w:val="00690F72"/>
    <w:rsid w:val="006932C0"/>
    <w:rsid w:val="006A00AF"/>
    <w:rsid w:val="006A0AC3"/>
    <w:rsid w:val="006A16E6"/>
    <w:rsid w:val="006B7EAA"/>
    <w:rsid w:val="006C1AA7"/>
    <w:rsid w:val="00723FCC"/>
    <w:rsid w:val="00724B44"/>
    <w:rsid w:val="007263D7"/>
    <w:rsid w:val="00732DEE"/>
    <w:rsid w:val="00741DEC"/>
    <w:rsid w:val="00746F36"/>
    <w:rsid w:val="00772D94"/>
    <w:rsid w:val="00774326"/>
    <w:rsid w:val="00787201"/>
    <w:rsid w:val="007A37E2"/>
    <w:rsid w:val="007B1A3F"/>
    <w:rsid w:val="007E1B10"/>
    <w:rsid w:val="00832DCE"/>
    <w:rsid w:val="00845B7C"/>
    <w:rsid w:val="00876251"/>
    <w:rsid w:val="008A29A3"/>
    <w:rsid w:val="008A3EFE"/>
    <w:rsid w:val="008A6BA5"/>
    <w:rsid w:val="008B2DD8"/>
    <w:rsid w:val="008B44EF"/>
    <w:rsid w:val="008D3123"/>
    <w:rsid w:val="008D51C3"/>
    <w:rsid w:val="008E1C91"/>
    <w:rsid w:val="008E2E56"/>
    <w:rsid w:val="00911877"/>
    <w:rsid w:val="00912984"/>
    <w:rsid w:val="00920541"/>
    <w:rsid w:val="009543C0"/>
    <w:rsid w:val="00965859"/>
    <w:rsid w:val="009771BD"/>
    <w:rsid w:val="00986AB4"/>
    <w:rsid w:val="009879F3"/>
    <w:rsid w:val="009922D3"/>
    <w:rsid w:val="009A0C27"/>
    <w:rsid w:val="009A4E00"/>
    <w:rsid w:val="009F3C61"/>
    <w:rsid w:val="00A11DCA"/>
    <w:rsid w:val="00A16F04"/>
    <w:rsid w:val="00A33F22"/>
    <w:rsid w:val="00A60554"/>
    <w:rsid w:val="00A67426"/>
    <w:rsid w:val="00A72B10"/>
    <w:rsid w:val="00A7334B"/>
    <w:rsid w:val="00A80C56"/>
    <w:rsid w:val="00AB7AAE"/>
    <w:rsid w:val="00AC715C"/>
    <w:rsid w:val="00AD0B32"/>
    <w:rsid w:val="00AF407B"/>
    <w:rsid w:val="00AF7979"/>
    <w:rsid w:val="00B31482"/>
    <w:rsid w:val="00B31871"/>
    <w:rsid w:val="00B4125C"/>
    <w:rsid w:val="00B53084"/>
    <w:rsid w:val="00B90700"/>
    <w:rsid w:val="00BA11ED"/>
    <w:rsid w:val="00BC234A"/>
    <w:rsid w:val="00BD133E"/>
    <w:rsid w:val="00BE1C64"/>
    <w:rsid w:val="00BF4A77"/>
    <w:rsid w:val="00C11B14"/>
    <w:rsid w:val="00C24B6C"/>
    <w:rsid w:val="00C41846"/>
    <w:rsid w:val="00C54B37"/>
    <w:rsid w:val="00C622F7"/>
    <w:rsid w:val="00C700D7"/>
    <w:rsid w:val="00C76277"/>
    <w:rsid w:val="00C90EB6"/>
    <w:rsid w:val="00CA1EE7"/>
    <w:rsid w:val="00CA34F5"/>
    <w:rsid w:val="00CB2F66"/>
    <w:rsid w:val="00CC4C2B"/>
    <w:rsid w:val="00CD74DF"/>
    <w:rsid w:val="00CF75EF"/>
    <w:rsid w:val="00D00B35"/>
    <w:rsid w:val="00D16AE0"/>
    <w:rsid w:val="00D31A86"/>
    <w:rsid w:val="00D36B49"/>
    <w:rsid w:val="00D40AAF"/>
    <w:rsid w:val="00D42EF9"/>
    <w:rsid w:val="00D4425F"/>
    <w:rsid w:val="00D55354"/>
    <w:rsid w:val="00D65BF5"/>
    <w:rsid w:val="00D65F94"/>
    <w:rsid w:val="00D928D2"/>
    <w:rsid w:val="00DA3B4D"/>
    <w:rsid w:val="00DB4850"/>
    <w:rsid w:val="00DC3827"/>
    <w:rsid w:val="00DF6A6C"/>
    <w:rsid w:val="00DF7293"/>
    <w:rsid w:val="00E05870"/>
    <w:rsid w:val="00E13CAA"/>
    <w:rsid w:val="00E24D8E"/>
    <w:rsid w:val="00E34A2D"/>
    <w:rsid w:val="00E55143"/>
    <w:rsid w:val="00E82666"/>
    <w:rsid w:val="00E83290"/>
    <w:rsid w:val="00E85DA1"/>
    <w:rsid w:val="00E8672D"/>
    <w:rsid w:val="00EB0B42"/>
    <w:rsid w:val="00EE1B03"/>
    <w:rsid w:val="00EE1FBE"/>
    <w:rsid w:val="00EE4A54"/>
    <w:rsid w:val="00F07C00"/>
    <w:rsid w:val="00F5488D"/>
    <w:rsid w:val="00F550FD"/>
    <w:rsid w:val="00F66554"/>
    <w:rsid w:val="00F679A1"/>
    <w:rsid w:val="00F969E1"/>
    <w:rsid w:val="00FA455C"/>
    <w:rsid w:val="00FB0474"/>
    <w:rsid w:val="00FC48B8"/>
    <w:rsid w:val="00FD5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487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7293"/>
  </w:style>
  <w:style w:type="table" w:styleId="a6">
    <w:name w:val="Table Grid"/>
    <w:basedOn w:val="a1"/>
    <w:rsid w:val="002C0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7">
    <w:name w:val="endnote text"/>
    <w:basedOn w:val="a"/>
    <w:link w:val="a8"/>
    <w:rsid w:val="00A16F04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rsid w:val="00A16F04"/>
  </w:style>
  <w:style w:type="paragraph" w:styleId="a9">
    <w:name w:val="Normal (Web)"/>
    <w:basedOn w:val="a"/>
    <w:uiPriority w:val="99"/>
    <w:rsid w:val="00A16F04"/>
    <w:pPr>
      <w:spacing w:before="100" w:beforeAutospacing="1" w:after="119"/>
    </w:pPr>
  </w:style>
  <w:style w:type="paragraph" w:styleId="aa">
    <w:name w:val="Balloon Text"/>
    <w:basedOn w:val="a"/>
    <w:link w:val="ab"/>
    <w:rsid w:val="00FD55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FD55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487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7293"/>
  </w:style>
  <w:style w:type="table" w:styleId="a6">
    <w:name w:val="Table Grid"/>
    <w:basedOn w:val="a1"/>
    <w:rsid w:val="002C0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7">
    <w:name w:val="endnote text"/>
    <w:basedOn w:val="a"/>
    <w:link w:val="a8"/>
    <w:rsid w:val="00A16F04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rsid w:val="00A16F04"/>
  </w:style>
  <w:style w:type="paragraph" w:styleId="a9">
    <w:name w:val="Normal (Web)"/>
    <w:basedOn w:val="a"/>
    <w:uiPriority w:val="99"/>
    <w:rsid w:val="00A16F04"/>
    <w:pPr>
      <w:spacing w:before="100" w:beforeAutospacing="1" w:after="119"/>
    </w:pPr>
  </w:style>
  <w:style w:type="paragraph" w:styleId="aa">
    <w:name w:val="Balloon Text"/>
    <w:basedOn w:val="a"/>
    <w:link w:val="ab"/>
    <w:rsid w:val="00FD55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FD55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57;&#1074;&#1077;&#1076;&#1077;&#1085;&#1080;&#1103;&#1054;&#1073;&#1054;&#1073;&#1098;&#1077;&#1082;&#109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СведенияОбОбъекте</Template>
  <TotalTime>1</TotalTime>
  <Pages>10</Pages>
  <Words>1774</Words>
  <Characters>10116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11867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PBPROG-71</dc:creator>
  <cp:lastModifiedBy>Люда</cp:lastModifiedBy>
  <cp:revision>3</cp:revision>
  <dcterms:created xsi:type="dcterms:W3CDTF">2020-08-03T21:50:00Z</dcterms:created>
  <dcterms:modified xsi:type="dcterms:W3CDTF">2020-08-27T08:48:00Z</dcterms:modified>
</cp:coreProperties>
</file>